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544C38" w14:textId="18867C0E" w:rsidR="00202E76" w:rsidRPr="00A578CB" w:rsidRDefault="007156D5" w:rsidP="007719C7">
      <w:pPr>
        <w:jc w:val="center"/>
        <w:rPr>
          <w:rFonts w:ascii="Garamond" w:hAnsi="Garamond"/>
          <w:sz w:val="20"/>
          <w:szCs w:val="20"/>
        </w:rPr>
      </w:pPr>
      <w:r w:rsidRPr="00A578CB">
        <w:rPr>
          <w:rFonts w:ascii="Garamond" w:hAnsi="Garamond"/>
          <w:b/>
          <w:sz w:val="20"/>
          <w:szCs w:val="20"/>
        </w:rPr>
        <w:t xml:space="preserve">                                                                                                                      </w:t>
      </w:r>
    </w:p>
    <w:p w14:paraId="72BAFC75" w14:textId="55A4782D" w:rsidR="00273F31" w:rsidRPr="00273F31" w:rsidRDefault="00273F31" w:rsidP="00273F31">
      <w:pPr>
        <w:jc w:val="both"/>
        <w:rPr>
          <w:rFonts w:ascii="Arial" w:hAnsi="Arial" w:cs="Arial"/>
          <w:b/>
          <w:sz w:val="20"/>
          <w:szCs w:val="20"/>
        </w:rPr>
      </w:pPr>
      <w:r w:rsidRPr="00273F31">
        <w:rPr>
          <w:rFonts w:ascii="Arial" w:hAnsi="Arial" w:cs="Arial"/>
          <w:b/>
          <w:sz w:val="20"/>
          <w:szCs w:val="20"/>
        </w:rPr>
        <w:t xml:space="preserve">OGGETTO: </w:t>
      </w:r>
      <w:r w:rsidR="008E52E0" w:rsidRPr="008E52E0">
        <w:rPr>
          <w:rFonts w:ascii="Arial" w:hAnsi="Arial" w:cs="Arial"/>
          <w:b/>
          <w:sz w:val="20"/>
          <w:szCs w:val="20"/>
        </w:rPr>
        <w:t>Procedura Aperta n. 12/2023, da esperirsi mediante Richiesta di Offerta in Busta Chiusa Digitale, gestita interamente per via telematica, da aggiudicarsi con il criterio dell’offerta economicamente più vantaggiosa, ai sensi degli artt. 58, 60 e 95 comma 2 del D.lgs. n. 50/2016 e s.m.i., per l’affidamento della fornitura di dispositivi per la convalida di titoli di viaggio e di correlati servizi tecnologici di gestione, da installare a bordo dei bus della Cotral Spa– CIG 9815902295</w:t>
      </w:r>
    </w:p>
    <w:p w14:paraId="0A740520" w14:textId="77777777" w:rsidR="00273F31" w:rsidRPr="00273F31" w:rsidRDefault="00273F31" w:rsidP="00273F31">
      <w:pPr>
        <w:jc w:val="both"/>
        <w:rPr>
          <w:rFonts w:ascii="Arial" w:hAnsi="Arial" w:cs="Arial"/>
          <w:sz w:val="20"/>
          <w:szCs w:val="20"/>
        </w:rPr>
      </w:pPr>
    </w:p>
    <w:p w14:paraId="1FF55067" w14:textId="0C5FB468" w:rsidR="00273F31" w:rsidRPr="00273F31" w:rsidRDefault="008E52E0" w:rsidP="00273F31">
      <w:pPr>
        <w:ind w:left="1134" w:hanging="113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Bando di gara n. 12</w:t>
      </w:r>
      <w:r w:rsidR="00273F31" w:rsidRPr="00273F31">
        <w:rPr>
          <w:rFonts w:ascii="Arial" w:hAnsi="Arial" w:cs="Arial"/>
          <w:b/>
          <w:sz w:val="20"/>
          <w:szCs w:val="20"/>
        </w:rPr>
        <w:t>/2023</w:t>
      </w:r>
    </w:p>
    <w:p w14:paraId="16F0AE86" w14:textId="77777777" w:rsidR="006930C7" w:rsidRPr="00A153F4" w:rsidRDefault="006930C7" w:rsidP="00406DBE">
      <w:pPr>
        <w:tabs>
          <w:tab w:val="left" w:pos="8908"/>
        </w:tabs>
        <w:jc w:val="center"/>
        <w:rPr>
          <w:rFonts w:ascii="Arial" w:hAnsi="Arial" w:cs="Arial"/>
          <w:b/>
          <w:sz w:val="20"/>
          <w:szCs w:val="20"/>
        </w:rPr>
      </w:pPr>
    </w:p>
    <w:p w14:paraId="4C69990D" w14:textId="77777777" w:rsidR="00D4161B" w:rsidRDefault="00D4161B" w:rsidP="00115AC0">
      <w:pPr>
        <w:jc w:val="both"/>
        <w:rPr>
          <w:rFonts w:ascii="Arial" w:hAnsi="Arial" w:cs="Arial"/>
          <w:b/>
        </w:rPr>
      </w:pPr>
    </w:p>
    <w:p w14:paraId="2A640F17" w14:textId="5E72C280" w:rsidR="006930C7" w:rsidRPr="001D5EB3" w:rsidRDefault="00264EC7" w:rsidP="00115AC0">
      <w:pPr>
        <w:jc w:val="both"/>
        <w:rPr>
          <w:rFonts w:ascii="Arial" w:hAnsi="Arial" w:cs="Arial"/>
          <w:b/>
          <w:sz w:val="20"/>
          <w:szCs w:val="20"/>
        </w:rPr>
      </w:pPr>
      <w:r w:rsidRPr="00115AC0">
        <w:rPr>
          <w:rFonts w:ascii="Arial" w:hAnsi="Arial" w:cs="Arial"/>
          <w:b/>
        </w:rPr>
        <w:t>IMPRESA SINGOLA/CONSORZIO</w:t>
      </w:r>
      <w:r w:rsidRPr="001D5EB3">
        <w:rPr>
          <w:rFonts w:ascii="Arial" w:hAnsi="Arial" w:cs="Arial"/>
          <w:b/>
          <w:sz w:val="20"/>
          <w:szCs w:val="20"/>
        </w:rPr>
        <w:t xml:space="preserve"> </w:t>
      </w:r>
      <w:r w:rsidR="006930C7" w:rsidRPr="001D5EB3">
        <w:rPr>
          <w:rFonts w:ascii="Arial" w:hAnsi="Arial" w:cs="Arial"/>
          <w:sz w:val="20"/>
          <w:szCs w:val="20"/>
        </w:rPr>
        <w:t>di cui all’</w:t>
      </w:r>
      <w:r w:rsidR="006930C7" w:rsidRPr="001D5EB3">
        <w:rPr>
          <w:rFonts w:ascii="Arial" w:hAnsi="Arial" w:cs="Arial"/>
          <w:b/>
          <w:sz w:val="20"/>
          <w:szCs w:val="20"/>
        </w:rPr>
        <w:t xml:space="preserve"> </w:t>
      </w:r>
      <w:r w:rsidR="006930C7" w:rsidRPr="001D5EB3">
        <w:rPr>
          <w:rFonts w:ascii="Arial" w:hAnsi="Arial" w:cs="Arial"/>
          <w:sz w:val="20"/>
          <w:szCs w:val="20"/>
        </w:rPr>
        <w:t>45</w:t>
      </w:r>
      <w:r w:rsidR="00B17A00" w:rsidRPr="001D5EB3">
        <w:rPr>
          <w:rFonts w:ascii="Arial" w:hAnsi="Arial" w:cs="Arial"/>
          <w:sz w:val="20"/>
          <w:szCs w:val="20"/>
        </w:rPr>
        <w:t xml:space="preserve"> comma 1 lettere b) e c) del D.l</w:t>
      </w:r>
      <w:r w:rsidR="006930C7" w:rsidRPr="001D5EB3">
        <w:rPr>
          <w:rFonts w:ascii="Arial" w:hAnsi="Arial" w:cs="Arial"/>
          <w:sz w:val="20"/>
          <w:szCs w:val="20"/>
        </w:rPr>
        <w:t>gs. n. 50/2016</w:t>
      </w:r>
      <w:r w:rsidR="00206D1E">
        <w:rPr>
          <w:rFonts w:ascii="Arial" w:hAnsi="Arial" w:cs="Arial"/>
          <w:sz w:val="20"/>
          <w:szCs w:val="20"/>
        </w:rPr>
        <w:t xml:space="preserve"> e s.m.i.</w:t>
      </w:r>
      <w:r w:rsidR="006930C7" w:rsidRPr="001D5EB3">
        <w:rPr>
          <w:rFonts w:ascii="Arial" w:hAnsi="Arial" w:cs="Arial"/>
          <w:b/>
          <w:sz w:val="20"/>
          <w:szCs w:val="20"/>
        </w:rPr>
        <w:t>:</w:t>
      </w:r>
    </w:p>
    <w:p w14:paraId="32FC1D92" w14:textId="77777777" w:rsidR="003D1EFB" w:rsidRPr="001D5EB3" w:rsidRDefault="003D1EFB" w:rsidP="00406DBE">
      <w:pPr>
        <w:jc w:val="both"/>
        <w:rPr>
          <w:rFonts w:ascii="Arial" w:hAnsi="Arial" w:cs="Arial"/>
          <w:sz w:val="20"/>
          <w:szCs w:val="20"/>
        </w:rPr>
      </w:pPr>
    </w:p>
    <w:p w14:paraId="0221D5C5" w14:textId="77777777" w:rsidR="005A0FEF" w:rsidRDefault="00BA7F7C" w:rsidP="00406DBE">
      <w:pPr>
        <w:jc w:val="both"/>
        <w:rPr>
          <w:rFonts w:ascii="Arial" w:hAnsi="Arial" w:cs="Arial"/>
          <w:sz w:val="20"/>
          <w:szCs w:val="20"/>
        </w:rPr>
      </w:pPr>
      <w:r w:rsidRPr="001D5EB3">
        <w:rPr>
          <w:rFonts w:ascii="Arial" w:hAnsi="Arial" w:cs="Arial"/>
          <w:sz w:val="20"/>
          <w:szCs w:val="20"/>
        </w:rPr>
        <w:t xml:space="preserve">Il sottoscritto </w:t>
      </w:r>
      <w:sdt>
        <w:sdtPr>
          <w:rPr>
            <w:rFonts w:ascii="Arial" w:hAnsi="Arial" w:cs="Arial"/>
            <w:sz w:val="20"/>
            <w:szCs w:val="20"/>
          </w:rPr>
          <w:id w:val="-1582211556"/>
          <w:placeholder>
            <w:docPart w:val="DefaultPlaceholder_1081868574"/>
          </w:placeholder>
        </w:sdtPr>
        <w:sdtEndPr/>
        <w:sdtContent>
          <w:bookmarkStart w:id="0" w:name="_GoBack"/>
          <w:r w:rsidRPr="001D5EB3">
            <w:rPr>
              <w:rFonts w:ascii="Arial" w:hAnsi="Arial" w:cs="Arial"/>
              <w:sz w:val="20"/>
              <w:szCs w:val="20"/>
            </w:rPr>
            <w:t>………………………………</w:t>
          </w:r>
          <w:r w:rsidR="00312ACA" w:rsidRPr="001D5EB3">
            <w:rPr>
              <w:rFonts w:ascii="Arial" w:hAnsi="Arial" w:cs="Arial"/>
              <w:sz w:val="20"/>
              <w:szCs w:val="20"/>
            </w:rPr>
            <w:t>….</w:t>
          </w:r>
          <w:r w:rsidRPr="001D5EB3">
            <w:rPr>
              <w:rFonts w:ascii="Arial" w:hAnsi="Arial" w:cs="Arial"/>
              <w:sz w:val="20"/>
              <w:szCs w:val="20"/>
            </w:rPr>
            <w:t>….</w:t>
          </w:r>
          <w:r w:rsidR="00F10313" w:rsidRPr="001D5EB3">
            <w:rPr>
              <w:rFonts w:ascii="Arial" w:hAnsi="Arial" w:cs="Arial"/>
              <w:sz w:val="20"/>
              <w:szCs w:val="20"/>
            </w:rPr>
            <w:t>……………………………………………..</w:t>
          </w:r>
          <w:r w:rsidR="00406DBE" w:rsidRPr="001D5EB3">
            <w:rPr>
              <w:rFonts w:ascii="Arial" w:hAnsi="Arial" w:cs="Arial"/>
              <w:sz w:val="20"/>
              <w:szCs w:val="20"/>
            </w:rPr>
            <w:t>………</w:t>
          </w:r>
          <w:r w:rsidR="003D1EFB" w:rsidRPr="001D5EB3">
            <w:rPr>
              <w:rFonts w:ascii="Arial" w:hAnsi="Arial" w:cs="Arial"/>
              <w:sz w:val="20"/>
              <w:szCs w:val="20"/>
            </w:rPr>
            <w:t>………</w:t>
          </w:r>
          <w:bookmarkEnd w:id="0"/>
        </w:sdtContent>
      </w:sdt>
    </w:p>
    <w:p w14:paraId="55DCCCD2" w14:textId="77777777" w:rsidR="005A0FEF" w:rsidRDefault="003D1EFB" w:rsidP="00406DBE">
      <w:pPr>
        <w:jc w:val="both"/>
        <w:rPr>
          <w:rFonts w:ascii="Arial" w:hAnsi="Arial" w:cs="Arial"/>
          <w:sz w:val="20"/>
          <w:szCs w:val="20"/>
        </w:rPr>
      </w:pPr>
      <w:r w:rsidRPr="001D5EB3">
        <w:rPr>
          <w:rFonts w:ascii="Arial" w:hAnsi="Arial" w:cs="Arial"/>
          <w:sz w:val="20"/>
          <w:szCs w:val="20"/>
        </w:rPr>
        <w:t>nato a</w:t>
      </w:r>
      <w:sdt>
        <w:sdtPr>
          <w:rPr>
            <w:rFonts w:ascii="Arial" w:hAnsi="Arial" w:cs="Arial"/>
            <w:sz w:val="20"/>
            <w:szCs w:val="20"/>
          </w:rPr>
          <w:id w:val="-1103570137"/>
          <w:placeholder>
            <w:docPart w:val="DefaultPlaceholder_1081868574"/>
          </w:placeholder>
        </w:sdtPr>
        <w:sdtEndPr/>
        <w:sdtContent>
          <w:r w:rsidRPr="001D5EB3">
            <w:rPr>
              <w:rFonts w:ascii="Arial" w:hAnsi="Arial" w:cs="Arial"/>
              <w:sz w:val="20"/>
              <w:szCs w:val="20"/>
            </w:rPr>
            <w:t>………………………………</w:t>
          </w:r>
          <w:r w:rsidR="00BA7F7C" w:rsidRPr="001D5EB3">
            <w:rPr>
              <w:rFonts w:ascii="Arial" w:hAnsi="Arial" w:cs="Arial"/>
              <w:sz w:val="20"/>
              <w:szCs w:val="20"/>
            </w:rPr>
            <w:t>……………</w:t>
          </w:r>
          <w:r w:rsidR="00F10313" w:rsidRPr="001D5EB3">
            <w:rPr>
              <w:rFonts w:ascii="Arial" w:hAnsi="Arial" w:cs="Arial"/>
              <w:sz w:val="20"/>
              <w:szCs w:val="20"/>
            </w:rPr>
            <w:t>………</w:t>
          </w:r>
          <w:r w:rsidRPr="001D5EB3">
            <w:rPr>
              <w:rFonts w:ascii="Arial" w:hAnsi="Arial" w:cs="Arial"/>
              <w:sz w:val="20"/>
              <w:szCs w:val="20"/>
            </w:rPr>
            <w:t>………………</w:t>
          </w:r>
        </w:sdtContent>
      </w:sdt>
      <w:r w:rsidRPr="001D5EB3">
        <w:rPr>
          <w:rFonts w:ascii="Arial" w:hAnsi="Arial" w:cs="Arial"/>
          <w:sz w:val="20"/>
          <w:szCs w:val="20"/>
        </w:rPr>
        <w:t xml:space="preserve">il </w:t>
      </w:r>
      <w:sdt>
        <w:sdtPr>
          <w:rPr>
            <w:rFonts w:ascii="Arial" w:hAnsi="Arial" w:cs="Arial"/>
            <w:sz w:val="20"/>
            <w:szCs w:val="20"/>
          </w:rPr>
          <w:id w:val="-702781722"/>
          <w:placeholder>
            <w:docPart w:val="DefaultPlaceholder_1081868574"/>
          </w:placeholder>
        </w:sdtPr>
        <w:sdtEndPr/>
        <w:sdtContent>
          <w:r w:rsidR="00F10313" w:rsidRPr="001D5EB3">
            <w:rPr>
              <w:rFonts w:ascii="Arial" w:hAnsi="Arial" w:cs="Arial"/>
              <w:sz w:val="20"/>
              <w:szCs w:val="20"/>
            </w:rPr>
            <w:t>…………………..……………….</w:t>
          </w:r>
          <w:r w:rsidRPr="001D5EB3">
            <w:rPr>
              <w:rFonts w:ascii="Arial" w:hAnsi="Arial" w:cs="Arial"/>
              <w:sz w:val="20"/>
              <w:szCs w:val="20"/>
            </w:rPr>
            <w:t>..</w:t>
          </w:r>
        </w:sdtContent>
      </w:sdt>
    </w:p>
    <w:p w14:paraId="4DC63C89" w14:textId="5DD0D179" w:rsidR="005A0FEF" w:rsidRDefault="003D1EFB" w:rsidP="00406DBE">
      <w:pPr>
        <w:jc w:val="both"/>
        <w:rPr>
          <w:rFonts w:ascii="Arial" w:hAnsi="Arial" w:cs="Arial"/>
          <w:sz w:val="20"/>
          <w:szCs w:val="20"/>
        </w:rPr>
      </w:pPr>
      <w:r w:rsidRPr="001D5EB3">
        <w:rPr>
          <w:rFonts w:ascii="Arial" w:hAnsi="Arial" w:cs="Arial"/>
          <w:sz w:val="20"/>
          <w:szCs w:val="20"/>
        </w:rPr>
        <w:t xml:space="preserve">in qualità di Legale Rappresentante dell’Impresa/Consorzio </w:t>
      </w:r>
      <w:sdt>
        <w:sdtPr>
          <w:rPr>
            <w:rFonts w:ascii="Arial" w:hAnsi="Arial" w:cs="Arial"/>
            <w:sz w:val="20"/>
            <w:szCs w:val="20"/>
          </w:rPr>
          <w:id w:val="-753122992"/>
          <w:placeholder>
            <w:docPart w:val="DefaultPlaceholder_1081868574"/>
          </w:placeholder>
        </w:sdtPr>
        <w:sdtEndPr/>
        <w:sdtContent>
          <w:r w:rsidRPr="001D5EB3">
            <w:rPr>
              <w:rFonts w:ascii="Arial" w:hAnsi="Arial" w:cs="Arial"/>
              <w:sz w:val="20"/>
              <w:szCs w:val="20"/>
            </w:rPr>
            <w:t>………</w:t>
          </w:r>
          <w:r w:rsidR="00BA7F7C" w:rsidRPr="001D5EB3">
            <w:rPr>
              <w:rFonts w:ascii="Arial" w:hAnsi="Arial" w:cs="Arial"/>
              <w:sz w:val="20"/>
              <w:szCs w:val="20"/>
            </w:rPr>
            <w:t>……...</w:t>
          </w:r>
          <w:r w:rsidR="00F10313" w:rsidRPr="001D5EB3">
            <w:rPr>
              <w:rFonts w:ascii="Arial" w:hAnsi="Arial" w:cs="Arial"/>
              <w:sz w:val="20"/>
              <w:szCs w:val="20"/>
            </w:rPr>
            <w:t>…………………….……</w:t>
          </w:r>
          <w:r w:rsidR="005A0FEF">
            <w:rPr>
              <w:rFonts w:ascii="Arial" w:hAnsi="Arial" w:cs="Arial"/>
              <w:sz w:val="20"/>
              <w:szCs w:val="20"/>
            </w:rPr>
            <w:t>……………………………………………………………………..</w:t>
          </w:r>
          <w:r w:rsidR="00F10313" w:rsidRPr="001D5EB3">
            <w:rPr>
              <w:rFonts w:ascii="Arial" w:hAnsi="Arial" w:cs="Arial"/>
              <w:sz w:val="20"/>
              <w:szCs w:val="20"/>
            </w:rPr>
            <w:t>…</w:t>
          </w:r>
          <w:r w:rsidRPr="001D5EB3">
            <w:rPr>
              <w:rFonts w:ascii="Arial" w:hAnsi="Arial" w:cs="Arial"/>
              <w:sz w:val="20"/>
              <w:szCs w:val="20"/>
            </w:rPr>
            <w:t>.</w:t>
          </w:r>
        </w:sdtContent>
      </w:sdt>
    </w:p>
    <w:p w14:paraId="599BB1B9" w14:textId="490D33FA" w:rsidR="003D1EFB" w:rsidRPr="001D5EB3" w:rsidRDefault="003D1EFB" w:rsidP="00406DBE">
      <w:pPr>
        <w:jc w:val="both"/>
        <w:rPr>
          <w:rFonts w:ascii="Arial" w:hAnsi="Arial" w:cs="Arial"/>
          <w:sz w:val="20"/>
          <w:szCs w:val="20"/>
        </w:rPr>
      </w:pPr>
      <w:r w:rsidRPr="001D5EB3">
        <w:rPr>
          <w:rFonts w:ascii="Arial" w:hAnsi="Arial" w:cs="Arial"/>
          <w:sz w:val="20"/>
          <w:szCs w:val="20"/>
        </w:rPr>
        <w:t xml:space="preserve">con sede in </w:t>
      </w:r>
      <w:sdt>
        <w:sdtPr>
          <w:rPr>
            <w:rFonts w:ascii="Arial" w:hAnsi="Arial" w:cs="Arial"/>
            <w:sz w:val="20"/>
            <w:szCs w:val="20"/>
          </w:rPr>
          <w:id w:val="-95639471"/>
          <w:placeholder>
            <w:docPart w:val="DefaultPlaceholder_1081868574"/>
          </w:placeholder>
        </w:sdtPr>
        <w:sdtEndPr/>
        <w:sdtContent>
          <w:r w:rsidRPr="001D5EB3">
            <w:rPr>
              <w:rFonts w:ascii="Arial" w:hAnsi="Arial" w:cs="Arial"/>
              <w:sz w:val="20"/>
              <w:szCs w:val="20"/>
            </w:rPr>
            <w:t>………………………………………………………</w:t>
          </w:r>
          <w:r w:rsidR="00F10313" w:rsidRPr="001D5EB3">
            <w:rPr>
              <w:rFonts w:ascii="Arial" w:hAnsi="Arial" w:cs="Arial"/>
              <w:sz w:val="20"/>
              <w:szCs w:val="20"/>
            </w:rPr>
            <w:t>…</w:t>
          </w:r>
          <w:r w:rsidRPr="001D5EB3">
            <w:rPr>
              <w:rFonts w:ascii="Arial" w:hAnsi="Arial" w:cs="Arial"/>
              <w:sz w:val="20"/>
              <w:szCs w:val="20"/>
            </w:rPr>
            <w:t>…………………………………………..</w:t>
          </w:r>
        </w:sdtContent>
      </w:sdt>
    </w:p>
    <w:p w14:paraId="44FDF480" w14:textId="77777777" w:rsidR="00A30AAD" w:rsidRPr="001D5EB3" w:rsidRDefault="00A30AAD" w:rsidP="00406DBE">
      <w:pPr>
        <w:jc w:val="center"/>
        <w:rPr>
          <w:rFonts w:ascii="Arial" w:hAnsi="Arial" w:cs="Arial"/>
          <w:sz w:val="20"/>
          <w:szCs w:val="20"/>
        </w:rPr>
      </w:pPr>
    </w:p>
    <w:p w14:paraId="5D99BAB9" w14:textId="77777777" w:rsidR="007156D5" w:rsidRPr="007254CF" w:rsidRDefault="007156D5" w:rsidP="007254CF">
      <w:pPr>
        <w:pStyle w:val="LetteraTipo"/>
        <w:jc w:val="center"/>
        <w:rPr>
          <w:b/>
        </w:rPr>
      </w:pPr>
      <w:r w:rsidRPr="007254CF">
        <w:rPr>
          <w:b/>
        </w:rPr>
        <w:t>DICHIARA</w:t>
      </w:r>
    </w:p>
    <w:p w14:paraId="6D9D3E72" w14:textId="77777777" w:rsidR="007156D5" w:rsidRPr="007254CF" w:rsidRDefault="001E0F47" w:rsidP="007254CF">
      <w:pPr>
        <w:pStyle w:val="LetteraTipo"/>
        <w:jc w:val="center"/>
        <w:rPr>
          <w:b/>
        </w:rPr>
      </w:pPr>
      <w:r w:rsidRPr="007254CF">
        <w:rPr>
          <w:b/>
        </w:rPr>
        <w:t>che la medesima</w:t>
      </w:r>
    </w:p>
    <w:p w14:paraId="1C9EB111" w14:textId="77777777" w:rsidR="005A0FEF" w:rsidRDefault="007156D5" w:rsidP="005A0FEF">
      <w:pPr>
        <w:pStyle w:val="LetteraTipo"/>
        <w:jc w:val="center"/>
        <w:rPr>
          <w:b/>
        </w:rPr>
      </w:pPr>
      <w:r w:rsidRPr="007254CF">
        <w:rPr>
          <w:b/>
        </w:rPr>
        <w:t>SI OBBLIGA</w:t>
      </w:r>
    </w:p>
    <w:p w14:paraId="2EE5CB7B" w14:textId="77777777" w:rsidR="008832B0" w:rsidRDefault="008832B0" w:rsidP="00A543B2">
      <w:pPr>
        <w:pStyle w:val="LetteraTipo"/>
        <w:jc w:val="both"/>
        <w:rPr>
          <w:b/>
        </w:rPr>
      </w:pPr>
    </w:p>
    <w:p w14:paraId="40BBFFCE" w14:textId="77777777" w:rsidR="008832B0" w:rsidRDefault="005E7630" w:rsidP="00A543B2">
      <w:pPr>
        <w:pStyle w:val="LetteraTipo"/>
        <w:jc w:val="both"/>
      </w:pPr>
      <w:r w:rsidRPr="002E45D6">
        <w:t>ad eseguire l’appalto</w:t>
      </w:r>
      <w:r w:rsidR="00BC596A" w:rsidRPr="002E45D6">
        <w:t xml:space="preserve"> in oggetto </w:t>
      </w:r>
      <w:r w:rsidR="00A16E99" w:rsidRPr="002E45D6">
        <w:t>secondo quanto prescrit</w:t>
      </w:r>
      <w:r w:rsidR="007024ED" w:rsidRPr="002E45D6">
        <w:t>to dalla documentazione tecnica</w:t>
      </w:r>
      <w:r w:rsidR="00A16E99" w:rsidRPr="002E45D6">
        <w:t xml:space="preserve"> alle seguenti condizioni:</w:t>
      </w:r>
    </w:p>
    <w:p w14:paraId="4BD43747" w14:textId="07515EAD" w:rsidR="008832B0" w:rsidRDefault="00A16E99" w:rsidP="00A543B2">
      <w:pPr>
        <w:pStyle w:val="LetteraTipo"/>
        <w:jc w:val="both"/>
      </w:pPr>
      <w:r w:rsidRPr="002E45D6">
        <w:t xml:space="preserve"> </w:t>
      </w:r>
    </w:p>
    <w:p w14:paraId="4F0B28B9" w14:textId="77777777" w:rsidR="00DE063C" w:rsidRPr="002E45D6" w:rsidRDefault="00DE063C" w:rsidP="00DE063C">
      <w:pPr>
        <w:pStyle w:val="LetteraTipo"/>
        <w:jc w:val="both"/>
      </w:pPr>
      <w:r>
        <w:rPr>
          <w:b/>
        </w:rPr>
        <w:t>S</w:t>
      </w:r>
      <w:r w:rsidRPr="008E52E0">
        <w:rPr>
          <w:b/>
        </w:rPr>
        <w:t>conto unico percentuale</w:t>
      </w:r>
      <w:r>
        <w:rPr>
          <w:b/>
        </w:rPr>
        <w:t xml:space="preserve"> offerto</w:t>
      </w:r>
      <w:r w:rsidRPr="00770A1D">
        <w:rPr>
          <w:b/>
        </w:rPr>
        <w:t xml:space="preserve"> approssimato alla seconda cifra decimale </w:t>
      </w:r>
      <w:r>
        <w:rPr>
          <w:b/>
          <w:i/>
        </w:rPr>
        <w:t xml:space="preserve">(in </w:t>
      </w:r>
      <w:r w:rsidRPr="002E45D6">
        <w:rPr>
          <w:b/>
          <w:i/>
        </w:rPr>
        <w:t>cifre):</w:t>
      </w:r>
      <w:r w:rsidRPr="002E45D6">
        <w:rPr>
          <w:i/>
        </w:rPr>
        <w:t xml:space="preserve"> </w:t>
      </w:r>
      <w:sdt>
        <w:sdtPr>
          <w:id w:val="1939943986"/>
          <w:placeholder>
            <w:docPart w:val="302C3CC2CB234EB8B4A916C2F88C0654"/>
          </w:placeholder>
        </w:sdtPr>
        <w:sdtEndPr/>
        <w:sdtContent>
          <w:r w:rsidRPr="001D5EB3">
            <w:t>………………………………….….……………………………………………..………………</w:t>
          </w:r>
        </w:sdtContent>
      </w:sdt>
    </w:p>
    <w:p w14:paraId="7A262768" w14:textId="77777777" w:rsidR="00DE063C" w:rsidRDefault="00DE063C" w:rsidP="00DE063C">
      <w:pPr>
        <w:rPr>
          <w:rFonts w:ascii="Arial" w:hAnsi="Arial" w:cs="Arial"/>
          <w:sz w:val="20"/>
          <w:szCs w:val="20"/>
        </w:rPr>
      </w:pPr>
    </w:p>
    <w:p w14:paraId="24C2B7B2" w14:textId="77777777" w:rsidR="00DE063C" w:rsidRPr="00F56600" w:rsidRDefault="00DE063C" w:rsidP="00DE063C">
      <w:pPr>
        <w:jc w:val="both"/>
        <w:rPr>
          <w:rFonts w:ascii="Arial" w:hAnsi="Arial" w:cs="Arial"/>
          <w:b/>
          <w:i/>
          <w:sz w:val="20"/>
          <w:szCs w:val="20"/>
        </w:rPr>
      </w:pPr>
      <w:r w:rsidRPr="008E52E0">
        <w:rPr>
          <w:rFonts w:ascii="Arial" w:hAnsi="Arial" w:cs="Arial"/>
          <w:b/>
          <w:sz w:val="20"/>
          <w:szCs w:val="20"/>
        </w:rPr>
        <w:t xml:space="preserve">Sconto unico percentuale offerto </w:t>
      </w:r>
      <w:r w:rsidRPr="00770A1D">
        <w:rPr>
          <w:rFonts w:ascii="Arial" w:hAnsi="Arial" w:cs="Arial"/>
          <w:b/>
          <w:sz w:val="20"/>
          <w:szCs w:val="20"/>
        </w:rPr>
        <w:t xml:space="preserve">approssimato alla seconda cifra decimale </w:t>
      </w:r>
      <w:r w:rsidRPr="00F56600">
        <w:rPr>
          <w:rFonts w:ascii="Arial" w:hAnsi="Arial" w:cs="Arial"/>
          <w:b/>
          <w:i/>
          <w:sz w:val="20"/>
          <w:szCs w:val="20"/>
        </w:rPr>
        <w:t>(in lettere)</w:t>
      </w:r>
    </w:p>
    <w:p w14:paraId="5D0DE554" w14:textId="77777777" w:rsidR="00DE063C" w:rsidRPr="00D00D8F" w:rsidRDefault="00657A03" w:rsidP="00DE063C">
      <w:pPr>
        <w:rPr>
          <w:rFonts w:ascii="Arial" w:hAnsi="Arial" w:cs="Arial"/>
          <w:b/>
          <w:i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40365056"/>
          <w:placeholder>
            <w:docPart w:val="6705462AD7B5415A8AB29CC94F3E5253"/>
          </w:placeholder>
        </w:sdtPr>
        <w:sdtEndPr/>
        <w:sdtContent>
          <w:r w:rsidR="00DE063C" w:rsidRPr="001D5EB3">
            <w:rPr>
              <w:rFonts w:ascii="Arial" w:hAnsi="Arial" w:cs="Arial"/>
              <w:sz w:val="20"/>
              <w:szCs w:val="20"/>
            </w:rPr>
            <w:t>………………………………….….……………………………………………..………………</w:t>
          </w:r>
        </w:sdtContent>
      </w:sdt>
    </w:p>
    <w:p w14:paraId="7923B429" w14:textId="77777777" w:rsidR="00DE063C" w:rsidRDefault="00DE063C" w:rsidP="00DE063C">
      <w:pPr>
        <w:pStyle w:val="LetteraTipo"/>
        <w:jc w:val="both"/>
        <w:rPr>
          <w:iCs/>
        </w:rPr>
      </w:pPr>
      <w:r w:rsidRPr="008E52E0">
        <w:rPr>
          <w:iCs/>
        </w:rPr>
        <w:t xml:space="preserve">da applicare all’importo complessivo dell’affidamento per la durata di 73 mesi, al netto delle opzioni, pari ad </w:t>
      </w:r>
      <w:r w:rsidRPr="008E52E0">
        <w:rPr>
          <w:b/>
          <w:iCs/>
        </w:rPr>
        <w:t>€ 3.552.500,00</w:t>
      </w:r>
      <w:r>
        <w:rPr>
          <w:iCs/>
        </w:rPr>
        <w:t>, oltre IVA, e, dettagliatamente, alle seguenti tipologie di spesa:</w:t>
      </w:r>
    </w:p>
    <w:p w14:paraId="69C37144" w14:textId="77777777" w:rsidR="00DE063C" w:rsidRPr="00DE063C" w:rsidRDefault="00DE063C" w:rsidP="00DE063C">
      <w:pPr>
        <w:pStyle w:val="LetteraTipo"/>
        <w:rPr>
          <w:iCs/>
        </w:rPr>
      </w:pPr>
    </w:p>
    <w:tbl>
      <w:tblPr>
        <w:tblW w:w="9351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 w:firstRow="1" w:lastRow="0" w:firstColumn="1" w:lastColumn="0" w:noHBand="0" w:noVBand="1"/>
      </w:tblPr>
      <w:tblGrid>
        <w:gridCol w:w="5365"/>
        <w:gridCol w:w="1028"/>
        <w:gridCol w:w="1462"/>
        <w:gridCol w:w="1496"/>
      </w:tblGrid>
      <w:tr w:rsidR="00DE063C" w:rsidRPr="00DE063C" w14:paraId="69EC4D8C" w14:textId="77777777" w:rsidTr="00506674">
        <w:tc>
          <w:tcPr>
            <w:tcW w:w="5365" w:type="dxa"/>
            <w:shd w:val="clear" w:color="auto" w:fill="DEEAF6" w:themeFill="accent1" w:themeFillTint="33"/>
          </w:tcPr>
          <w:p w14:paraId="09DD3EF5" w14:textId="77777777" w:rsidR="00DE063C" w:rsidRPr="00DE063C" w:rsidRDefault="00DE063C" w:rsidP="00522B3F">
            <w:pPr>
              <w:pStyle w:val="LetteraTipo"/>
              <w:rPr>
                <w:b/>
                <w:iCs/>
              </w:rPr>
            </w:pPr>
            <w:r w:rsidRPr="00DE063C">
              <w:rPr>
                <w:b/>
                <w:iCs/>
              </w:rPr>
              <w:t>Tipologia di spesa</w:t>
            </w:r>
          </w:p>
          <w:p w14:paraId="07C4FD25" w14:textId="77777777" w:rsidR="00DE063C" w:rsidRPr="00DE063C" w:rsidRDefault="00DE063C" w:rsidP="00522B3F">
            <w:pPr>
              <w:pStyle w:val="LetteraTipo"/>
              <w:rPr>
                <w:b/>
                <w:iCs/>
              </w:rPr>
            </w:pPr>
          </w:p>
        </w:tc>
        <w:tc>
          <w:tcPr>
            <w:tcW w:w="1028" w:type="dxa"/>
            <w:shd w:val="clear" w:color="auto" w:fill="DEEAF6" w:themeFill="accent1" w:themeFillTint="33"/>
          </w:tcPr>
          <w:p w14:paraId="2B303A80" w14:textId="77777777" w:rsidR="00DE063C" w:rsidRPr="00DE063C" w:rsidRDefault="00DE063C" w:rsidP="00522B3F">
            <w:pPr>
              <w:pStyle w:val="LetteraTipo"/>
              <w:jc w:val="both"/>
              <w:rPr>
                <w:b/>
                <w:iCs/>
              </w:rPr>
            </w:pPr>
            <w:r w:rsidRPr="00DE063C">
              <w:rPr>
                <w:b/>
                <w:iCs/>
              </w:rPr>
              <w:t>Quantità</w:t>
            </w:r>
          </w:p>
        </w:tc>
        <w:tc>
          <w:tcPr>
            <w:tcW w:w="1462" w:type="dxa"/>
            <w:shd w:val="clear" w:color="auto" w:fill="DEEAF6" w:themeFill="accent1" w:themeFillTint="33"/>
          </w:tcPr>
          <w:p w14:paraId="744113F8" w14:textId="77777777" w:rsidR="00DE063C" w:rsidRPr="00DE063C" w:rsidRDefault="00DE063C" w:rsidP="00522B3F">
            <w:pPr>
              <w:pStyle w:val="LetteraTipo"/>
              <w:jc w:val="both"/>
              <w:rPr>
                <w:b/>
                <w:iCs/>
              </w:rPr>
            </w:pPr>
            <w:r w:rsidRPr="00DE063C">
              <w:rPr>
                <w:b/>
                <w:iCs/>
              </w:rPr>
              <w:t>Importo unitario i.e.</w:t>
            </w:r>
          </w:p>
        </w:tc>
        <w:tc>
          <w:tcPr>
            <w:tcW w:w="1496" w:type="dxa"/>
            <w:shd w:val="clear" w:color="auto" w:fill="DEEAF6" w:themeFill="accent1" w:themeFillTint="33"/>
          </w:tcPr>
          <w:p w14:paraId="7FA7F844" w14:textId="77777777" w:rsidR="00DE063C" w:rsidRPr="00DE063C" w:rsidRDefault="00DE063C" w:rsidP="00522B3F">
            <w:pPr>
              <w:pStyle w:val="LetteraTipo"/>
              <w:jc w:val="both"/>
              <w:rPr>
                <w:b/>
                <w:iCs/>
              </w:rPr>
            </w:pPr>
            <w:r w:rsidRPr="00DE063C">
              <w:rPr>
                <w:b/>
                <w:iCs/>
              </w:rPr>
              <w:t>Importo totale i.e.</w:t>
            </w:r>
          </w:p>
        </w:tc>
      </w:tr>
      <w:tr w:rsidR="00DE063C" w:rsidRPr="00DE063C" w14:paraId="77BADF5A" w14:textId="77777777" w:rsidTr="00506674">
        <w:tc>
          <w:tcPr>
            <w:tcW w:w="5365" w:type="dxa"/>
          </w:tcPr>
          <w:p w14:paraId="2967F603" w14:textId="77777777" w:rsidR="00DE063C" w:rsidRPr="00DE063C" w:rsidRDefault="00DE063C" w:rsidP="00DE063C">
            <w:pPr>
              <w:pStyle w:val="LetteraTipo"/>
              <w:numPr>
                <w:ilvl w:val="0"/>
                <w:numId w:val="14"/>
              </w:numPr>
              <w:rPr>
                <w:iCs/>
              </w:rPr>
            </w:pPr>
            <w:r w:rsidRPr="00DE063C">
              <w:rPr>
                <w:iCs/>
              </w:rPr>
              <w:t>Validatrici di titoli di viaggio per i bus COTRAL completi di kit di montaggio.</w:t>
            </w:r>
          </w:p>
        </w:tc>
        <w:tc>
          <w:tcPr>
            <w:tcW w:w="1028" w:type="dxa"/>
            <w:vAlign w:val="center"/>
          </w:tcPr>
          <w:p w14:paraId="14559820" w14:textId="77777777" w:rsidR="00DE063C" w:rsidRPr="00DE063C" w:rsidRDefault="00DE063C" w:rsidP="00522B3F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t>1.750</w:t>
            </w:r>
          </w:p>
        </w:tc>
        <w:tc>
          <w:tcPr>
            <w:tcW w:w="1462" w:type="dxa"/>
            <w:vAlign w:val="center"/>
          </w:tcPr>
          <w:p w14:paraId="32B9BE98" w14:textId="77777777" w:rsidR="00DE063C" w:rsidRPr="00DE063C" w:rsidRDefault="00DE063C" w:rsidP="00522B3F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t>€1.550</w:t>
            </w:r>
          </w:p>
        </w:tc>
        <w:tc>
          <w:tcPr>
            <w:tcW w:w="1496" w:type="dxa"/>
            <w:vAlign w:val="center"/>
          </w:tcPr>
          <w:p w14:paraId="1AD1A530" w14:textId="77777777" w:rsidR="00DE063C" w:rsidRPr="00DE063C" w:rsidRDefault="00DE063C" w:rsidP="00522B3F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t>€2.712.500</w:t>
            </w:r>
          </w:p>
        </w:tc>
      </w:tr>
      <w:tr w:rsidR="00DE063C" w:rsidRPr="00DE063C" w14:paraId="5BCCC4D9" w14:textId="77777777" w:rsidTr="00506674">
        <w:tc>
          <w:tcPr>
            <w:tcW w:w="5365" w:type="dxa"/>
          </w:tcPr>
          <w:p w14:paraId="57177362" w14:textId="77777777" w:rsidR="00DE063C" w:rsidRPr="00DE063C" w:rsidRDefault="00DE063C" w:rsidP="00DE063C">
            <w:pPr>
              <w:pStyle w:val="LetteraTipo"/>
              <w:numPr>
                <w:ilvl w:val="0"/>
                <w:numId w:val="14"/>
              </w:numPr>
              <w:rPr>
                <w:iCs/>
              </w:rPr>
            </w:pPr>
            <w:r w:rsidRPr="00DE063C">
              <w:rPr>
                <w:iCs/>
              </w:rPr>
              <w:t>Installazione delle validatrici sui bus di proprietà della COTRAL dislocati sul territorio della Regione Lazio. Sono inclusi la rimozione e lo smaltimento dei dispositivi sostituiti.</w:t>
            </w:r>
          </w:p>
        </w:tc>
        <w:tc>
          <w:tcPr>
            <w:tcW w:w="1028" w:type="dxa"/>
            <w:vAlign w:val="center"/>
          </w:tcPr>
          <w:p w14:paraId="39B261D3" w14:textId="77777777" w:rsidR="00DE063C" w:rsidRPr="00DE063C" w:rsidRDefault="00DE063C" w:rsidP="00522B3F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t>1.550*</w:t>
            </w:r>
          </w:p>
        </w:tc>
        <w:tc>
          <w:tcPr>
            <w:tcW w:w="1462" w:type="dxa"/>
            <w:vAlign w:val="center"/>
          </w:tcPr>
          <w:p w14:paraId="0B5FB2B9" w14:textId="77777777" w:rsidR="00DE063C" w:rsidRPr="00DE063C" w:rsidRDefault="00DE063C" w:rsidP="00522B3F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t>€300</w:t>
            </w:r>
          </w:p>
        </w:tc>
        <w:tc>
          <w:tcPr>
            <w:tcW w:w="1496" w:type="dxa"/>
            <w:vAlign w:val="center"/>
          </w:tcPr>
          <w:p w14:paraId="7158193A" w14:textId="77777777" w:rsidR="00DE063C" w:rsidRPr="00DE063C" w:rsidRDefault="00DE063C" w:rsidP="00522B3F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t>€465.000</w:t>
            </w:r>
          </w:p>
        </w:tc>
      </w:tr>
      <w:tr w:rsidR="00DE063C" w:rsidRPr="00DE063C" w14:paraId="74185BD5" w14:textId="77777777" w:rsidTr="00506674">
        <w:tc>
          <w:tcPr>
            <w:tcW w:w="5365" w:type="dxa"/>
          </w:tcPr>
          <w:p w14:paraId="59A89F8F" w14:textId="77777777" w:rsidR="00DE063C" w:rsidRPr="00DE063C" w:rsidRDefault="00DE063C" w:rsidP="00DE063C">
            <w:pPr>
              <w:pStyle w:val="LetteraTipo"/>
              <w:numPr>
                <w:ilvl w:val="0"/>
                <w:numId w:val="14"/>
              </w:numPr>
              <w:rPr>
                <w:iCs/>
              </w:rPr>
            </w:pPr>
            <w:r w:rsidRPr="00DE063C">
              <w:rPr>
                <w:iCs/>
              </w:rPr>
              <w:t xml:space="preserve">Garanzia hardware di </w:t>
            </w:r>
            <w:r w:rsidRPr="00DE063C">
              <w:rPr>
                <w:b/>
                <w:iCs/>
              </w:rPr>
              <w:t>24 mesi</w:t>
            </w:r>
            <w:r w:rsidRPr="00DE063C">
              <w:rPr>
                <w:iCs/>
              </w:rPr>
              <w:t xml:space="preserve"> a valere dalla data di completamento delle installazioni dei dispositivi.</w:t>
            </w:r>
          </w:p>
        </w:tc>
        <w:tc>
          <w:tcPr>
            <w:tcW w:w="1028" w:type="dxa"/>
            <w:vAlign w:val="center"/>
          </w:tcPr>
          <w:p w14:paraId="34FE0BEA" w14:textId="77777777" w:rsidR="00DE063C" w:rsidRPr="00DE063C" w:rsidRDefault="00DE063C" w:rsidP="00522B3F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t>1</w:t>
            </w:r>
          </w:p>
        </w:tc>
        <w:tc>
          <w:tcPr>
            <w:tcW w:w="2958" w:type="dxa"/>
            <w:gridSpan w:val="2"/>
            <w:vAlign w:val="center"/>
          </w:tcPr>
          <w:p w14:paraId="111BD71E" w14:textId="77777777" w:rsidR="00DE063C" w:rsidRPr="00DE063C" w:rsidRDefault="00DE063C" w:rsidP="00522B3F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t>Incluso</w:t>
            </w:r>
          </w:p>
        </w:tc>
      </w:tr>
      <w:tr w:rsidR="00DE063C" w:rsidRPr="00DE063C" w14:paraId="78D5E22D" w14:textId="77777777" w:rsidTr="00506674">
        <w:tc>
          <w:tcPr>
            <w:tcW w:w="5365" w:type="dxa"/>
          </w:tcPr>
          <w:p w14:paraId="6587F496" w14:textId="77777777" w:rsidR="00DE063C" w:rsidRPr="00DE063C" w:rsidRDefault="00DE063C" w:rsidP="00DE063C">
            <w:pPr>
              <w:pStyle w:val="LetteraTipo"/>
              <w:numPr>
                <w:ilvl w:val="0"/>
                <w:numId w:val="14"/>
              </w:numPr>
              <w:rPr>
                <w:iCs/>
              </w:rPr>
            </w:pPr>
            <w:r w:rsidRPr="00DE063C">
              <w:rPr>
                <w:iCs/>
              </w:rPr>
              <w:t xml:space="preserve">Configurazione e fornitura in modalità </w:t>
            </w:r>
            <w:proofErr w:type="spellStart"/>
            <w:r w:rsidRPr="00DE063C">
              <w:rPr>
                <w:iCs/>
              </w:rPr>
              <w:t>SaaS</w:t>
            </w:r>
            <w:proofErr w:type="spellEnd"/>
            <w:r w:rsidRPr="00DE063C">
              <w:rPr>
                <w:iCs/>
              </w:rPr>
              <w:t xml:space="preserve"> (</w:t>
            </w:r>
            <w:r w:rsidRPr="00DE063C">
              <w:rPr>
                <w:i/>
                <w:iCs/>
              </w:rPr>
              <w:t xml:space="preserve">Software </w:t>
            </w:r>
            <w:proofErr w:type="spellStart"/>
            <w:r w:rsidRPr="00DE063C">
              <w:rPr>
                <w:i/>
                <w:iCs/>
              </w:rPr>
              <w:t>as</w:t>
            </w:r>
            <w:proofErr w:type="spellEnd"/>
            <w:r w:rsidRPr="00DE063C">
              <w:rPr>
                <w:i/>
                <w:iCs/>
              </w:rPr>
              <w:t xml:space="preserve"> a service</w:t>
            </w:r>
            <w:r w:rsidRPr="00DE063C">
              <w:rPr>
                <w:iCs/>
              </w:rPr>
              <w:t>) di un sistema di monitoraggio e gestione da remoto delle validatrici (piattaforma di gestione).</w:t>
            </w:r>
          </w:p>
        </w:tc>
        <w:tc>
          <w:tcPr>
            <w:tcW w:w="1028" w:type="dxa"/>
            <w:vAlign w:val="center"/>
          </w:tcPr>
          <w:p w14:paraId="2BBF0239" w14:textId="77777777" w:rsidR="00DE063C" w:rsidRPr="00DE063C" w:rsidRDefault="00DE063C" w:rsidP="00522B3F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t>1</w:t>
            </w:r>
          </w:p>
        </w:tc>
        <w:tc>
          <w:tcPr>
            <w:tcW w:w="2958" w:type="dxa"/>
            <w:gridSpan w:val="2"/>
            <w:vAlign w:val="center"/>
          </w:tcPr>
          <w:p w14:paraId="59C5157A" w14:textId="77777777" w:rsidR="00DE063C" w:rsidRPr="00DE063C" w:rsidRDefault="00DE063C" w:rsidP="00522B3F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t>Incluso</w:t>
            </w:r>
          </w:p>
        </w:tc>
      </w:tr>
      <w:tr w:rsidR="00DE063C" w:rsidRPr="00DE063C" w14:paraId="5AD1F13A" w14:textId="77777777" w:rsidTr="00506674">
        <w:tc>
          <w:tcPr>
            <w:tcW w:w="5365" w:type="dxa"/>
          </w:tcPr>
          <w:p w14:paraId="4052D807" w14:textId="77777777" w:rsidR="00DE063C" w:rsidRPr="00DE063C" w:rsidRDefault="00DE063C" w:rsidP="00DE063C">
            <w:pPr>
              <w:pStyle w:val="LetteraTipo"/>
              <w:numPr>
                <w:ilvl w:val="0"/>
                <w:numId w:val="14"/>
              </w:numPr>
              <w:rPr>
                <w:iCs/>
              </w:rPr>
            </w:pPr>
            <w:r w:rsidRPr="00DE063C">
              <w:rPr>
                <w:iCs/>
              </w:rPr>
              <w:lastRenderedPageBreak/>
              <w:t xml:space="preserve">Canone annuo per servizi di </w:t>
            </w:r>
            <w:proofErr w:type="spellStart"/>
            <w:r w:rsidRPr="00DE063C">
              <w:rPr>
                <w:i/>
                <w:iCs/>
              </w:rPr>
              <w:t>cloud</w:t>
            </w:r>
            <w:proofErr w:type="spellEnd"/>
            <w:r w:rsidRPr="00DE063C">
              <w:rPr>
                <w:i/>
                <w:iCs/>
              </w:rPr>
              <w:t xml:space="preserve"> </w:t>
            </w:r>
            <w:proofErr w:type="spellStart"/>
            <w:r w:rsidRPr="00DE063C">
              <w:rPr>
                <w:i/>
                <w:iCs/>
              </w:rPr>
              <w:t>computing</w:t>
            </w:r>
            <w:proofErr w:type="spellEnd"/>
            <w:r w:rsidRPr="00DE063C">
              <w:rPr>
                <w:iCs/>
              </w:rPr>
              <w:t xml:space="preserve"> e per manutenzione ordinaria della piattaforma di gestione. Durata: 60 mesi dalla data di completamento delle installazioni dei dispositivi.</w:t>
            </w:r>
          </w:p>
        </w:tc>
        <w:tc>
          <w:tcPr>
            <w:tcW w:w="1028" w:type="dxa"/>
            <w:vAlign w:val="center"/>
          </w:tcPr>
          <w:p w14:paraId="45364BCD" w14:textId="77777777" w:rsidR="00DE063C" w:rsidRPr="00DE063C" w:rsidRDefault="00DE063C" w:rsidP="00522B3F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t>5</w:t>
            </w:r>
          </w:p>
        </w:tc>
        <w:tc>
          <w:tcPr>
            <w:tcW w:w="1462" w:type="dxa"/>
            <w:vAlign w:val="center"/>
          </w:tcPr>
          <w:p w14:paraId="4F06C758" w14:textId="77777777" w:rsidR="00DE063C" w:rsidRPr="00DE063C" w:rsidRDefault="00DE063C" w:rsidP="00522B3F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t>50.000</w:t>
            </w:r>
          </w:p>
        </w:tc>
        <w:tc>
          <w:tcPr>
            <w:tcW w:w="1496" w:type="dxa"/>
            <w:vAlign w:val="center"/>
          </w:tcPr>
          <w:p w14:paraId="521A6CEF" w14:textId="77777777" w:rsidR="00DE063C" w:rsidRPr="00DE063C" w:rsidRDefault="00DE063C" w:rsidP="00522B3F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t>250.000</w:t>
            </w:r>
          </w:p>
        </w:tc>
      </w:tr>
      <w:tr w:rsidR="00DE063C" w:rsidRPr="00DE063C" w14:paraId="7A56A483" w14:textId="77777777" w:rsidTr="00506674">
        <w:tc>
          <w:tcPr>
            <w:tcW w:w="5365" w:type="dxa"/>
          </w:tcPr>
          <w:p w14:paraId="43202732" w14:textId="77777777" w:rsidR="00DE063C" w:rsidRPr="00DE063C" w:rsidRDefault="00DE063C" w:rsidP="00DE063C">
            <w:pPr>
              <w:pStyle w:val="LetteraTipo"/>
              <w:numPr>
                <w:ilvl w:val="0"/>
                <w:numId w:val="14"/>
              </w:numPr>
              <w:rPr>
                <w:iCs/>
              </w:rPr>
            </w:pPr>
            <w:r w:rsidRPr="00DE063C">
              <w:rPr>
                <w:iCs/>
              </w:rPr>
              <w:t>Fornitura di un SDK (</w:t>
            </w:r>
            <w:r w:rsidRPr="00DE063C">
              <w:rPr>
                <w:i/>
                <w:iCs/>
              </w:rPr>
              <w:t xml:space="preserve">Software </w:t>
            </w:r>
            <w:proofErr w:type="spellStart"/>
            <w:r w:rsidRPr="00DE063C">
              <w:rPr>
                <w:i/>
                <w:iCs/>
              </w:rPr>
              <w:t>development</w:t>
            </w:r>
            <w:proofErr w:type="spellEnd"/>
            <w:r w:rsidRPr="00DE063C">
              <w:rPr>
                <w:i/>
                <w:iCs/>
              </w:rPr>
              <w:t xml:space="preserve"> kit</w:t>
            </w:r>
            <w:r w:rsidRPr="00DE063C">
              <w:rPr>
                <w:iCs/>
              </w:rPr>
              <w:t>) per lo sviluppo e l’integrazione di software da parte della Stazione Appaltante (es. integrazione vs Sistema bigliettazione elettronica, Centrale operativa, etc).</w:t>
            </w:r>
          </w:p>
        </w:tc>
        <w:tc>
          <w:tcPr>
            <w:tcW w:w="1028" w:type="dxa"/>
            <w:vAlign w:val="center"/>
          </w:tcPr>
          <w:p w14:paraId="438C7CEF" w14:textId="77777777" w:rsidR="00DE063C" w:rsidRPr="00DE063C" w:rsidRDefault="00DE063C" w:rsidP="00522B3F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t>1</w:t>
            </w:r>
          </w:p>
        </w:tc>
        <w:tc>
          <w:tcPr>
            <w:tcW w:w="2958" w:type="dxa"/>
            <w:gridSpan w:val="2"/>
            <w:vAlign w:val="center"/>
          </w:tcPr>
          <w:p w14:paraId="7FA1B982" w14:textId="77777777" w:rsidR="00DE063C" w:rsidRPr="00DE063C" w:rsidRDefault="00DE063C" w:rsidP="00522B3F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t>Incluso</w:t>
            </w:r>
          </w:p>
        </w:tc>
      </w:tr>
      <w:tr w:rsidR="00DE063C" w:rsidRPr="00DE063C" w14:paraId="473740B9" w14:textId="77777777" w:rsidTr="00506674">
        <w:tc>
          <w:tcPr>
            <w:tcW w:w="5365" w:type="dxa"/>
          </w:tcPr>
          <w:p w14:paraId="68F23232" w14:textId="77777777" w:rsidR="00DE063C" w:rsidRPr="00DE063C" w:rsidRDefault="00DE063C" w:rsidP="00DE063C">
            <w:pPr>
              <w:pStyle w:val="LetteraTipo"/>
              <w:numPr>
                <w:ilvl w:val="0"/>
                <w:numId w:val="14"/>
              </w:numPr>
              <w:rPr>
                <w:iCs/>
              </w:rPr>
            </w:pPr>
            <w:r w:rsidRPr="00DE063C">
              <w:rPr>
                <w:iCs/>
              </w:rPr>
              <w:t xml:space="preserve">Supporto tecnico ai team di sviluppo software – interni e in </w:t>
            </w:r>
            <w:r w:rsidRPr="00DE063C">
              <w:rPr>
                <w:i/>
                <w:iCs/>
              </w:rPr>
              <w:t>outsourcing</w:t>
            </w:r>
            <w:r w:rsidRPr="00DE063C">
              <w:rPr>
                <w:iCs/>
              </w:rPr>
              <w:t xml:space="preserve"> – della Stazione Appaltante per l’integrazione del sistema fornito con le componenti applicative funzionali alla messa in esercizio delle validatrici secondo le specifiche di funzionamento esplicitate nel capitolato di gara.</w:t>
            </w:r>
          </w:p>
        </w:tc>
        <w:tc>
          <w:tcPr>
            <w:tcW w:w="1028" w:type="dxa"/>
            <w:vAlign w:val="center"/>
          </w:tcPr>
          <w:p w14:paraId="2E7C84B4" w14:textId="77777777" w:rsidR="00DE063C" w:rsidRPr="00DE063C" w:rsidRDefault="00DE063C" w:rsidP="00522B3F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t>1</w:t>
            </w:r>
          </w:p>
        </w:tc>
        <w:tc>
          <w:tcPr>
            <w:tcW w:w="2958" w:type="dxa"/>
            <w:gridSpan w:val="2"/>
            <w:vAlign w:val="center"/>
          </w:tcPr>
          <w:p w14:paraId="79FBAD60" w14:textId="77777777" w:rsidR="00DE063C" w:rsidRPr="00DE063C" w:rsidRDefault="00DE063C" w:rsidP="00522B3F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t>Incluso</w:t>
            </w:r>
          </w:p>
        </w:tc>
      </w:tr>
      <w:tr w:rsidR="00DE063C" w:rsidRPr="00DE063C" w14:paraId="0858E02F" w14:textId="77777777" w:rsidTr="00506674">
        <w:tc>
          <w:tcPr>
            <w:tcW w:w="5365" w:type="dxa"/>
          </w:tcPr>
          <w:p w14:paraId="2DBAD4FF" w14:textId="77777777" w:rsidR="00DE063C" w:rsidRPr="00DE063C" w:rsidRDefault="00DE063C" w:rsidP="00DE063C">
            <w:pPr>
              <w:pStyle w:val="LetteraTipo"/>
              <w:numPr>
                <w:ilvl w:val="0"/>
                <w:numId w:val="14"/>
              </w:numPr>
              <w:rPr>
                <w:iCs/>
              </w:rPr>
            </w:pPr>
            <w:r w:rsidRPr="00DE063C">
              <w:rPr>
                <w:iCs/>
              </w:rPr>
              <w:t>Formazione del personale tecnico di Cotral Spa per la manutenzione di primo livello degli apparati e sull’uso della piattaforma di gestione.</w:t>
            </w:r>
          </w:p>
        </w:tc>
        <w:tc>
          <w:tcPr>
            <w:tcW w:w="1028" w:type="dxa"/>
            <w:vAlign w:val="center"/>
          </w:tcPr>
          <w:p w14:paraId="738A01AA" w14:textId="77777777" w:rsidR="00DE063C" w:rsidRPr="00DE063C" w:rsidRDefault="00DE063C" w:rsidP="00522B3F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t>1</w:t>
            </w:r>
          </w:p>
        </w:tc>
        <w:tc>
          <w:tcPr>
            <w:tcW w:w="2958" w:type="dxa"/>
            <w:gridSpan w:val="2"/>
            <w:vAlign w:val="center"/>
          </w:tcPr>
          <w:p w14:paraId="106EDE75" w14:textId="77777777" w:rsidR="00DE063C" w:rsidRPr="00DE063C" w:rsidRDefault="00DE063C" w:rsidP="00522B3F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t>Inclusa.</w:t>
            </w:r>
          </w:p>
        </w:tc>
      </w:tr>
      <w:tr w:rsidR="00DE063C" w:rsidRPr="00DE063C" w14:paraId="679D389E" w14:textId="77777777" w:rsidTr="00506674">
        <w:tc>
          <w:tcPr>
            <w:tcW w:w="5365" w:type="dxa"/>
          </w:tcPr>
          <w:p w14:paraId="549D2EF5" w14:textId="77777777" w:rsidR="00DE063C" w:rsidRPr="00DE063C" w:rsidRDefault="00DE063C" w:rsidP="00DE063C">
            <w:pPr>
              <w:pStyle w:val="LetteraTipo"/>
              <w:numPr>
                <w:ilvl w:val="0"/>
                <w:numId w:val="14"/>
              </w:numPr>
              <w:rPr>
                <w:iCs/>
              </w:rPr>
            </w:pPr>
            <w:r w:rsidRPr="00DE063C">
              <w:rPr>
                <w:iCs/>
              </w:rPr>
              <w:t>Supporto specialistico hardware e software (giornate/FTE) da impiegare nel periodo di validità contrattuale per attività di manutenzione straordinaria ed evolutiva su tutti gli elementi che compongono la fornitura.</w:t>
            </w:r>
          </w:p>
        </w:tc>
        <w:tc>
          <w:tcPr>
            <w:tcW w:w="1028" w:type="dxa"/>
            <w:vAlign w:val="center"/>
          </w:tcPr>
          <w:p w14:paraId="2D1F5C93" w14:textId="77777777" w:rsidR="00DE063C" w:rsidRPr="00DE063C" w:rsidRDefault="00DE063C" w:rsidP="00522B3F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t>250**</w:t>
            </w:r>
          </w:p>
        </w:tc>
        <w:tc>
          <w:tcPr>
            <w:tcW w:w="1462" w:type="dxa"/>
            <w:vAlign w:val="center"/>
          </w:tcPr>
          <w:p w14:paraId="272F38A3" w14:textId="77777777" w:rsidR="00DE063C" w:rsidRPr="00DE063C" w:rsidRDefault="00DE063C" w:rsidP="00522B3F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t>€500</w:t>
            </w:r>
          </w:p>
        </w:tc>
        <w:tc>
          <w:tcPr>
            <w:tcW w:w="1496" w:type="dxa"/>
            <w:vAlign w:val="center"/>
          </w:tcPr>
          <w:p w14:paraId="599C98C2" w14:textId="77777777" w:rsidR="00DE063C" w:rsidRPr="00DE063C" w:rsidRDefault="00DE063C" w:rsidP="00522B3F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t>€125.000</w:t>
            </w:r>
          </w:p>
        </w:tc>
      </w:tr>
      <w:tr w:rsidR="00DE063C" w:rsidRPr="00DE063C" w14:paraId="592A2021" w14:textId="77777777" w:rsidTr="00506674">
        <w:tc>
          <w:tcPr>
            <w:tcW w:w="7855" w:type="dxa"/>
            <w:gridSpan w:val="3"/>
          </w:tcPr>
          <w:p w14:paraId="1592060E" w14:textId="77777777" w:rsidR="00DE063C" w:rsidRPr="00DE063C" w:rsidRDefault="00DE063C" w:rsidP="00522B3F">
            <w:pPr>
              <w:pStyle w:val="LetteraTipo"/>
              <w:jc w:val="both"/>
              <w:rPr>
                <w:iCs/>
              </w:rPr>
            </w:pPr>
          </w:p>
        </w:tc>
        <w:tc>
          <w:tcPr>
            <w:tcW w:w="1496" w:type="dxa"/>
            <w:shd w:val="clear" w:color="auto" w:fill="DEEAF6" w:themeFill="accent1" w:themeFillTint="33"/>
            <w:vAlign w:val="center"/>
          </w:tcPr>
          <w:p w14:paraId="1DFEF5D8" w14:textId="77777777" w:rsidR="00DE063C" w:rsidRPr="00DE063C" w:rsidRDefault="00DE063C" w:rsidP="00522B3F">
            <w:pPr>
              <w:pStyle w:val="LetteraTipo"/>
              <w:jc w:val="both"/>
              <w:rPr>
                <w:b/>
                <w:iCs/>
              </w:rPr>
            </w:pPr>
            <w:r w:rsidRPr="00DE063C">
              <w:rPr>
                <w:b/>
                <w:iCs/>
              </w:rPr>
              <w:t>€</w:t>
            </w:r>
            <w:r>
              <w:rPr>
                <w:b/>
                <w:iCs/>
              </w:rPr>
              <w:t>3.552.5</w:t>
            </w:r>
            <w:r w:rsidRPr="00DE063C">
              <w:rPr>
                <w:b/>
                <w:iCs/>
              </w:rPr>
              <w:t>00,00</w:t>
            </w:r>
          </w:p>
        </w:tc>
      </w:tr>
    </w:tbl>
    <w:p w14:paraId="2C0DDAAA" w14:textId="20193BB5" w:rsidR="00506674" w:rsidRPr="00506674" w:rsidRDefault="00506674" w:rsidP="00506674">
      <w:pPr>
        <w:pStyle w:val="LetteraTipo"/>
        <w:jc w:val="both"/>
        <w:rPr>
          <w:iCs/>
        </w:rPr>
      </w:pPr>
      <w:r w:rsidRPr="00506674">
        <w:rPr>
          <w:i/>
          <w:iCs/>
        </w:rPr>
        <w:t>*Quantità stimata al 30.09.2022. Il numero effettivo di installazioni sarà comunicato in sede di esecuzione del Contratto</w:t>
      </w:r>
      <w:r w:rsidRPr="00506674">
        <w:rPr>
          <w:iCs/>
        </w:rPr>
        <w:t>.</w:t>
      </w:r>
      <w:r>
        <w:rPr>
          <w:iCs/>
        </w:rPr>
        <w:t xml:space="preserve"> </w:t>
      </w:r>
      <w:r w:rsidR="002A76C0">
        <w:rPr>
          <w:i/>
          <w:iCs/>
        </w:rPr>
        <w:t>L’importo di cui al punto 2</w:t>
      </w:r>
      <w:r w:rsidRPr="00506674">
        <w:rPr>
          <w:i/>
          <w:iCs/>
        </w:rPr>
        <w:t xml:space="preserve"> sarà corrisposto sulla base del numero effettivo di apparati installati.</w:t>
      </w:r>
    </w:p>
    <w:p w14:paraId="5E7F92FB" w14:textId="6FF40A1B" w:rsidR="002A76C0" w:rsidRPr="00506674" w:rsidRDefault="00506674" w:rsidP="002A76C0">
      <w:pPr>
        <w:pStyle w:val="LetteraTipo"/>
        <w:jc w:val="both"/>
        <w:rPr>
          <w:iCs/>
        </w:rPr>
      </w:pPr>
      <w:r w:rsidRPr="00506674">
        <w:rPr>
          <w:i/>
          <w:iCs/>
        </w:rPr>
        <w:t>**Valore di riferimento da calcolarsi a consuntivo degli interventi specialistici richiesti/autorizzati.</w:t>
      </w:r>
      <w:r w:rsidR="002A76C0" w:rsidRPr="002A76C0">
        <w:rPr>
          <w:i/>
          <w:iCs/>
        </w:rPr>
        <w:t xml:space="preserve"> </w:t>
      </w:r>
      <w:r w:rsidR="002A76C0">
        <w:rPr>
          <w:i/>
          <w:iCs/>
        </w:rPr>
        <w:t>L’importo di cui al punto 9</w:t>
      </w:r>
      <w:r w:rsidR="002A76C0" w:rsidRPr="00506674">
        <w:rPr>
          <w:i/>
          <w:iCs/>
        </w:rPr>
        <w:t xml:space="preserve"> sarà corrisposto sulla base del numero effettivo di apparati installati.</w:t>
      </w:r>
    </w:p>
    <w:p w14:paraId="401F88D3" w14:textId="2A8A80CE" w:rsidR="00DE063C" w:rsidRDefault="00DE063C" w:rsidP="00506674">
      <w:pPr>
        <w:pStyle w:val="LetteraTipo"/>
        <w:jc w:val="both"/>
        <w:rPr>
          <w:iCs/>
        </w:rPr>
      </w:pPr>
    </w:p>
    <w:p w14:paraId="576F39F7" w14:textId="77777777" w:rsidR="00506674" w:rsidRDefault="00506674" w:rsidP="00DE063C">
      <w:pPr>
        <w:pStyle w:val="LetteraTipo"/>
        <w:jc w:val="both"/>
        <w:rPr>
          <w:iCs/>
        </w:rPr>
      </w:pPr>
    </w:p>
    <w:p w14:paraId="595D6E84" w14:textId="77777777" w:rsidR="003558F6" w:rsidRPr="00505359" w:rsidRDefault="003558F6" w:rsidP="003558F6">
      <w:pPr>
        <w:pStyle w:val="LetteraTipo"/>
        <w:rPr>
          <w:bCs/>
        </w:rPr>
      </w:pPr>
      <w:r w:rsidRPr="00505359">
        <w:rPr>
          <w:bCs/>
        </w:rPr>
        <w:t xml:space="preserve">Si indicano, ai sensi dell’art. 95 comma 10 de D.lgs. n. 50/2016 e s.m.i., i costi della manodopera e gli oneri aziendali concernenti l’adempimenti delle disposizioni in materia di salute e sicurezza sui luoghi di lavoro gravanti sul concorrente per l’espletamento delle attività oggetto di affidamento (si specifica che detti costi devono essere già inclusi nell’importo dell’offerta economica sopra indicato e devono essere specificamente indicati nella apposita sezione sotto riportata. </w:t>
      </w:r>
    </w:p>
    <w:p w14:paraId="7065A294" w14:textId="77777777" w:rsidR="003558F6" w:rsidRPr="00505359" w:rsidRDefault="003558F6" w:rsidP="003558F6">
      <w:pPr>
        <w:pStyle w:val="LetteraTipo"/>
        <w:rPr>
          <w:bCs/>
        </w:rPr>
      </w:pPr>
    </w:p>
    <w:p w14:paraId="061B05CD" w14:textId="77777777" w:rsidR="003558F6" w:rsidRPr="00505359" w:rsidRDefault="003558F6" w:rsidP="003558F6">
      <w:pPr>
        <w:pStyle w:val="LetteraTipo"/>
        <w:rPr>
          <w:b/>
          <w:bCs/>
        </w:rPr>
      </w:pPr>
      <w:r w:rsidRPr="00505359">
        <w:rPr>
          <w:b/>
          <w:bCs/>
        </w:rPr>
        <w:t xml:space="preserve">Costi della manodopera </w:t>
      </w:r>
      <w:sdt>
        <w:sdtPr>
          <w:rPr>
            <w:bCs/>
          </w:rPr>
          <w:id w:val="751934952"/>
          <w:placeholder>
            <w:docPart w:val="A5AF521DCA5346BF9B64BA15A261477B"/>
          </w:placeholder>
          <w:text/>
        </w:sdtPr>
        <w:sdtEndPr/>
        <w:sdtContent>
          <w:r w:rsidRPr="00505359">
            <w:rPr>
              <w:bCs/>
            </w:rPr>
            <w:t>…………...………</w:t>
          </w:r>
          <w:r>
            <w:rPr>
              <w:bCs/>
            </w:rPr>
            <w:t>…………………….</w:t>
          </w:r>
          <w:r w:rsidRPr="00505359">
            <w:rPr>
              <w:bCs/>
            </w:rPr>
            <w:t>………............................…………</w:t>
          </w:r>
        </w:sdtContent>
      </w:sdt>
    </w:p>
    <w:p w14:paraId="55BA2AAA" w14:textId="77777777" w:rsidR="003558F6" w:rsidRDefault="003558F6" w:rsidP="003558F6">
      <w:pPr>
        <w:pStyle w:val="LetteraTipo"/>
        <w:rPr>
          <w:bCs/>
        </w:rPr>
      </w:pPr>
      <w:r w:rsidRPr="00505359">
        <w:rPr>
          <w:b/>
          <w:bCs/>
        </w:rPr>
        <w:t>Costi della sicurezza da rischio specifico</w:t>
      </w:r>
      <w:sdt>
        <w:sdtPr>
          <w:rPr>
            <w:bCs/>
          </w:rPr>
          <w:id w:val="465166662"/>
          <w:placeholder>
            <w:docPart w:val="D2D8FEF3D0CB494D87899027006497AC"/>
          </w:placeholder>
          <w:text/>
        </w:sdtPr>
        <w:sdtEndPr/>
        <w:sdtContent>
          <w:r w:rsidRPr="00505359">
            <w:rPr>
              <w:bCs/>
            </w:rPr>
            <w:t>…………...………………............................…………</w:t>
          </w:r>
        </w:sdtContent>
      </w:sdt>
    </w:p>
    <w:p w14:paraId="2654DCB3" w14:textId="77777777" w:rsidR="00273F31" w:rsidRDefault="00273F31" w:rsidP="008155F5">
      <w:pPr>
        <w:pStyle w:val="LetteraTipo"/>
        <w:spacing w:line="276" w:lineRule="auto"/>
        <w:jc w:val="both"/>
      </w:pPr>
    </w:p>
    <w:p w14:paraId="3D92C199" w14:textId="77777777" w:rsidR="00AC04C0" w:rsidRDefault="00AC04C0" w:rsidP="00AC04C0">
      <w:pPr>
        <w:pStyle w:val="LetteraTipo"/>
        <w:spacing w:line="276" w:lineRule="auto"/>
        <w:jc w:val="both"/>
        <w:rPr>
          <w:b/>
        </w:rPr>
      </w:pPr>
      <w:r w:rsidRPr="00D12BE3">
        <w:rPr>
          <w:b/>
        </w:rPr>
        <w:t>N.B.</w:t>
      </w:r>
      <w:r>
        <w:rPr>
          <w:b/>
        </w:rPr>
        <w:t>1</w:t>
      </w:r>
      <w:r w:rsidRPr="00D12BE3">
        <w:rPr>
          <w:b/>
        </w:rPr>
        <w:t>:</w:t>
      </w:r>
      <w:r>
        <w:t xml:space="preserve"> </w:t>
      </w:r>
      <w:r w:rsidRPr="00DE063C">
        <w:t>Il medesimo sconto offerto verrà applicato per determinare importi e corrispettivi dell’eventuale opzione di cui all’art. 3 del Capitolato Speciale.</w:t>
      </w:r>
    </w:p>
    <w:p w14:paraId="4219F14F" w14:textId="77777777" w:rsidR="00AC04C0" w:rsidRPr="007254CF" w:rsidRDefault="00AC04C0" w:rsidP="00AC04C0">
      <w:pPr>
        <w:pStyle w:val="LetteraTipo"/>
        <w:spacing w:line="276" w:lineRule="auto"/>
        <w:jc w:val="both"/>
      </w:pPr>
      <w:r w:rsidRPr="00950882">
        <w:rPr>
          <w:b/>
        </w:rPr>
        <w:t>N.B.</w:t>
      </w:r>
      <w:r>
        <w:rPr>
          <w:b/>
        </w:rPr>
        <w:t>2</w:t>
      </w:r>
      <w:r>
        <w:t xml:space="preserve">: </w:t>
      </w:r>
      <w:r w:rsidRPr="007254CF">
        <w:t>il periodo di validità dell’offerta, a pena di esclusione dalla gara, non pot</w:t>
      </w:r>
      <w:r>
        <w:t xml:space="preserve">rà essere inferiore a 6 mesi </w:t>
      </w:r>
      <w:r w:rsidRPr="007254CF">
        <w:t xml:space="preserve">dalla data di scadenza del termine per la presentazione delle offerte. </w:t>
      </w:r>
    </w:p>
    <w:p w14:paraId="784B3EA9" w14:textId="77777777" w:rsidR="00AC04C0" w:rsidRDefault="00AC04C0" w:rsidP="00AC04C0">
      <w:pPr>
        <w:pStyle w:val="LetteraTipo"/>
        <w:spacing w:line="276" w:lineRule="auto"/>
        <w:jc w:val="both"/>
      </w:pPr>
      <w:r>
        <w:rPr>
          <w:b/>
        </w:rPr>
        <w:t>N.B.3</w:t>
      </w:r>
      <w:r w:rsidRPr="00A64D3E">
        <w:rPr>
          <w:b/>
        </w:rPr>
        <w:t>:</w:t>
      </w:r>
      <w:r>
        <w:t xml:space="preserve"> In caso di mancata corrispondenza tra gli sconti espressi in cifre e quelli espressi il lettere, prevarranno quelli espressi in lettere.</w:t>
      </w:r>
    </w:p>
    <w:p w14:paraId="79AFC6DD" w14:textId="77777777" w:rsidR="00AC04C0" w:rsidRDefault="00AC04C0" w:rsidP="00AC04C0">
      <w:pPr>
        <w:pStyle w:val="LetteraTipo"/>
        <w:jc w:val="both"/>
        <w:rPr>
          <w:rFonts w:eastAsia="Calibri"/>
        </w:rPr>
      </w:pPr>
      <w:r>
        <w:rPr>
          <w:b/>
        </w:rPr>
        <w:lastRenderedPageBreak/>
        <w:t>N.B.4</w:t>
      </w:r>
      <w:r w:rsidRPr="00A64D3E">
        <w:rPr>
          <w:b/>
        </w:rPr>
        <w:t>:</w:t>
      </w:r>
      <w:r>
        <w:t xml:space="preserve"> </w:t>
      </w:r>
      <w:r w:rsidRPr="00607AB2">
        <w:rPr>
          <w:rFonts w:eastAsia="Calibri"/>
        </w:rPr>
        <w:t>l’offerta economica presentata si intende omnicomprensiva e compensativa di tutte le attività che verranno poste in essere per l’espletamento dell’appalto secondo quanto prescritto dalla documentazione di gara.</w:t>
      </w:r>
    </w:p>
    <w:p w14:paraId="0A215547" w14:textId="77777777" w:rsidR="00D4161B" w:rsidRDefault="00D4161B" w:rsidP="00F860B6">
      <w:pPr>
        <w:pStyle w:val="LetteraTipo"/>
        <w:jc w:val="both"/>
        <w:rPr>
          <w:b/>
          <w:sz w:val="24"/>
          <w:szCs w:val="24"/>
        </w:rPr>
      </w:pPr>
    </w:p>
    <w:p w14:paraId="32752978" w14:textId="77777777" w:rsidR="00AC04C0" w:rsidRDefault="00AC04C0" w:rsidP="00F860B6">
      <w:pPr>
        <w:pStyle w:val="LetteraTipo"/>
        <w:jc w:val="both"/>
        <w:rPr>
          <w:b/>
          <w:sz w:val="24"/>
          <w:szCs w:val="24"/>
        </w:rPr>
      </w:pPr>
    </w:p>
    <w:p w14:paraId="4801F03F" w14:textId="5982AFC6" w:rsidR="00DE15B8" w:rsidRPr="007254CF" w:rsidRDefault="00DE15B8" w:rsidP="00F860B6">
      <w:pPr>
        <w:pStyle w:val="LetteraTipo"/>
        <w:jc w:val="both"/>
        <w:rPr>
          <w:b/>
          <w:sz w:val="24"/>
          <w:szCs w:val="24"/>
        </w:rPr>
      </w:pPr>
      <w:r w:rsidRPr="007254CF">
        <w:rPr>
          <w:b/>
          <w:sz w:val="24"/>
          <w:szCs w:val="24"/>
        </w:rPr>
        <w:t>A</w:t>
      </w:r>
      <w:r w:rsidR="002241BE" w:rsidRPr="007254CF">
        <w:rPr>
          <w:b/>
          <w:sz w:val="24"/>
          <w:szCs w:val="24"/>
        </w:rPr>
        <w:t>TI/CONSORZI</w:t>
      </w:r>
      <w:r w:rsidRPr="007254CF">
        <w:rPr>
          <w:b/>
          <w:sz w:val="24"/>
          <w:szCs w:val="24"/>
        </w:rPr>
        <w:t xml:space="preserve"> </w:t>
      </w:r>
      <w:r w:rsidR="00C444BF">
        <w:rPr>
          <w:b/>
          <w:sz w:val="24"/>
          <w:szCs w:val="24"/>
        </w:rPr>
        <w:t>di cui all’art. 48 del D.l</w:t>
      </w:r>
      <w:r w:rsidR="00BE5000" w:rsidRPr="007254CF">
        <w:rPr>
          <w:b/>
          <w:sz w:val="24"/>
          <w:szCs w:val="24"/>
        </w:rPr>
        <w:t>gs. n. 50/2016</w:t>
      </w:r>
      <w:r w:rsidR="00206D1E">
        <w:rPr>
          <w:b/>
          <w:sz w:val="24"/>
          <w:szCs w:val="24"/>
        </w:rPr>
        <w:t xml:space="preserve"> e s.m.i.</w:t>
      </w:r>
      <w:r w:rsidR="00BE5000" w:rsidRPr="007254CF">
        <w:rPr>
          <w:b/>
          <w:sz w:val="24"/>
          <w:szCs w:val="24"/>
        </w:rPr>
        <w:t xml:space="preserve"> </w:t>
      </w:r>
      <w:r w:rsidR="002241BE" w:rsidRPr="007254CF">
        <w:rPr>
          <w:b/>
          <w:sz w:val="24"/>
          <w:szCs w:val="24"/>
        </w:rPr>
        <w:t>COSTITUITI</w:t>
      </w:r>
      <w:r w:rsidR="00B9334F" w:rsidRPr="007254CF">
        <w:rPr>
          <w:b/>
          <w:sz w:val="24"/>
          <w:szCs w:val="24"/>
        </w:rPr>
        <w:t>:</w:t>
      </w:r>
    </w:p>
    <w:p w14:paraId="0D6A788F" w14:textId="77777777" w:rsidR="00DE15B8" w:rsidRPr="001D5EB3" w:rsidRDefault="00DE15B8" w:rsidP="00F860B6">
      <w:pPr>
        <w:pStyle w:val="LetteraTipo"/>
        <w:jc w:val="both"/>
      </w:pPr>
    </w:p>
    <w:p w14:paraId="489FB275" w14:textId="77777777" w:rsidR="004D20F5" w:rsidRPr="001D5EB3" w:rsidRDefault="003B1614" w:rsidP="00F860B6">
      <w:pPr>
        <w:pStyle w:val="LetteraTipo"/>
        <w:jc w:val="both"/>
      </w:pPr>
      <w:r w:rsidRPr="001D5EB3">
        <w:t>L’</w:t>
      </w:r>
      <w:r w:rsidR="004D20F5" w:rsidRPr="001D5EB3">
        <w:t>Impresa/Società</w:t>
      </w:r>
      <w:sdt>
        <w:sdtPr>
          <w:id w:val="589887174"/>
          <w:placeholder>
            <w:docPart w:val="DefaultPlaceholder_1081868574"/>
          </w:placeholder>
          <w:text/>
        </w:sdtPr>
        <w:sdtEndPr/>
        <w:sdtContent>
          <w:r w:rsidR="004D20F5" w:rsidRPr="001D5EB3">
            <w:t>...........................................................................</w:t>
          </w:r>
          <w:r w:rsidRPr="001D5EB3">
            <w:t>...................................</w:t>
          </w:r>
          <w:r w:rsidR="004D20F5" w:rsidRPr="001D5EB3">
            <w:t>................</w:t>
          </w:r>
        </w:sdtContent>
      </w:sdt>
      <w:r w:rsidR="004D20F5" w:rsidRPr="001D5EB3">
        <w:t>in qualità di Mandataria/Capogruppo della costituita Associazione Temporanea d'Imprese/Consorzio in forza del mandato collettivo speciale con rappresentanza, irrevocabile, allegato alla documentazione che correda la presente offerta,</w:t>
      </w:r>
    </w:p>
    <w:p w14:paraId="0A3FCBDA" w14:textId="77777777" w:rsidR="008832B0" w:rsidRDefault="008832B0" w:rsidP="00F860B6">
      <w:pPr>
        <w:pStyle w:val="LetteraTipo"/>
        <w:jc w:val="both"/>
      </w:pPr>
    </w:p>
    <w:p w14:paraId="30E124A0" w14:textId="77777777" w:rsidR="004D20F5" w:rsidRPr="001D5EB3" w:rsidRDefault="004D20F5" w:rsidP="00F860B6">
      <w:pPr>
        <w:pStyle w:val="LetteraTipo"/>
        <w:jc w:val="both"/>
        <w:rPr>
          <w:i/>
        </w:rPr>
      </w:pPr>
      <w:r w:rsidRPr="001D5EB3">
        <w:rPr>
          <w:i/>
        </w:rPr>
        <w:t>ai sensi degli articoli 46 e 47 del DPR 28 dicembre 2000 n. 445, consapevole delle sanzioni penali previste dall'articolo 76 del medesimo DPR 445/2000, per le ipotesi di falsità in atti e dichiarazioni mendaci ivi indicate,</w:t>
      </w:r>
    </w:p>
    <w:p w14:paraId="52078264" w14:textId="77777777" w:rsidR="008832B0" w:rsidRDefault="00DE15B8" w:rsidP="007254CF">
      <w:pPr>
        <w:pStyle w:val="LetteraTipo"/>
        <w:jc w:val="center"/>
        <w:rPr>
          <w:b/>
        </w:rPr>
      </w:pPr>
      <w:r w:rsidRPr="007254CF">
        <w:rPr>
          <w:b/>
        </w:rPr>
        <w:t>DICHIARA</w:t>
      </w:r>
    </w:p>
    <w:p w14:paraId="4D565C9E" w14:textId="05222706" w:rsidR="00DE15B8" w:rsidRPr="007254CF" w:rsidRDefault="00DE15B8" w:rsidP="007254CF">
      <w:pPr>
        <w:pStyle w:val="LetteraTipo"/>
        <w:jc w:val="center"/>
        <w:rPr>
          <w:b/>
        </w:rPr>
      </w:pPr>
      <w:r w:rsidRPr="007254CF">
        <w:rPr>
          <w:b/>
        </w:rPr>
        <w:t>che la medesima</w:t>
      </w:r>
    </w:p>
    <w:p w14:paraId="681CC2F7" w14:textId="24497822" w:rsidR="003E7C08" w:rsidRDefault="00733BB4" w:rsidP="00C60ABC">
      <w:pPr>
        <w:pStyle w:val="LetteraTipo"/>
        <w:jc w:val="center"/>
        <w:rPr>
          <w:b/>
        </w:rPr>
      </w:pPr>
      <w:r w:rsidRPr="007254CF">
        <w:rPr>
          <w:b/>
        </w:rPr>
        <w:t>SI OBBLIGA</w:t>
      </w:r>
    </w:p>
    <w:p w14:paraId="0CB5EBD9" w14:textId="77777777" w:rsidR="008832B0" w:rsidRDefault="008832B0" w:rsidP="009C25B2">
      <w:pPr>
        <w:pStyle w:val="LetteraTipo"/>
        <w:jc w:val="both"/>
        <w:rPr>
          <w:b/>
        </w:rPr>
      </w:pPr>
    </w:p>
    <w:p w14:paraId="3D9A88C6" w14:textId="77777777" w:rsidR="009C25B2" w:rsidRPr="002E45D6" w:rsidRDefault="009C25B2" w:rsidP="009C25B2">
      <w:pPr>
        <w:pStyle w:val="LetteraTipo"/>
        <w:jc w:val="both"/>
      </w:pPr>
      <w:r w:rsidRPr="002E45D6">
        <w:t xml:space="preserve">ad eseguire l’appalto in oggetto secondo quanto prescritto dalla documentazione tecnica alle seguenti condizioni: </w:t>
      </w:r>
    </w:p>
    <w:p w14:paraId="60DCABC1" w14:textId="77777777" w:rsidR="008832B0" w:rsidRDefault="008832B0" w:rsidP="005F3398">
      <w:pPr>
        <w:pStyle w:val="LetteraTipo"/>
        <w:jc w:val="both"/>
      </w:pPr>
    </w:p>
    <w:p w14:paraId="02C04D43" w14:textId="77777777" w:rsidR="008E52E0" w:rsidRPr="002E45D6" w:rsidRDefault="008E52E0" w:rsidP="008E52E0">
      <w:pPr>
        <w:pStyle w:val="LetteraTipo"/>
        <w:jc w:val="both"/>
      </w:pPr>
      <w:r>
        <w:rPr>
          <w:b/>
        </w:rPr>
        <w:t>S</w:t>
      </w:r>
      <w:r w:rsidRPr="008E52E0">
        <w:rPr>
          <w:b/>
        </w:rPr>
        <w:t>conto unico percentuale</w:t>
      </w:r>
      <w:r>
        <w:rPr>
          <w:b/>
        </w:rPr>
        <w:t xml:space="preserve"> offerto</w:t>
      </w:r>
      <w:r w:rsidRPr="00770A1D">
        <w:rPr>
          <w:b/>
        </w:rPr>
        <w:t xml:space="preserve"> approssimato alla seconda cifra decimale </w:t>
      </w:r>
      <w:r>
        <w:rPr>
          <w:b/>
          <w:i/>
        </w:rPr>
        <w:t xml:space="preserve">(in </w:t>
      </w:r>
      <w:r w:rsidRPr="002E45D6">
        <w:rPr>
          <w:b/>
          <w:i/>
        </w:rPr>
        <w:t>cifre):</w:t>
      </w:r>
      <w:r w:rsidRPr="002E45D6">
        <w:rPr>
          <w:i/>
        </w:rPr>
        <w:t xml:space="preserve"> </w:t>
      </w:r>
      <w:sdt>
        <w:sdtPr>
          <w:id w:val="-1106499591"/>
          <w:placeholder>
            <w:docPart w:val="A6F55097BA254BB5BCEEAA9BFB6DEBFA"/>
          </w:placeholder>
        </w:sdtPr>
        <w:sdtEndPr/>
        <w:sdtContent>
          <w:r w:rsidRPr="001D5EB3">
            <w:t>………………………………….….……………………………………………..………………</w:t>
          </w:r>
        </w:sdtContent>
      </w:sdt>
    </w:p>
    <w:p w14:paraId="2660AE0D" w14:textId="77777777" w:rsidR="008E52E0" w:rsidRDefault="008E52E0" w:rsidP="008E52E0">
      <w:pPr>
        <w:rPr>
          <w:rFonts w:ascii="Arial" w:hAnsi="Arial" w:cs="Arial"/>
          <w:sz w:val="20"/>
          <w:szCs w:val="20"/>
        </w:rPr>
      </w:pPr>
    </w:p>
    <w:p w14:paraId="6601F0BB" w14:textId="77777777" w:rsidR="008E52E0" w:rsidRPr="00F56600" w:rsidRDefault="008E52E0" w:rsidP="008E52E0">
      <w:pPr>
        <w:jc w:val="both"/>
        <w:rPr>
          <w:rFonts w:ascii="Arial" w:hAnsi="Arial" w:cs="Arial"/>
          <w:b/>
          <w:i/>
          <w:sz w:val="20"/>
          <w:szCs w:val="20"/>
        </w:rPr>
      </w:pPr>
      <w:r w:rsidRPr="008E52E0">
        <w:rPr>
          <w:rFonts w:ascii="Arial" w:hAnsi="Arial" w:cs="Arial"/>
          <w:b/>
          <w:sz w:val="20"/>
          <w:szCs w:val="20"/>
        </w:rPr>
        <w:t xml:space="preserve">Sconto unico percentuale offerto </w:t>
      </w:r>
      <w:r w:rsidRPr="00770A1D">
        <w:rPr>
          <w:rFonts w:ascii="Arial" w:hAnsi="Arial" w:cs="Arial"/>
          <w:b/>
          <w:sz w:val="20"/>
          <w:szCs w:val="20"/>
        </w:rPr>
        <w:t xml:space="preserve">approssimato alla seconda cifra decimale </w:t>
      </w:r>
      <w:r w:rsidRPr="00F56600">
        <w:rPr>
          <w:rFonts w:ascii="Arial" w:hAnsi="Arial" w:cs="Arial"/>
          <w:b/>
          <w:i/>
          <w:sz w:val="20"/>
          <w:szCs w:val="20"/>
        </w:rPr>
        <w:t>(in lettere)</w:t>
      </w:r>
    </w:p>
    <w:p w14:paraId="737D15C4" w14:textId="77777777" w:rsidR="008E52E0" w:rsidRPr="00D00D8F" w:rsidRDefault="00657A03" w:rsidP="008E52E0">
      <w:pPr>
        <w:rPr>
          <w:rFonts w:ascii="Arial" w:hAnsi="Arial" w:cs="Arial"/>
          <w:b/>
          <w:i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821730248"/>
          <w:placeholder>
            <w:docPart w:val="14A0BA4DCEF0421B945266B1AF33D21C"/>
          </w:placeholder>
        </w:sdtPr>
        <w:sdtEndPr/>
        <w:sdtContent>
          <w:r w:rsidR="008E52E0" w:rsidRPr="001D5EB3">
            <w:rPr>
              <w:rFonts w:ascii="Arial" w:hAnsi="Arial" w:cs="Arial"/>
              <w:sz w:val="20"/>
              <w:szCs w:val="20"/>
            </w:rPr>
            <w:t>………………………………….….……………………………………………..………………</w:t>
          </w:r>
        </w:sdtContent>
      </w:sdt>
    </w:p>
    <w:p w14:paraId="20B8E642" w14:textId="4E6F697C" w:rsidR="008E52E0" w:rsidRDefault="008E52E0" w:rsidP="008E52E0">
      <w:pPr>
        <w:pStyle w:val="LetteraTipo"/>
        <w:jc w:val="both"/>
        <w:rPr>
          <w:iCs/>
        </w:rPr>
      </w:pPr>
      <w:r w:rsidRPr="008E52E0">
        <w:rPr>
          <w:iCs/>
        </w:rPr>
        <w:t xml:space="preserve">da applicare all’importo complessivo dell’affidamento per la durata di 73 mesi, al netto delle opzioni, pari ad </w:t>
      </w:r>
      <w:r w:rsidRPr="008E52E0">
        <w:rPr>
          <w:b/>
          <w:iCs/>
        </w:rPr>
        <w:t>€ 3.552.500,00</w:t>
      </w:r>
      <w:r w:rsidR="00DE063C">
        <w:rPr>
          <w:iCs/>
        </w:rPr>
        <w:t>, oltre IVA, e, dettagliatamente, alle seguenti tipologie di spesa:</w:t>
      </w:r>
    </w:p>
    <w:p w14:paraId="207EC106" w14:textId="77777777" w:rsidR="00DE063C" w:rsidRPr="00DE063C" w:rsidRDefault="00DE063C" w:rsidP="00DE063C">
      <w:pPr>
        <w:pStyle w:val="LetteraTipo"/>
        <w:rPr>
          <w:iCs/>
        </w:rPr>
      </w:pPr>
    </w:p>
    <w:tbl>
      <w:tblPr>
        <w:tblW w:w="9351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 w:firstRow="1" w:lastRow="0" w:firstColumn="1" w:lastColumn="0" w:noHBand="0" w:noVBand="1"/>
      </w:tblPr>
      <w:tblGrid>
        <w:gridCol w:w="5365"/>
        <w:gridCol w:w="1028"/>
        <w:gridCol w:w="1462"/>
        <w:gridCol w:w="1496"/>
      </w:tblGrid>
      <w:tr w:rsidR="00DE063C" w:rsidRPr="00DE063C" w14:paraId="40B99053" w14:textId="77777777" w:rsidTr="00506674">
        <w:tc>
          <w:tcPr>
            <w:tcW w:w="5365" w:type="dxa"/>
            <w:shd w:val="clear" w:color="auto" w:fill="DEEAF6" w:themeFill="accent1" w:themeFillTint="33"/>
          </w:tcPr>
          <w:p w14:paraId="39BFD886" w14:textId="77777777" w:rsidR="00DE063C" w:rsidRPr="00DE063C" w:rsidRDefault="00DE063C" w:rsidP="00DE063C">
            <w:pPr>
              <w:pStyle w:val="LetteraTipo"/>
              <w:rPr>
                <w:b/>
                <w:iCs/>
              </w:rPr>
            </w:pPr>
            <w:r w:rsidRPr="00DE063C">
              <w:rPr>
                <w:b/>
                <w:iCs/>
              </w:rPr>
              <w:t>Tipologia di spesa</w:t>
            </w:r>
          </w:p>
          <w:p w14:paraId="0FE26240" w14:textId="77777777" w:rsidR="00DE063C" w:rsidRPr="00DE063C" w:rsidRDefault="00DE063C" w:rsidP="00DE063C">
            <w:pPr>
              <w:pStyle w:val="LetteraTipo"/>
              <w:rPr>
                <w:b/>
                <w:iCs/>
              </w:rPr>
            </w:pPr>
          </w:p>
        </w:tc>
        <w:tc>
          <w:tcPr>
            <w:tcW w:w="1028" w:type="dxa"/>
            <w:shd w:val="clear" w:color="auto" w:fill="DEEAF6" w:themeFill="accent1" w:themeFillTint="33"/>
          </w:tcPr>
          <w:p w14:paraId="7ADFF55B" w14:textId="77777777" w:rsidR="00DE063C" w:rsidRPr="00DE063C" w:rsidRDefault="00DE063C" w:rsidP="00DE063C">
            <w:pPr>
              <w:pStyle w:val="LetteraTipo"/>
              <w:jc w:val="both"/>
              <w:rPr>
                <w:b/>
                <w:iCs/>
              </w:rPr>
            </w:pPr>
            <w:r w:rsidRPr="00DE063C">
              <w:rPr>
                <w:b/>
                <w:iCs/>
              </w:rPr>
              <w:t>Quantità</w:t>
            </w:r>
          </w:p>
        </w:tc>
        <w:tc>
          <w:tcPr>
            <w:tcW w:w="1462" w:type="dxa"/>
            <w:shd w:val="clear" w:color="auto" w:fill="DEEAF6" w:themeFill="accent1" w:themeFillTint="33"/>
          </w:tcPr>
          <w:p w14:paraId="7CD4A887" w14:textId="77777777" w:rsidR="00DE063C" w:rsidRPr="00DE063C" w:rsidRDefault="00DE063C" w:rsidP="00DE063C">
            <w:pPr>
              <w:pStyle w:val="LetteraTipo"/>
              <w:jc w:val="both"/>
              <w:rPr>
                <w:b/>
                <w:iCs/>
              </w:rPr>
            </w:pPr>
            <w:r w:rsidRPr="00DE063C">
              <w:rPr>
                <w:b/>
                <w:iCs/>
              </w:rPr>
              <w:t>Importo unitario i.e.</w:t>
            </w:r>
          </w:p>
        </w:tc>
        <w:tc>
          <w:tcPr>
            <w:tcW w:w="1496" w:type="dxa"/>
            <w:shd w:val="clear" w:color="auto" w:fill="DEEAF6" w:themeFill="accent1" w:themeFillTint="33"/>
          </w:tcPr>
          <w:p w14:paraId="055248A5" w14:textId="77777777" w:rsidR="00DE063C" w:rsidRPr="00DE063C" w:rsidRDefault="00DE063C" w:rsidP="00DE063C">
            <w:pPr>
              <w:pStyle w:val="LetteraTipo"/>
              <w:jc w:val="both"/>
              <w:rPr>
                <w:b/>
                <w:iCs/>
              </w:rPr>
            </w:pPr>
            <w:r w:rsidRPr="00DE063C">
              <w:rPr>
                <w:b/>
                <w:iCs/>
              </w:rPr>
              <w:t>Importo totale i.e.</w:t>
            </w:r>
          </w:p>
        </w:tc>
      </w:tr>
      <w:tr w:rsidR="00DE063C" w:rsidRPr="00DE063C" w14:paraId="1176176E" w14:textId="77777777" w:rsidTr="00506674">
        <w:tc>
          <w:tcPr>
            <w:tcW w:w="5365" w:type="dxa"/>
          </w:tcPr>
          <w:p w14:paraId="29E28457" w14:textId="77777777" w:rsidR="00DE063C" w:rsidRPr="00DE063C" w:rsidRDefault="00DE063C" w:rsidP="002A76C0">
            <w:pPr>
              <w:pStyle w:val="LetteraTipo"/>
              <w:numPr>
                <w:ilvl w:val="0"/>
                <w:numId w:val="17"/>
              </w:numPr>
              <w:rPr>
                <w:iCs/>
              </w:rPr>
            </w:pPr>
            <w:r w:rsidRPr="00DE063C">
              <w:rPr>
                <w:iCs/>
              </w:rPr>
              <w:t>Validatrici di titoli di viaggio per i bus COTRAL completi di kit di montaggio.</w:t>
            </w:r>
          </w:p>
        </w:tc>
        <w:tc>
          <w:tcPr>
            <w:tcW w:w="1028" w:type="dxa"/>
            <w:vAlign w:val="center"/>
          </w:tcPr>
          <w:p w14:paraId="71FBBC51" w14:textId="77777777" w:rsidR="00DE063C" w:rsidRPr="00DE063C" w:rsidRDefault="00DE063C" w:rsidP="00DE063C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t>1.750</w:t>
            </w:r>
          </w:p>
        </w:tc>
        <w:tc>
          <w:tcPr>
            <w:tcW w:w="1462" w:type="dxa"/>
            <w:vAlign w:val="center"/>
          </w:tcPr>
          <w:p w14:paraId="617470E6" w14:textId="77777777" w:rsidR="00DE063C" w:rsidRPr="00DE063C" w:rsidRDefault="00DE063C" w:rsidP="00DE063C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t>€1.550</w:t>
            </w:r>
          </w:p>
        </w:tc>
        <w:tc>
          <w:tcPr>
            <w:tcW w:w="1496" w:type="dxa"/>
            <w:vAlign w:val="center"/>
          </w:tcPr>
          <w:p w14:paraId="4B1C22F6" w14:textId="77777777" w:rsidR="00DE063C" w:rsidRPr="00DE063C" w:rsidRDefault="00DE063C" w:rsidP="00DE063C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t>€2.712.500</w:t>
            </w:r>
          </w:p>
        </w:tc>
      </w:tr>
      <w:tr w:rsidR="00DE063C" w:rsidRPr="00DE063C" w14:paraId="5C7A804E" w14:textId="77777777" w:rsidTr="00506674">
        <w:tc>
          <w:tcPr>
            <w:tcW w:w="5365" w:type="dxa"/>
          </w:tcPr>
          <w:p w14:paraId="7A6D8530" w14:textId="77777777" w:rsidR="00DE063C" w:rsidRPr="00DE063C" w:rsidRDefault="00DE063C" w:rsidP="002A76C0">
            <w:pPr>
              <w:pStyle w:val="LetteraTipo"/>
              <w:numPr>
                <w:ilvl w:val="0"/>
                <w:numId w:val="17"/>
              </w:numPr>
              <w:rPr>
                <w:iCs/>
              </w:rPr>
            </w:pPr>
            <w:r w:rsidRPr="00DE063C">
              <w:rPr>
                <w:iCs/>
              </w:rPr>
              <w:t>Installazione delle validatrici sui bus di proprietà della COTRAL dislocati sul territorio della Regione Lazio. Sono inclusi la rimozione e lo smaltimento dei dispositivi sostituiti.</w:t>
            </w:r>
          </w:p>
        </w:tc>
        <w:tc>
          <w:tcPr>
            <w:tcW w:w="1028" w:type="dxa"/>
            <w:vAlign w:val="center"/>
          </w:tcPr>
          <w:p w14:paraId="569B8569" w14:textId="77777777" w:rsidR="00DE063C" w:rsidRPr="00DE063C" w:rsidRDefault="00DE063C" w:rsidP="00DE063C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t>1.550*</w:t>
            </w:r>
          </w:p>
        </w:tc>
        <w:tc>
          <w:tcPr>
            <w:tcW w:w="1462" w:type="dxa"/>
            <w:vAlign w:val="center"/>
          </w:tcPr>
          <w:p w14:paraId="2759FA77" w14:textId="77777777" w:rsidR="00DE063C" w:rsidRPr="00DE063C" w:rsidRDefault="00DE063C" w:rsidP="00DE063C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t>€300</w:t>
            </w:r>
          </w:p>
        </w:tc>
        <w:tc>
          <w:tcPr>
            <w:tcW w:w="1496" w:type="dxa"/>
            <w:vAlign w:val="center"/>
          </w:tcPr>
          <w:p w14:paraId="41EA8198" w14:textId="77777777" w:rsidR="00DE063C" w:rsidRPr="00DE063C" w:rsidRDefault="00DE063C" w:rsidP="00DE063C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t>€465.000</w:t>
            </w:r>
          </w:p>
        </w:tc>
      </w:tr>
      <w:tr w:rsidR="00DE063C" w:rsidRPr="00DE063C" w14:paraId="61467F03" w14:textId="77777777" w:rsidTr="00506674">
        <w:tc>
          <w:tcPr>
            <w:tcW w:w="5365" w:type="dxa"/>
          </w:tcPr>
          <w:p w14:paraId="6299133D" w14:textId="77777777" w:rsidR="00DE063C" w:rsidRPr="00DE063C" w:rsidRDefault="00DE063C" w:rsidP="002A76C0">
            <w:pPr>
              <w:pStyle w:val="LetteraTipo"/>
              <w:numPr>
                <w:ilvl w:val="0"/>
                <w:numId w:val="17"/>
              </w:numPr>
              <w:rPr>
                <w:iCs/>
              </w:rPr>
            </w:pPr>
            <w:r w:rsidRPr="00DE063C">
              <w:rPr>
                <w:iCs/>
              </w:rPr>
              <w:t xml:space="preserve">Garanzia hardware di </w:t>
            </w:r>
            <w:r w:rsidRPr="00DE063C">
              <w:rPr>
                <w:b/>
                <w:iCs/>
              </w:rPr>
              <w:t>24 mesi</w:t>
            </w:r>
            <w:r w:rsidRPr="00DE063C">
              <w:rPr>
                <w:iCs/>
              </w:rPr>
              <w:t xml:space="preserve"> a valere dalla data di completamento delle installazioni dei dispositivi.</w:t>
            </w:r>
          </w:p>
        </w:tc>
        <w:tc>
          <w:tcPr>
            <w:tcW w:w="1028" w:type="dxa"/>
            <w:vAlign w:val="center"/>
          </w:tcPr>
          <w:p w14:paraId="2584025F" w14:textId="77777777" w:rsidR="00DE063C" w:rsidRPr="00DE063C" w:rsidRDefault="00DE063C" w:rsidP="00DE063C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t>1</w:t>
            </w:r>
          </w:p>
        </w:tc>
        <w:tc>
          <w:tcPr>
            <w:tcW w:w="2958" w:type="dxa"/>
            <w:gridSpan w:val="2"/>
            <w:vAlign w:val="center"/>
          </w:tcPr>
          <w:p w14:paraId="545BCFFA" w14:textId="77777777" w:rsidR="00DE063C" w:rsidRPr="00DE063C" w:rsidRDefault="00DE063C" w:rsidP="00DE063C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t>Incluso</w:t>
            </w:r>
          </w:p>
        </w:tc>
      </w:tr>
      <w:tr w:rsidR="00DE063C" w:rsidRPr="00DE063C" w14:paraId="708AA1CA" w14:textId="77777777" w:rsidTr="00506674">
        <w:tc>
          <w:tcPr>
            <w:tcW w:w="5365" w:type="dxa"/>
          </w:tcPr>
          <w:p w14:paraId="68838415" w14:textId="77777777" w:rsidR="00DE063C" w:rsidRPr="00DE063C" w:rsidRDefault="00DE063C" w:rsidP="002A76C0">
            <w:pPr>
              <w:pStyle w:val="LetteraTipo"/>
              <w:numPr>
                <w:ilvl w:val="0"/>
                <w:numId w:val="17"/>
              </w:numPr>
              <w:rPr>
                <w:iCs/>
              </w:rPr>
            </w:pPr>
            <w:r w:rsidRPr="00DE063C">
              <w:rPr>
                <w:iCs/>
              </w:rPr>
              <w:t xml:space="preserve">Configurazione e fornitura in modalità </w:t>
            </w:r>
            <w:proofErr w:type="spellStart"/>
            <w:r w:rsidRPr="00DE063C">
              <w:rPr>
                <w:iCs/>
              </w:rPr>
              <w:t>SaaS</w:t>
            </w:r>
            <w:proofErr w:type="spellEnd"/>
            <w:r w:rsidRPr="00DE063C">
              <w:rPr>
                <w:iCs/>
              </w:rPr>
              <w:t xml:space="preserve"> (</w:t>
            </w:r>
            <w:r w:rsidRPr="00DE063C">
              <w:rPr>
                <w:i/>
                <w:iCs/>
              </w:rPr>
              <w:t xml:space="preserve">Software </w:t>
            </w:r>
            <w:proofErr w:type="spellStart"/>
            <w:r w:rsidRPr="00DE063C">
              <w:rPr>
                <w:i/>
                <w:iCs/>
              </w:rPr>
              <w:t>as</w:t>
            </w:r>
            <w:proofErr w:type="spellEnd"/>
            <w:r w:rsidRPr="00DE063C">
              <w:rPr>
                <w:i/>
                <w:iCs/>
              </w:rPr>
              <w:t xml:space="preserve"> a service</w:t>
            </w:r>
            <w:r w:rsidRPr="00DE063C">
              <w:rPr>
                <w:iCs/>
              </w:rPr>
              <w:t>) di un sistema di monitoraggio e gestione da remoto delle validatrici (piattaforma di gestione).</w:t>
            </w:r>
          </w:p>
        </w:tc>
        <w:tc>
          <w:tcPr>
            <w:tcW w:w="1028" w:type="dxa"/>
            <w:vAlign w:val="center"/>
          </w:tcPr>
          <w:p w14:paraId="186F0C59" w14:textId="77777777" w:rsidR="00DE063C" w:rsidRPr="00DE063C" w:rsidRDefault="00DE063C" w:rsidP="00DE063C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t>1</w:t>
            </w:r>
          </w:p>
        </w:tc>
        <w:tc>
          <w:tcPr>
            <w:tcW w:w="2958" w:type="dxa"/>
            <w:gridSpan w:val="2"/>
            <w:vAlign w:val="center"/>
          </w:tcPr>
          <w:p w14:paraId="77396954" w14:textId="77777777" w:rsidR="00DE063C" w:rsidRPr="00DE063C" w:rsidRDefault="00DE063C" w:rsidP="00DE063C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t>Incluso</w:t>
            </w:r>
          </w:p>
        </w:tc>
      </w:tr>
      <w:tr w:rsidR="00DE063C" w:rsidRPr="00DE063C" w14:paraId="6E6D984A" w14:textId="77777777" w:rsidTr="00506674">
        <w:tc>
          <w:tcPr>
            <w:tcW w:w="5365" w:type="dxa"/>
          </w:tcPr>
          <w:p w14:paraId="116DC057" w14:textId="77777777" w:rsidR="00DE063C" w:rsidRPr="00DE063C" w:rsidRDefault="00DE063C" w:rsidP="002A76C0">
            <w:pPr>
              <w:pStyle w:val="LetteraTipo"/>
              <w:numPr>
                <w:ilvl w:val="0"/>
                <w:numId w:val="17"/>
              </w:numPr>
              <w:rPr>
                <w:iCs/>
              </w:rPr>
            </w:pPr>
            <w:r w:rsidRPr="00DE063C">
              <w:rPr>
                <w:iCs/>
              </w:rPr>
              <w:t xml:space="preserve">Canone annuo per servizi di </w:t>
            </w:r>
            <w:proofErr w:type="spellStart"/>
            <w:r w:rsidRPr="00DE063C">
              <w:rPr>
                <w:i/>
                <w:iCs/>
              </w:rPr>
              <w:t>cloud</w:t>
            </w:r>
            <w:proofErr w:type="spellEnd"/>
            <w:r w:rsidRPr="00DE063C">
              <w:rPr>
                <w:i/>
                <w:iCs/>
              </w:rPr>
              <w:t xml:space="preserve"> </w:t>
            </w:r>
            <w:proofErr w:type="spellStart"/>
            <w:r w:rsidRPr="00DE063C">
              <w:rPr>
                <w:i/>
                <w:iCs/>
              </w:rPr>
              <w:t>computing</w:t>
            </w:r>
            <w:proofErr w:type="spellEnd"/>
            <w:r w:rsidRPr="00DE063C">
              <w:rPr>
                <w:iCs/>
              </w:rPr>
              <w:t xml:space="preserve"> e per manutenzione ordinaria della piattaforma di </w:t>
            </w:r>
            <w:r w:rsidRPr="00DE063C">
              <w:rPr>
                <w:iCs/>
              </w:rPr>
              <w:lastRenderedPageBreak/>
              <w:t>gestione. Durata: 60 mesi dalla data di completamento delle installazioni dei dispositivi.</w:t>
            </w:r>
          </w:p>
        </w:tc>
        <w:tc>
          <w:tcPr>
            <w:tcW w:w="1028" w:type="dxa"/>
            <w:vAlign w:val="center"/>
          </w:tcPr>
          <w:p w14:paraId="3A788A1F" w14:textId="77777777" w:rsidR="00DE063C" w:rsidRPr="00DE063C" w:rsidRDefault="00DE063C" w:rsidP="00DE063C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lastRenderedPageBreak/>
              <w:t>5</w:t>
            </w:r>
          </w:p>
        </w:tc>
        <w:tc>
          <w:tcPr>
            <w:tcW w:w="1462" w:type="dxa"/>
            <w:vAlign w:val="center"/>
          </w:tcPr>
          <w:p w14:paraId="3D5789CC" w14:textId="77777777" w:rsidR="00DE063C" w:rsidRPr="00DE063C" w:rsidRDefault="00DE063C" w:rsidP="00DE063C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t>50.000</w:t>
            </w:r>
          </w:p>
        </w:tc>
        <w:tc>
          <w:tcPr>
            <w:tcW w:w="1496" w:type="dxa"/>
            <w:vAlign w:val="center"/>
          </w:tcPr>
          <w:p w14:paraId="624E3C56" w14:textId="77777777" w:rsidR="00DE063C" w:rsidRPr="00DE063C" w:rsidRDefault="00DE063C" w:rsidP="00DE063C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t>250.000</w:t>
            </w:r>
          </w:p>
        </w:tc>
      </w:tr>
      <w:tr w:rsidR="00DE063C" w:rsidRPr="00DE063C" w14:paraId="2EDCBD83" w14:textId="77777777" w:rsidTr="00506674">
        <w:tc>
          <w:tcPr>
            <w:tcW w:w="5365" w:type="dxa"/>
          </w:tcPr>
          <w:p w14:paraId="7D78420B" w14:textId="77777777" w:rsidR="00DE063C" w:rsidRPr="00DE063C" w:rsidRDefault="00DE063C" w:rsidP="002A76C0">
            <w:pPr>
              <w:pStyle w:val="LetteraTipo"/>
              <w:numPr>
                <w:ilvl w:val="0"/>
                <w:numId w:val="17"/>
              </w:numPr>
              <w:rPr>
                <w:iCs/>
              </w:rPr>
            </w:pPr>
            <w:r w:rsidRPr="00DE063C">
              <w:rPr>
                <w:iCs/>
              </w:rPr>
              <w:t>Fornitura di un SDK (</w:t>
            </w:r>
            <w:r w:rsidRPr="00DE063C">
              <w:rPr>
                <w:i/>
                <w:iCs/>
              </w:rPr>
              <w:t xml:space="preserve">Software </w:t>
            </w:r>
            <w:proofErr w:type="spellStart"/>
            <w:r w:rsidRPr="00DE063C">
              <w:rPr>
                <w:i/>
                <w:iCs/>
              </w:rPr>
              <w:t>development</w:t>
            </w:r>
            <w:proofErr w:type="spellEnd"/>
            <w:r w:rsidRPr="00DE063C">
              <w:rPr>
                <w:i/>
                <w:iCs/>
              </w:rPr>
              <w:t xml:space="preserve"> kit</w:t>
            </w:r>
            <w:r w:rsidRPr="00DE063C">
              <w:rPr>
                <w:iCs/>
              </w:rPr>
              <w:t>) per lo sviluppo e l’integrazione di software da parte della Stazione Appaltante (es. integrazione vs Sistema bigliettazione elettronica, Centrale operativa, etc).</w:t>
            </w:r>
          </w:p>
        </w:tc>
        <w:tc>
          <w:tcPr>
            <w:tcW w:w="1028" w:type="dxa"/>
            <w:vAlign w:val="center"/>
          </w:tcPr>
          <w:p w14:paraId="098AA73F" w14:textId="77777777" w:rsidR="00DE063C" w:rsidRPr="00DE063C" w:rsidRDefault="00DE063C" w:rsidP="00DE063C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t>1</w:t>
            </w:r>
          </w:p>
        </w:tc>
        <w:tc>
          <w:tcPr>
            <w:tcW w:w="2958" w:type="dxa"/>
            <w:gridSpan w:val="2"/>
            <w:vAlign w:val="center"/>
          </w:tcPr>
          <w:p w14:paraId="273ECA1F" w14:textId="77777777" w:rsidR="00DE063C" w:rsidRPr="00DE063C" w:rsidRDefault="00DE063C" w:rsidP="00DE063C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t>Incluso</w:t>
            </w:r>
          </w:p>
        </w:tc>
      </w:tr>
      <w:tr w:rsidR="00DE063C" w:rsidRPr="00DE063C" w14:paraId="1509EEA8" w14:textId="77777777" w:rsidTr="00506674">
        <w:tc>
          <w:tcPr>
            <w:tcW w:w="5365" w:type="dxa"/>
          </w:tcPr>
          <w:p w14:paraId="655F118C" w14:textId="77777777" w:rsidR="00DE063C" w:rsidRPr="00DE063C" w:rsidRDefault="00DE063C" w:rsidP="002A76C0">
            <w:pPr>
              <w:pStyle w:val="LetteraTipo"/>
              <w:numPr>
                <w:ilvl w:val="0"/>
                <w:numId w:val="17"/>
              </w:numPr>
              <w:rPr>
                <w:iCs/>
              </w:rPr>
            </w:pPr>
            <w:r w:rsidRPr="00DE063C">
              <w:rPr>
                <w:iCs/>
              </w:rPr>
              <w:t xml:space="preserve">Supporto tecnico ai team di sviluppo software – interni e in </w:t>
            </w:r>
            <w:r w:rsidRPr="00DE063C">
              <w:rPr>
                <w:i/>
                <w:iCs/>
              </w:rPr>
              <w:t>outsourcing</w:t>
            </w:r>
            <w:r w:rsidRPr="00DE063C">
              <w:rPr>
                <w:iCs/>
              </w:rPr>
              <w:t xml:space="preserve"> – della Stazione Appaltante per l’integrazione del sistema fornito con le componenti applicative funzionali alla messa in esercizio delle validatrici secondo le specifiche di funzionamento esplicitate nel capitolato di gara.</w:t>
            </w:r>
          </w:p>
        </w:tc>
        <w:tc>
          <w:tcPr>
            <w:tcW w:w="1028" w:type="dxa"/>
            <w:vAlign w:val="center"/>
          </w:tcPr>
          <w:p w14:paraId="0B31023A" w14:textId="77777777" w:rsidR="00DE063C" w:rsidRPr="00DE063C" w:rsidRDefault="00DE063C" w:rsidP="00DE063C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t>1</w:t>
            </w:r>
          </w:p>
        </w:tc>
        <w:tc>
          <w:tcPr>
            <w:tcW w:w="2958" w:type="dxa"/>
            <w:gridSpan w:val="2"/>
            <w:vAlign w:val="center"/>
          </w:tcPr>
          <w:p w14:paraId="722F20CB" w14:textId="77777777" w:rsidR="00DE063C" w:rsidRPr="00DE063C" w:rsidRDefault="00DE063C" w:rsidP="00DE063C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t>Incluso</w:t>
            </w:r>
          </w:p>
        </w:tc>
      </w:tr>
      <w:tr w:rsidR="00DE063C" w:rsidRPr="00DE063C" w14:paraId="788DE3CE" w14:textId="77777777" w:rsidTr="00506674">
        <w:tc>
          <w:tcPr>
            <w:tcW w:w="5365" w:type="dxa"/>
          </w:tcPr>
          <w:p w14:paraId="39154D84" w14:textId="77777777" w:rsidR="00DE063C" w:rsidRPr="00DE063C" w:rsidRDefault="00DE063C" w:rsidP="002A76C0">
            <w:pPr>
              <w:pStyle w:val="LetteraTipo"/>
              <w:numPr>
                <w:ilvl w:val="0"/>
                <w:numId w:val="17"/>
              </w:numPr>
              <w:rPr>
                <w:iCs/>
              </w:rPr>
            </w:pPr>
            <w:r w:rsidRPr="00DE063C">
              <w:rPr>
                <w:iCs/>
              </w:rPr>
              <w:t>Formazione del personale tecnico di Cotral Spa per la manutenzione di primo livello degli apparati e sull’uso della piattaforma di gestione.</w:t>
            </w:r>
          </w:p>
        </w:tc>
        <w:tc>
          <w:tcPr>
            <w:tcW w:w="1028" w:type="dxa"/>
            <w:vAlign w:val="center"/>
          </w:tcPr>
          <w:p w14:paraId="014B9A6C" w14:textId="77777777" w:rsidR="00DE063C" w:rsidRPr="00DE063C" w:rsidRDefault="00DE063C" w:rsidP="00DE063C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t>1</w:t>
            </w:r>
          </w:p>
        </w:tc>
        <w:tc>
          <w:tcPr>
            <w:tcW w:w="2958" w:type="dxa"/>
            <w:gridSpan w:val="2"/>
            <w:vAlign w:val="center"/>
          </w:tcPr>
          <w:p w14:paraId="4C6FD010" w14:textId="77777777" w:rsidR="00DE063C" w:rsidRPr="00DE063C" w:rsidRDefault="00DE063C" w:rsidP="00DE063C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t>Inclusa.</w:t>
            </w:r>
          </w:p>
        </w:tc>
      </w:tr>
      <w:tr w:rsidR="00DE063C" w:rsidRPr="00DE063C" w14:paraId="1F8145CB" w14:textId="77777777" w:rsidTr="00506674">
        <w:tc>
          <w:tcPr>
            <w:tcW w:w="5365" w:type="dxa"/>
          </w:tcPr>
          <w:p w14:paraId="76695403" w14:textId="77777777" w:rsidR="00DE063C" w:rsidRPr="00DE063C" w:rsidRDefault="00DE063C" w:rsidP="002A76C0">
            <w:pPr>
              <w:pStyle w:val="LetteraTipo"/>
              <w:numPr>
                <w:ilvl w:val="0"/>
                <w:numId w:val="17"/>
              </w:numPr>
              <w:rPr>
                <w:iCs/>
              </w:rPr>
            </w:pPr>
            <w:r w:rsidRPr="00DE063C">
              <w:rPr>
                <w:iCs/>
              </w:rPr>
              <w:t>Supporto specialistico hardware e software (giornate/FTE) da impiegare nel periodo di validità contrattuale per attività di manutenzione straordinaria ed evolutiva su tutti gli elementi che compongono la fornitura.</w:t>
            </w:r>
          </w:p>
        </w:tc>
        <w:tc>
          <w:tcPr>
            <w:tcW w:w="1028" w:type="dxa"/>
            <w:vAlign w:val="center"/>
          </w:tcPr>
          <w:p w14:paraId="41C8F2CC" w14:textId="77777777" w:rsidR="00DE063C" w:rsidRPr="00DE063C" w:rsidRDefault="00DE063C" w:rsidP="00DE063C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t>250**</w:t>
            </w:r>
          </w:p>
        </w:tc>
        <w:tc>
          <w:tcPr>
            <w:tcW w:w="1462" w:type="dxa"/>
            <w:vAlign w:val="center"/>
          </w:tcPr>
          <w:p w14:paraId="551751C0" w14:textId="77777777" w:rsidR="00DE063C" w:rsidRPr="00DE063C" w:rsidRDefault="00DE063C" w:rsidP="00DE063C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t>€500</w:t>
            </w:r>
          </w:p>
        </w:tc>
        <w:tc>
          <w:tcPr>
            <w:tcW w:w="1496" w:type="dxa"/>
            <w:vAlign w:val="center"/>
          </w:tcPr>
          <w:p w14:paraId="7AA82430" w14:textId="77777777" w:rsidR="00DE063C" w:rsidRPr="00DE063C" w:rsidRDefault="00DE063C" w:rsidP="00DE063C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t>€125.000</w:t>
            </w:r>
          </w:p>
        </w:tc>
      </w:tr>
      <w:tr w:rsidR="00DE063C" w:rsidRPr="00DE063C" w14:paraId="7D26C219" w14:textId="77777777" w:rsidTr="00506674">
        <w:tc>
          <w:tcPr>
            <w:tcW w:w="7855" w:type="dxa"/>
            <w:gridSpan w:val="3"/>
          </w:tcPr>
          <w:p w14:paraId="3D5F3611" w14:textId="77777777" w:rsidR="00DE063C" w:rsidRPr="00DE063C" w:rsidRDefault="00DE063C" w:rsidP="00DE063C">
            <w:pPr>
              <w:pStyle w:val="LetteraTipo"/>
              <w:jc w:val="both"/>
              <w:rPr>
                <w:iCs/>
              </w:rPr>
            </w:pPr>
          </w:p>
        </w:tc>
        <w:tc>
          <w:tcPr>
            <w:tcW w:w="1496" w:type="dxa"/>
            <w:shd w:val="clear" w:color="auto" w:fill="DEEAF6" w:themeFill="accent1" w:themeFillTint="33"/>
            <w:vAlign w:val="center"/>
          </w:tcPr>
          <w:p w14:paraId="08AA024C" w14:textId="6E7660E0" w:rsidR="00DE063C" w:rsidRPr="00DE063C" w:rsidRDefault="00DE063C" w:rsidP="00DE063C">
            <w:pPr>
              <w:pStyle w:val="LetteraTipo"/>
              <w:jc w:val="both"/>
              <w:rPr>
                <w:b/>
                <w:iCs/>
              </w:rPr>
            </w:pPr>
            <w:r w:rsidRPr="00DE063C">
              <w:rPr>
                <w:b/>
                <w:iCs/>
              </w:rPr>
              <w:t>€</w:t>
            </w:r>
            <w:r>
              <w:rPr>
                <w:b/>
                <w:iCs/>
              </w:rPr>
              <w:t>3.552.5</w:t>
            </w:r>
            <w:r w:rsidRPr="00DE063C">
              <w:rPr>
                <w:b/>
                <w:iCs/>
              </w:rPr>
              <w:t>00,00</w:t>
            </w:r>
          </w:p>
        </w:tc>
      </w:tr>
    </w:tbl>
    <w:p w14:paraId="3FCA2846" w14:textId="77777777" w:rsidR="002A76C0" w:rsidRPr="00506674" w:rsidRDefault="002A76C0" w:rsidP="002A76C0">
      <w:pPr>
        <w:pStyle w:val="LetteraTipo"/>
        <w:jc w:val="both"/>
        <w:rPr>
          <w:iCs/>
        </w:rPr>
      </w:pPr>
      <w:r w:rsidRPr="00506674">
        <w:rPr>
          <w:i/>
          <w:iCs/>
        </w:rPr>
        <w:t>*Quantità stimata al 30.09.2022. Il numero effettivo di installazioni sarà comunicato in sede di esecuzione del Contratto</w:t>
      </w:r>
      <w:r w:rsidRPr="00506674">
        <w:rPr>
          <w:iCs/>
        </w:rPr>
        <w:t>.</w:t>
      </w:r>
      <w:r>
        <w:rPr>
          <w:iCs/>
        </w:rPr>
        <w:t xml:space="preserve"> </w:t>
      </w:r>
      <w:r>
        <w:rPr>
          <w:i/>
          <w:iCs/>
        </w:rPr>
        <w:t>L’importo di cui al punto 2</w:t>
      </w:r>
      <w:r w:rsidRPr="00506674">
        <w:rPr>
          <w:i/>
          <w:iCs/>
        </w:rPr>
        <w:t xml:space="preserve"> sarà corrisposto sulla base del numero effettivo di apparati installati.</w:t>
      </w:r>
    </w:p>
    <w:p w14:paraId="4977E005" w14:textId="77777777" w:rsidR="002A76C0" w:rsidRPr="00506674" w:rsidRDefault="002A76C0" w:rsidP="002A76C0">
      <w:pPr>
        <w:pStyle w:val="LetteraTipo"/>
        <w:jc w:val="both"/>
        <w:rPr>
          <w:iCs/>
        </w:rPr>
      </w:pPr>
      <w:r w:rsidRPr="00506674">
        <w:rPr>
          <w:i/>
          <w:iCs/>
        </w:rPr>
        <w:t>**Valore di riferimento da calcolarsi a consuntivo degli interventi specialistici richiesti/autorizzati.</w:t>
      </w:r>
      <w:r w:rsidRPr="002A76C0">
        <w:rPr>
          <w:i/>
          <w:iCs/>
        </w:rPr>
        <w:t xml:space="preserve"> </w:t>
      </w:r>
      <w:r>
        <w:rPr>
          <w:i/>
          <w:iCs/>
        </w:rPr>
        <w:t>L’importo di cui al punto 9</w:t>
      </w:r>
      <w:r w:rsidRPr="00506674">
        <w:rPr>
          <w:i/>
          <w:iCs/>
        </w:rPr>
        <w:t xml:space="preserve"> sarà corrisposto sulla base del numero effettivo di apparati installati.</w:t>
      </w:r>
    </w:p>
    <w:p w14:paraId="11349B34" w14:textId="77777777" w:rsidR="00770A1D" w:rsidRDefault="00770A1D" w:rsidP="00770A1D">
      <w:pPr>
        <w:pStyle w:val="LetteraTipo"/>
        <w:jc w:val="both"/>
        <w:rPr>
          <w:bCs/>
        </w:rPr>
      </w:pPr>
    </w:p>
    <w:p w14:paraId="3EE3DE9F" w14:textId="28F60F2E" w:rsidR="00505359" w:rsidRPr="00505359" w:rsidRDefault="00505359" w:rsidP="00505359">
      <w:pPr>
        <w:pStyle w:val="LetteraTipo"/>
        <w:rPr>
          <w:bCs/>
        </w:rPr>
      </w:pPr>
      <w:r w:rsidRPr="00505359">
        <w:rPr>
          <w:bCs/>
        </w:rPr>
        <w:t xml:space="preserve">Si indicano, ai sensi dell’art. 95 comma 10 de D.lgs. n. 50/2016 e s.m.i., i costi della manodopera e gli oneri aziendali concernenti l’adempimenti delle disposizioni in materia di salute e sicurezza sui luoghi di lavoro gravanti sul concorrente per l’espletamento delle attività oggetto di affidamento (si specifica che detti costi devono essere già inclusi nell’importo dell’offerta economica sopra indicato e devono essere specificamente indicati nella apposita sezione sotto riportata. </w:t>
      </w:r>
    </w:p>
    <w:p w14:paraId="46E04690" w14:textId="77777777" w:rsidR="00505359" w:rsidRPr="00505359" w:rsidRDefault="00505359" w:rsidP="00505359">
      <w:pPr>
        <w:pStyle w:val="LetteraTipo"/>
        <w:rPr>
          <w:bCs/>
        </w:rPr>
      </w:pPr>
    </w:p>
    <w:p w14:paraId="24FFE31F" w14:textId="3E717EBE" w:rsidR="00505359" w:rsidRPr="00505359" w:rsidRDefault="00505359" w:rsidP="00505359">
      <w:pPr>
        <w:pStyle w:val="LetteraTipo"/>
        <w:rPr>
          <w:b/>
          <w:bCs/>
        </w:rPr>
      </w:pPr>
      <w:r w:rsidRPr="00505359">
        <w:rPr>
          <w:b/>
          <w:bCs/>
        </w:rPr>
        <w:t xml:space="preserve">Costi della manodopera </w:t>
      </w:r>
      <w:sdt>
        <w:sdtPr>
          <w:rPr>
            <w:bCs/>
          </w:rPr>
          <w:id w:val="1262031446"/>
          <w:placeholder>
            <w:docPart w:val="A2E9A726AB7A4ED88A0B375FDE554A04"/>
          </w:placeholder>
          <w:text/>
        </w:sdtPr>
        <w:sdtEndPr/>
        <w:sdtContent>
          <w:r w:rsidRPr="00505359">
            <w:rPr>
              <w:bCs/>
            </w:rPr>
            <w:t>…………...………</w:t>
          </w:r>
          <w:r>
            <w:rPr>
              <w:bCs/>
            </w:rPr>
            <w:t>…………………….</w:t>
          </w:r>
          <w:r w:rsidRPr="00505359">
            <w:rPr>
              <w:bCs/>
            </w:rPr>
            <w:t>………............................…………</w:t>
          </w:r>
        </w:sdtContent>
      </w:sdt>
    </w:p>
    <w:p w14:paraId="135048EB" w14:textId="02B12890" w:rsidR="00505359" w:rsidRDefault="00505359" w:rsidP="00505359">
      <w:pPr>
        <w:pStyle w:val="LetteraTipo"/>
        <w:rPr>
          <w:bCs/>
        </w:rPr>
      </w:pPr>
      <w:r w:rsidRPr="00505359">
        <w:rPr>
          <w:b/>
          <w:bCs/>
        </w:rPr>
        <w:t>Costi della sicurezza da rischio specifico</w:t>
      </w:r>
      <w:sdt>
        <w:sdtPr>
          <w:rPr>
            <w:bCs/>
          </w:rPr>
          <w:id w:val="1476954572"/>
          <w:placeholder>
            <w:docPart w:val="0E25D3A8895A4F68BDB4E756B4CB28A6"/>
          </w:placeholder>
          <w:text/>
        </w:sdtPr>
        <w:sdtEndPr/>
        <w:sdtContent>
          <w:r w:rsidRPr="00505359">
            <w:rPr>
              <w:bCs/>
            </w:rPr>
            <w:t>…………...………………............................…………</w:t>
          </w:r>
        </w:sdtContent>
      </w:sdt>
    </w:p>
    <w:p w14:paraId="0A0A0EBB" w14:textId="77777777" w:rsidR="00505359" w:rsidRDefault="00505359" w:rsidP="00770A1D">
      <w:pPr>
        <w:pStyle w:val="LetteraTipo"/>
        <w:jc w:val="both"/>
        <w:rPr>
          <w:bCs/>
        </w:rPr>
      </w:pPr>
    </w:p>
    <w:p w14:paraId="14306D51" w14:textId="12B69BA1" w:rsidR="003A54E6" w:rsidRDefault="00D12BE3" w:rsidP="003A54E6">
      <w:pPr>
        <w:pStyle w:val="LetteraTipo"/>
        <w:spacing w:line="276" w:lineRule="auto"/>
        <w:jc w:val="both"/>
        <w:rPr>
          <w:b/>
        </w:rPr>
      </w:pPr>
      <w:r w:rsidRPr="00D12BE3">
        <w:rPr>
          <w:b/>
        </w:rPr>
        <w:t>N.B.</w:t>
      </w:r>
      <w:r>
        <w:rPr>
          <w:b/>
        </w:rPr>
        <w:t>1</w:t>
      </w:r>
      <w:r w:rsidRPr="00D12BE3">
        <w:rPr>
          <w:b/>
        </w:rPr>
        <w:t>:</w:t>
      </w:r>
      <w:r>
        <w:t xml:space="preserve"> </w:t>
      </w:r>
      <w:r w:rsidR="00DE063C" w:rsidRPr="00DE063C">
        <w:t>Il medesimo sconto offerto verrà applicato per determinare importi e corrispettivi dell’eventuale opzione di cui all’art. 3 del Capitolato Speciale.</w:t>
      </w:r>
    </w:p>
    <w:p w14:paraId="28E78743" w14:textId="5B3C26D5" w:rsidR="008E52E0" w:rsidRPr="007254CF" w:rsidRDefault="008E52E0" w:rsidP="008E52E0">
      <w:pPr>
        <w:pStyle w:val="LetteraTipo"/>
        <w:spacing w:line="276" w:lineRule="auto"/>
        <w:jc w:val="both"/>
      </w:pPr>
      <w:r w:rsidRPr="00950882">
        <w:rPr>
          <w:b/>
        </w:rPr>
        <w:t>N.B.</w:t>
      </w:r>
      <w:r w:rsidR="00D12BE3">
        <w:rPr>
          <w:b/>
        </w:rPr>
        <w:t>2</w:t>
      </w:r>
      <w:r>
        <w:t xml:space="preserve">: </w:t>
      </w:r>
      <w:r w:rsidRPr="007254CF">
        <w:t>il periodo di validità dell’offerta, a pena di esclusione dalla gara, non pot</w:t>
      </w:r>
      <w:r>
        <w:t xml:space="preserve">rà essere inferiore a 6 mesi </w:t>
      </w:r>
      <w:r w:rsidRPr="007254CF">
        <w:t xml:space="preserve">dalla data di scadenza del termine per la presentazione delle offerte. </w:t>
      </w:r>
    </w:p>
    <w:p w14:paraId="553CE117" w14:textId="29D40329" w:rsidR="008E52E0" w:rsidRDefault="008E52E0" w:rsidP="008E52E0">
      <w:pPr>
        <w:pStyle w:val="LetteraTipo"/>
        <w:spacing w:line="276" w:lineRule="auto"/>
        <w:jc w:val="both"/>
      </w:pPr>
      <w:r>
        <w:rPr>
          <w:b/>
        </w:rPr>
        <w:t>N.B.</w:t>
      </w:r>
      <w:r w:rsidR="00D12BE3">
        <w:rPr>
          <w:b/>
        </w:rPr>
        <w:t>3</w:t>
      </w:r>
      <w:r w:rsidRPr="00A64D3E">
        <w:rPr>
          <w:b/>
        </w:rPr>
        <w:t>:</w:t>
      </w:r>
      <w:r>
        <w:t xml:space="preserve"> In caso di mancata corrispondenza tra gli sconti espressi in cifre e quelli espressi il lettere, prevarranno quelli espressi in lettere.</w:t>
      </w:r>
    </w:p>
    <w:p w14:paraId="5D623F9D" w14:textId="3DF0D585" w:rsidR="00D12BE3" w:rsidRDefault="00D12BE3" w:rsidP="00D12BE3">
      <w:pPr>
        <w:pStyle w:val="LetteraTipo"/>
        <w:jc w:val="both"/>
        <w:rPr>
          <w:rFonts w:eastAsia="Calibri"/>
        </w:rPr>
      </w:pPr>
      <w:r w:rsidRPr="004B0AEF">
        <w:rPr>
          <w:b/>
        </w:rPr>
        <w:t>N.B.4:</w:t>
      </w:r>
      <w:r w:rsidRPr="004B0AEF">
        <w:t xml:space="preserve"> </w:t>
      </w:r>
      <w:r w:rsidRPr="004B0AEF">
        <w:rPr>
          <w:rFonts w:eastAsia="Calibri"/>
        </w:rPr>
        <w:t>l’offerta economica presentata si intende omnicomprensiva e compensativa di tutte le attività che verranno poste in essere per l’espletamento dell’appalto secondo quanto prescritto dalla documentazione di gara.</w:t>
      </w:r>
    </w:p>
    <w:p w14:paraId="458A155C" w14:textId="77777777" w:rsidR="00D12BE3" w:rsidRDefault="00D12BE3" w:rsidP="008E52E0">
      <w:pPr>
        <w:pStyle w:val="LetteraTipo"/>
        <w:spacing w:line="276" w:lineRule="auto"/>
        <w:jc w:val="both"/>
      </w:pPr>
    </w:p>
    <w:p w14:paraId="2C6556D0" w14:textId="67E5082C" w:rsidR="001209ED" w:rsidRPr="001D5EB3" w:rsidRDefault="001209ED" w:rsidP="00666834">
      <w:pPr>
        <w:pStyle w:val="LetteraTipo"/>
        <w:jc w:val="both"/>
      </w:pPr>
      <w:r w:rsidRPr="001D5EB3">
        <w:t>Ai sensi dell’art. 48 comma 4 del D.lgs</w:t>
      </w:r>
      <w:r w:rsidR="00B17A00" w:rsidRPr="001D5EB3">
        <w:t>.</w:t>
      </w:r>
      <w:r w:rsidRPr="001D5EB3">
        <w:t xml:space="preserve"> n. 50/2016</w:t>
      </w:r>
      <w:r w:rsidR="00206D1E">
        <w:t xml:space="preserve"> e s.m.i.</w:t>
      </w:r>
      <w:r w:rsidRPr="001D5EB3">
        <w:t>, si riportano di seguito le parti del servizio/fornitura che saranno eseguite dai singoli operatori economici riuniti o consorziati:</w:t>
      </w:r>
    </w:p>
    <w:p w14:paraId="46C03CA8" w14:textId="77777777" w:rsidR="003B1614" w:rsidRPr="001D5EB3" w:rsidRDefault="001209ED" w:rsidP="00666834">
      <w:pPr>
        <w:pStyle w:val="LetteraTipo"/>
        <w:jc w:val="both"/>
      </w:pPr>
      <w:r w:rsidRPr="001D5EB3">
        <w:t xml:space="preserve">-Impresa </w:t>
      </w:r>
      <w:sdt>
        <w:sdtPr>
          <w:id w:val="1509020651"/>
          <w:placeholder>
            <w:docPart w:val="DefaultPlaceholder_1081868574"/>
          </w:placeholder>
          <w:text/>
        </w:sdtPr>
        <w:sdtEndPr/>
        <w:sdtContent>
          <w:r w:rsidR="00A01CAB" w:rsidRPr="001D5EB3">
            <w:t>……………………………………………………………………………………………………..…</w:t>
          </w:r>
        </w:sdtContent>
      </w:sdt>
    </w:p>
    <w:p w14:paraId="57E3E3BA" w14:textId="77777777" w:rsidR="001209ED" w:rsidRPr="001D5EB3" w:rsidRDefault="001209ED" w:rsidP="00666834">
      <w:pPr>
        <w:pStyle w:val="LetteraTipo"/>
        <w:jc w:val="both"/>
      </w:pPr>
      <w:r w:rsidRPr="001D5EB3">
        <w:t xml:space="preserve">-parte servizio/fornitura </w:t>
      </w:r>
      <w:sdt>
        <w:sdtPr>
          <w:id w:val="1146320142"/>
          <w:placeholder>
            <w:docPart w:val="DefaultPlaceholder_1081868574"/>
          </w:placeholder>
          <w:text/>
        </w:sdtPr>
        <w:sdtEndPr/>
        <w:sdtContent>
          <w:r w:rsidR="00A01CAB" w:rsidRPr="001D5EB3">
            <w:t>………………………………………………………………………..………………</w:t>
          </w:r>
        </w:sdtContent>
      </w:sdt>
    </w:p>
    <w:p w14:paraId="5CA44995" w14:textId="77777777" w:rsidR="001209ED" w:rsidRPr="001D5EB3" w:rsidRDefault="001209ED" w:rsidP="00666834">
      <w:pPr>
        <w:pStyle w:val="LetteraTipo"/>
        <w:jc w:val="both"/>
      </w:pPr>
      <w:r w:rsidRPr="001D5EB3">
        <w:t>-Impresa</w:t>
      </w:r>
      <w:r w:rsidR="003B1614" w:rsidRPr="001D5EB3">
        <w:t xml:space="preserve"> </w:t>
      </w:r>
      <w:sdt>
        <w:sdtPr>
          <w:id w:val="-430665395"/>
          <w:placeholder>
            <w:docPart w:val="DefaultPlaceholder_1081868574"/>
          </w:placeholder>
          <w:text/>
        </w:sdtPr>
        <w:sdtEndPr/>
        <w:sdtContent>
          <w:r w:rsidR="00A01CAB" w:rsidRPr="001D5EB3">
            <w:t>……………………………………………………………………………………………………..…</w:t>
          </w:r>
        </w:sdtContent>
      </w:sdt>
      <w:r w:rsidRPr="001D5EB3">
        <w:t xml:space="preserve"> </w:t>
      </w:r>
    </w:p>
    <w:p w14:paraId="25A7D25D" w14:textId="77777777" w:rsidR="001209ED" w:rsidRPr="001D5EB3" w:rsidRDefault="001209ED" w:rsidP="00666834">
      <w:pPr>
        <w:pStyle w:val="LetteraTipo"/>
        <w:jc w:val="both"/>
      </w:pPr>
      <w:r w:rsidRPr="001D5EB3">
        <w:t>-parte servizio/f</w:t>
      </w:r>
      <w:r w:rsidR="003B1614" w:rsidRPr="001D5EB3">
        <w:t xml:space="preserve">ornitura </w:t>
      </w:r>
      <w:sdt>
        <w:sdtPr>
          <w:id w:val="-1613036665"/>
          <w:placeholder>
            <w:docPart w:val="DefaultPlaceholder_1081868574"/>
          </w:placeholder>
          <w:text/>
        </w:sdtPr>
        <w:sdtEndPr/>
        <w:sdtContent>
          <w:r w:rsidR="00A01CAB" w:rsidRPr="001D5EB3">
            <w:t>………………………………………………………………..………………………</w:t>
          </w:r>
        </w:sdtContent>
      </w:sdt>
    </w:p>
    <w:p w14:paraId="323E0F94" w14:textId="77777777" w:rsidR="001209ED" w:rsidRPr="001D5EB3" w:rsidRDefault="003B1614" w:rsidP="00666834">
      <w:pPr>
        <w:pStyle w:val="LetteraTipo"/>
        <w:jc w:val="both"/>
      </w:pPr>
      <w:r w:rsidRPr="001D5EB3">
        <w:t xml:space="preserve">-Impresa </w:t>
      </w:r>
      <w:sdt>
        <w:sdtPr>
          <w:id w:val="-1542280735"/>
          <w:placeholder>
            <w:docPart w:val="DefaultPlaceholder_1081868574"/>
          </w:placeholder>
          <w:text/>
        </w:sdtPr>
        <w:sdtEndPr/>
        <w:sdtContent>
          <w:r w:rsidR="00A01CAB" w:rsidRPr="001D5EB3">
            <w:t>……………………………………………………………………………………………………..…</w:t>
          </w:r>
        </w:sdtContent>
      </w:sdt>
    </w:p>
    <w:p w14:paraId="11E879C9" w14:textId="77777777" w:rsidR="001209ED" w:rsidRPr="001D5EB3" w:rsidRDefault="001209ED" w:rsidP="00666834">
      <w:pPr>
        <w:pStyle w:val="LetteraTipo"/>
        <w:jc w:val="both"/>
      </w:pPr>
      <w:r w:rsidRPr="001D5EB3">
        <w:t>-part</w:t>
      </w:r>
      <w:r w:rsidR="003B1614" w:rsidRPr="001D5EB3">
        <w:t xml:space="preserve">e servizio/fornitura </w:t>
      </w:r>
      <w:sdt>
        <w:sdtPr>
          <w:id w:val="-1907687694"/>
          <w:placeholder>
            <w:docPart w:val="DefaultPlaceholder_1081868574"/>
          </w:placeholder>
          <w:text/>
        </w:sdtPr>
        <w:sdtEndPr/>
        <w:sdtContent>
          <w:r w:rsidR="00A01CAB" w:rsidRPr="001D5EB3">
            <w:t>………………………………………………………………..………………………</w:t>
          </w:r>
        </w:sdtContent>
      </w:sdt>
    </w:p>
    <w:p w14:paraId="3F946A88" w14:textId="77777777" w:rsidR="00C01609" w:rsidRDefault="00C01609" w:rsidP="00666834">
      <w:pPr>
        <w:pStyle w:val="LetteraTipo"/>
        <w:jc w:val="both"/>
        <w:rPr>
          <w:u w:val="single"/>
        </w:rPr>
      </w:pPr>
    </w:p>
    <w:p w14:paraId="1C764FF5" w14:textId="77777777" w:rsidR="00273F31" w:rsidRDefault="00273F31" w:rsidP="00F860B6">
      <w:pPr>
        <w:pStyle w:val="LetteraTipo"/>
        <w:jc w:val="both"/>
        <w:rPr>
          <w:b/>
          <w:sz w:val="24"/>
          <w:szCs w:val="24"/>
        </w:rPr>
      </w:pPr>
    </w:p>
    <w:p w14:paraId="3BC7AFAF" w14:textId="587762D0" w:rsidR="00B9334F" w:rsidRPr="007254CF" w:rsidRDefault="00B9334F" w:rsidP="00F860B6">
      <w:pPr>
        <w:pStyle w:val="LetteraTipo"/>
        <w:jc w:val="both"/>
        <w:rPr>
          <w:b/>
          <w:sz w:val="24"/>
          <w:szCs w:val="24"/>
        </w:rPr>
      </w:pPr>
      <w:r w:rsidRPr="007254CF">
        <w:rPr>
          <w:b/>
          <w:sz w:val="24"/>
          <w:szCs w:val="24"/>
        </w:rPr>
        <w:t xml:space="preserve">ATI /CONSORZI </w:t>
      </w:r>
      <w:r w:rsidR="00B17A00" w:rsidRPr="007254CF">
        <w:rPr>
          <w:b/>
          <w:sz w:val="24"/>
          <w:szCs w:val="24"/>
        </w:rPr>
        <w:t>di cui all’art. 48 del D.l</w:t>
      </w:r>
      <w:r w:rsidR="00BE5000" w:rsidRPr="007254CF">
        <w:rPr>
          <w:b/>
          <w:sz w:val="24"/>
          <w:szCs w:val="24"/>
        </w:rPr>
        <w:t>gs. n. 50/2016</w:t>
      </w:r>
      <w:r w:rsidR="00206D1E">
        <w:rPr>
          <w:b/>
          <w:sz w:val="24"/>
          <w:szCs w:val="24"/>
        </w:rPr>
        <w:t xml:space="preserve"> e s.m.i.</w:t>
      </w:r>
      <w:r w:rsidR="00BE5000" w:rsidRPr="007254CF">
        <w:rPr>
          <w:b/>
          <w:sz w:val="24"/>
          <w:szCs w:val="24"/>
        </w:rPr>
        <w:t xml:space="preserve"> </w:t>
      </w:r>
      <w:r w:rsidR="002241BE" w:rsidRPr="007254CF">
        <w:rPr>
          <w:b/>
          <w:sz w:val="24"/>
          <w:szCs w:val="24"/>
        </w:rPr>
        <w:t>COSTITUENDI</w:t>
      </w:r>
      <w:r w:rsidRPr="007254CF">
        <w:rPr>
          <w:b/>
          <w:sz w:val="24"/>
          <w:szCs w:val="24"/>
        </w:rPr>
        <w:t>:</w:t>
      </w:r>
    </w:p>
    <w:p w14:paraId="76ABA2F7" w14:textId="77777777" w:rsidR="005E7678" w:rsidRPr="001D5EB3" w:rsidRDefault="005E7678" w:rsidP="00F860B6">
      <w:pPr>
        <w:pStyle w:val="LetteraTipo"/>
        <w:jc w:val="both"/>
      </w:pPr>
    </w:p>
    <w:p w14:paraId="3197C821" w14:textId="77777777" w:rsidR="004D20F5" w:rsidRPr="001D5EB3" w:rsidRDefault="004D20F5" w:rsidP="00F860B6">
      <w:pPr>
        <w:pStyle w:val="LetteraTipo"/>
        <w:jc w:val="both"/>
      </w:pPr>
      <w:r w:rsidRPr="001D5EB3">
        <w:t>Le sotto riportate imprese:</w:t>
      </w:r>
    </w:p>
    <w:p w14:paraId="26E57122" w14:textId="77777777" w:rsidR="007035A8" w:rsidRPr="001D5EB3" w:rsidRDefault="00657A03" w:rsidP="00F860B6">
      <w:pPr>
        <w:pStyle w:val="LetteraTipo"/>
        <w:jc w:val="both"/>
      </w:pPr>
      <w:sdt>
        <w:sdtPr>
          <w:id w:val="-1937594540"/>
          <w:placeholder>
            <w:docPart w:val="B0BF1E41428642188B5BAC36EDA98D95"/>
          </w:placeholder>
          <w:text/>
        </w:sdtPr>
        <w:sdtEndPr/>
        <w:sdtContent>
          <w:r w:rsidR="007035A8" w:rsidRPr="001D5EB3">
            <w:t>………………………………</w:t>
          </w:r>
        </w:sdtContent>
      </w:sdt>
      <w:r w:rsidR="007035A8" w:rsidRPr="001D5EB3">
        <w:t xml:space="preserve"> con sede </w:t>
      </w:r>
      <w:sdt>
        <w:sdtPr>
          <w:id w:val="-1664700970"/>
          <w:placeholder>
            <w:docPart w:val="B0BF1E41428642188B5BAC36EDA98D95"/>
          </w:placeholder>
          <w:text/>
        </w:sdtPr>
        <w:sdtEndPr/>
        <w:sdtContent>
          <w:r w:rsidR="007035A8" w:rsidRPr="001D5EB3">
            <w:t>…………………………………….</w:t>
          </w:r>
        </w:sdtContent>
      </w:sdt>
      <w:r w:rsidR="007035A8" w:rsidRPr="001D5EB3">
        <w:t xml:space="preserve"> (Mandataria/Capogruppo)</w:t>
      </w:r>
    </w:p>
    <w:p w14:paraId="4B31E258" w14:textId="77777777" w:rsidR="007035A8" w:rsidRPr="001D5EB3" w:rsidRDefault="00657A03" w:rsidP="00F860B6">
      <w:pPr>
        <w:pStyle w:val="LetteraTipo"/>
        <w:jc w:val="both"/>
      </w:pPr>
      <w:sdt>
        <w:sdtPr>
          <w:id w:val="1115640184"/>
          <w:placeholder>
            <w:docPart w:val="6CF34720A58546AC993583D4C2E6A897"/>
          </w:placeholder>
          <w:text/>
        </w:sdtPr>
        <w:sdtEndPr/>
        <w:sdtContent>
          <w:r w:rsidR="007035A8" w:rsidRPr="001D5EB3">
            <w:t>…………….……………………….……………</w:t>
          </w:r>
        </w:sdtContent>
      </w:sdt>
      <w:r w:rsidR="007035A8" w:rsidRPr="001D5EB3">
        <w:t xml:space="preserve"> con sede </w:t>
      </w:r>
      <w:sdt>
        <w:sdtPr>
          <w:id w:val="-1059168125"/>
          <w:placeholder>
            <w:docPart w:val="6CF34720A58546AC993583D4C2E6A897"/>
          </w:placeholder>
          <w:text/>
        </w:sdtPr>
        <w:sdtEndPr/>
        <w:sdtContent>
          <w:r w:rsidR="007035A8" w:rsidRPr="001D5EB3">
            <w:t>………………………………………………..</w:t>
          </w:r>
        </w:sdtContent>
      </w:sdt>
    </w:p>
    <w:p w14:paraId="53C51E43" w14:textId="77777777" w:rsidR="007035A8" w:rsidRPr="001D5EB3" w:rsidRDefault="00657A03" w:rsidP="00F860B6">
      <w:pPr>
        <w:pStyle w:val="LetteraTipo"/>
        <w:jc w:val="both"/>
      </w:pPr>
      <w:sdt>
        <w:sdtPr>
          <w:id w:val="-396050195"/>
          <w:placeholder>
            <w:docPart w:val="796777AB3BBB42B8B289913E268C86E5"/>
          </w:placeholder>
          <w:text/>
        </w:sdtPr>
        <w:sdtEndPr/>
        <w:sdtContent>
          <w:r w:rsidR="007035A8" w:rsidRPr="001D5EB3">
            <w:t>…………………………………………………..</w:t>
          </w:r>
        </w:sdtContent>
      </w:sdt>
      <w:r w:rsidR="007035A8" w:rsidRPr="001D5EB3">
        <w:t xml:space="preserve"> con sede </w:t>
      </w:r>
      <w:sdt>
        <w:sdtPr>
          <w:id w:val="-1395112278"/>
          <w:placeholder>
            <w:docPart w:val="796777AB3BBB42B8B289913E268C86E5"/>
          </w:placeholder>
          <w:text/>
        </w:sdtPr>
        <w:sdtEndPr/>
        <w:sdtContent>
          <w:r w:rsidR="007035A8" w:rsidRPr="001D5EB3">
            <w:t>………………………………………………..</w:t>
          </w:r>
        </w:sdtContent>
      </w:sdt>
    </w:p>
    <w:p w14:paraId="4C26D771" w14:textId="77777777" w:rsidR="007035A8" w:rsidRPr="001D5EB3" w:rsidRDefault="00657A03" w:rsidP="00F860B6">
      <w:pPr>
        <w:pStyle w:val="LetteraTipo"/>
        <w:jc w:val="both"/>
      </w:pPr>
      <w:sdt>
        <w:sdtPr>
          <w:id w:val="991766253"/>
          <w:placeholder>
            <w:docPart w:val="67D1E1CB77B844DFAF9FD9D09047B32C"/>
          </w:placeholder>
          <w:text/>
        </w:sdtPr>
        <w:sdtEndPr/>
        <w:sdtContent>
          <w:r w:rsidR="007035A8" w:rsidRPr="001D5EB3">
            <w:t>…………………………………………………...</w:t>
          </w:r>
        </w:sdtContent>
      </w:sdt>
      <w:r w:rsidR="007035A8" w:rsidRPr="001D5EB3">
        <w:t xml:space="preserve"> con sede </w:t>
      </w:r>
      <w:sdt>
        <w:sdtPr>
          <w:id w:val="-1759509408"/>
          <w:placeholder>
            <w:docPart w:val="67D1E1CB77B844DFAF9FD9D09047B32C"/>
          </w:placeholder>
          <w:text/>
        </w:sdtPr>
        <w:sdtEndPr/>
        <w:sdtContent>
          <w:r w:rsidR="007035A8" w:rsidRPr="001D5EB3">
            <w:t>……………………………………………….</w:t>
          </w:r>
        </w:sdtContent>
      </w:sdt>
    </w:p>
    <w:p w14:paraId="7BA533CF" w14:textId="77777777" w:rsidR="008832B0" w:rsidRDefault="00657A03" w:rsidP="00F860B6">
      <w:pPr>
        <w:pStyle w:val="LetteraTipo"/>
        <w:jc w:val="both"/>
      </w:pPr>
      <w:sdt>
        <w:sdtPr>
          <w:id w:val="1899708576"/>
          <w:placeholder>
            <w:docPart w:val="905D0AC763D44B22B6ABC0C5DCEE38FB"/>
          </w:placeholder>
          <w:text/>
        </w:sdtPr>
        <w:sdtEndPr/>
        <w:sdtContent>
          <w:r w:rsidR="007035A8" w:rsidRPr="001D5EB3">
            <w:t>……………………………….………………………………………………………………………………</w:t>
          </w:r>
        </w:sdtContent>
      </w:sdt>
    </w:p>
    <w:p w14:paraId="5EDF75FA" w14:textId="77777777" w:rsidR="00D4161B" w:rsidRDefault="00D4161B" w:rsidP="00F860B6">
      <w:pPr>
        <w:pStyle w:val="LetteraTipo"/>
        <w:jc w:val="both"/>
      </w:pPr>
    </w:p>
    <w:p w14:paraId="408E77A4" w14:textId="0BC1891C" w:rsidR="004D20F5" w:rsidRPr="001D5EB3" w:rsidRDefault="004D20F5" w:rsidP="00F860B6">
      <w:pPr>
        <w:pStyle w:val="LetteraTipo"/>
        <w:jc w:val="both"/>
      </w:pPr>
      <w:r w:rsidRPr="001D5EB3">
        <w:t>impegnate a costituirsi in ATI/Consorzio, in caso di aggiudicazione,</w:t>
      </w:r>
      <w:r w:rsidRPr="001D5EB3">
        <w:rPr>
          <w:i/>
        </w:rPr>
        <w:t xml:space="preserve"> </w:t>
      </w:r>
      <w:r w:rsidRPr="001D5EB3">
        <w:t>mediante</w:t>
      </w:r>
      <w:r w:rsidRPr="001D5EB3">
        <w:rPr>
          <w:i/>
        </w:rPr>
        <w:t xml:space="preserve"> </w:t>
      </w:r>
      <w:r w:rsidRPr="001D5EB3">
        <w:t>conferimento di mandato collettivo speciale con rappresentanza all’impresa qualificata come mandataria o capogruppo, la quale stipulerà il contratto in nome proprio e delle mandanti, cosi come dichiarato nella documentazione che correda la presente offerta,</w:t>
      </w:r>
    </w:p>
    <w:p w14:paraId="1AB5A2DC" w14:textId="77777777" w:rsidR="008832B0" w:rsidRDefault="008832B0" w:rsidP="00F860B6">
      <w:pPr>
        <w:pStyle w:val="LetteraTipo"/>
        <w:jc w:val="both"/>
      </w:pPr>
    </w:p>
    <w:p w14:paraId="294CC891" w14:textId="77777777" w:rsidR="004D20F5" w:rsidRPr="001D5EB3" w:rsidRDefault="004D20F5" w:rsidP="00F860B6">
      <w:pPr>
        <w:pStyle w:val="LetteraTipo"/>
        <w:jc w:val="both"/>
        <w:rPr>
          <w:i/>
        </w:rPr>
      </w:pPr>
      <w:r w:rsidRPr="001D5EB3">
        <w:rPr>
          <w:i/>
        </w:rPr>
        <w:t>ai sensi degli articoli 46 e 47 del DPR 28 dicembre 2000 n. 445, consapevoli delle sanzioni penali previste dall'articolo 76 del medesimo DPR 445/2000, per le ipotesi di falsità in atti e dichiarazioni mendaci ivi indicate,</w:t>
      </w:r>
    </w:p>
    <w:p w14:paraId="3DBDD6D4" w14:textId="77777777" w:rsidR="00D4161B" w:rsidRDefault="00D4161B" w:rsidP="007254CF">
      <w:pPr>
        <w:pStyle w:val="LetteraTipo"/>
        <w:jc w:val="center"/>
        <w:rPr>
          <w:b/>
        </w:rPr>
      </w:pPr>
    </w:p>
    <w:p w14:paraId="6B210213" w14:textId="77777777" w:rsidR="005E7678" w:rsidRPr="007254CF" w:rsidRDefault="001A3602" w:rsidP="007254CF">
      <w:pPr>
        <w:pStyle w:val="LetteraTipo"/>
        <w:jc w:val="center"/>
        <w:rPr>
          <w:b/>
        </w:rPr>
      </w:pPr>
      <w:r w:rsidRPr="007254CF">
        <w:rPr>
          <w:b/>
        </w:rPr>
        <w:t>D</w:t>
      </w:r>
      <w:r w:rsidR="005E7678" w:rsidRPr="007254CF">
        <w:rPr>
          <w:b/>
        </w:rPr>
        <w:t>ICHIARANO CONGIUNTAMENTE</w:t>
      </w:r>
    </w:p>
    <w:p w14:paraId="6C598492" w14:textId="77777777" w:rsidR="005E7678" w:rsidRPr="007254CF" w:rsidRDefault="005E7678" w:rsidP="007254CF">
      <w:pPr>
        <w:pStyle w:val="LetteraTipo"/>
        <w:jc w:val="center"/>
        <w:rPr>
          <w:b/>
        </w:rPr>
      </w:pPr>
      <w:r w:rsidRPr="007254CF">
        <w:rPr>
          <w:b/>
        </w:rPr>
        <w:t>che le medesime</w:t>
      </w:r>
    </w:p>
    <w:p w14:paraId="4D0B81D6" w14:textId="3F00C9E4" w:rsidR="00E364AD" w:rsidRDefault="005E7678" w:rsidP="00D00D8F">
      <w:pPr>
        <w:pStyle w:val="LetteraTipo"/>
        <w:jc w:val="center"/>
        <w:rPr>
          <w:b/>
        </w:rPr>
      </w:pPr>
      <w:r w:rsidRPr="007254CF">
        <w:rPr>
          <w:b/>
        </w:rPr>
        <w:t xml:space="preserve">SI </w:t>
      </w:r>
      <w:r w:rsidR="00733BB4" w:rsidRPr="007254CF">
        <w:rPr>
          <w:b/>
        </w:rPr>
        <w:t>OBBLIGANO</w:t>
      </w:r>
    </w:p>
    <w:p w14:paraId="204762C8" w14:textId="77777777" w:rsidR="008832B0" w:rsidRDefault="008832B0" w:rsidP="00B83000">
      <w:pPr>
        <w:pStyle w:val="LetteraTipo"/>
        <w:jc w:val="both"/>
      </w:pPr>
    </w:p>
    <w:p w14:paraId="69854964" w14:textId="395D5DDE" w:rsidR="00B83000" w:rsidRDefault="00B83000" w:rsidP="00B83000">
      <w:pPr>
        <w:pStyle w:val="LetteraTipo"/>
        <w:jc w:val="both"/>
        <w:rPr>
          <w:b/>
        </w:rPr>
      </w:pPr>
      <w:r w:rsidRPr="002E45D6">
        <w:t>ad eseguire l’appalto in oggetto secondo quanto prescritto dalla documentazione tecnica alle seguenti condizioni:</w:t>
      </w:r>
    </w:p>
    <w:p w14:paraId="22E758D3" w14:textId="77777777" w:rsidR="008832B0" w:rsidRDefault="008832B0" w:rsidP="005F3398">
      <w:pPr>
        <w:pStyle w:val="LetteraTipo"/>
        <w:jc w:val="both"/>
        <w:rPr>
          <w:b/>
        </w:rPr>
      </w:pPr>
    </w:p>
    <w:p w14:paraId="3EA57AA5" w14:textId="77777777" w:rsidR="00DE063C" w:rsidRPr="002E45D6" w:rsidRDefault="00DE063C" w:rsidP="00DE063C">
      <w:pPr>
        <w:pStyle w:val="LetteraTipo"/>
        <w:jc w:val="both"/>
      </w:pPr>
      <w:r>
        <w:rPr>
          <w:b/>
        </w:rPr>
        <w:t>S</w:t>
      </w:r>
      <w:r w:rsidRPr="008E52E0">
        <w:rPr>
          <w:b/>
        </w:rPr>
        <w:t>conto unico percentuale</w:t>
      </w:r>
      <w:r>
        <w:rPr>
          <w:b/>
        </w:rPr>
        <w:t xml:space="preserve"> offerto</w:t>
      </w:r>
      <w:r w:rsidRPr="00770A1D">
        <w:rPr>
          <w:b/>
        </w:rPr>
        <w:t xml:space="preserve"> approssimato alla seconda cifra decimale </w:t>
      </w:r>
      <w:r>
        <w:rPr>
          <w:b/>
          <w:i/>
        </w:rPr>
        <w:t xml:space="preserve">(in </w:t>
      </w:r>
      <w:r w:rsidRPr="002E45D6">
        <w:rPr>
          <w:b/>
          <w:i/>
        </w:rPr>
        <w:t>cifre):</w:t>
      </w:r>
      <w:r w:rsidRPr="002E45D6">
        <w:rPr>
          <w:i/>
        </w:rPr>
        <w:t xml:space="preserve"> </w:t>
      </w:r>
      <w:sdt>
        <w:sdtPr>
          <w:id w:val="-1951936137"/>
          <w:placeholder>
            <w:docPart w:val="9B5283459A1B41D394A495C98C521643"/>
          </w:placeholder>
        </w:sdtPr>
        <w:sdtEndPr/>
        <w:sdtContent>
          <w:r w:rsidRPr="001D5EB3">
            <w:t>………………………………….….……………………………………………..………………</w:t>
          </w:r>
        </w:sdtContent>
      </w:sdt>
    </w:p>
    <w:p w14:paraId="6D5EECBF" w14:textId="77777777" w:rsidR="00DE063C" w:rsidRDefault="00DE063C" w:rsidP="00DE063C">
      <w:pPr>
        <w:rPr>
          <w:rFonts w:ascii="Arial" w:hAnsi="Arial" w:cs="Arial"/>
          <w:sz w:val="20"/>
          <w:szCs w:val="20"/>
        </w:rPr>
      </w:pPr>
    </w:p>
    <w:p w14:paraId="6DAD4F4C" w14:textId="77777777" w:rsidR="00DE063C" w:rsidRPr="00F56600" w:rsidRDefault="00DE063C" w:rsidP="00DE063C">
      <w:pPr>
        <w:jc w:val="both"/>
        <w:rPr>
          <w:rFonts w:ascii="Arial" w:hAnsi="Arial" w:cs="Arial"/>
          <w:b/>
          <w:i/>
          <w:sz w:val="20"/>
          <w:szCs w:val="20"/>
        </w:rPr>
      </w:pPr>
      <w:r w:rsidRPr="008E52E0">
        <w:rPr>
          <w:rFonts w:ascii="Arial" w:hAnsi="Arial" w:cs="Arial"/>
          <w:b/>
          <w:sz w:val="20"/>
          <w:szCs w:val="20"/>
        </w:rPr>
        <w:t xml:space="preserve">Sconto unico percentuale offerto </w:t>
      </w:r>
      <w:r w:rsidRPr="00770A1D">
        <w:rPr>
          <w:rFonts w:ascii="Arial" w:hAnsi="Arial" w:cs="Arial"/>
          <w:b/>
          <w:sz w:val="20"/>
          <w:szCs w:val="20"/>
        </w:rPr>
        <w:t xml:space="preserve">approssimato alla seconda cifra decimale </w:t>
      </w:r>
      <w:r w:rsidRPr="00F56600">
        <w:rPr>
          <w:rFonts w:ascii="Arial" w:hAnsi="Arial" w:cs="Arial"/>
          <w:b/>
          <w:i/>
          <w:sz w:val="20"/>
          <w:szCs w:val="20"/>
        </w:rPr>
        <w:t>(in lettere)</w:t>
      </w:r>
    </w:p>
    <w:p w14:paraId="2CC816D0" w14:textId="77777777" w:rsidR="00DE063C" w:rsidRPr="00D00D8F" w:rsidRDefault="00657A03" w:rsidP="00DE063C">
      <w:pPr>
        <w:rPr>
          <w:rFonts w:ascii="Arial" w:hAnsi="Arial" w:cs="Arial"/>
          <w:b/>
          <w:i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516514835"/>
          <w:placeholder>
            <w:docPart w:val="5B5B838B4FB84B0CB113B98A3230A2F9"/>
          </w:placeholder>
        </w:sdtPr>
        <w:sdtEndPr/>
        <w:sdtContent>
          <w:r w:rsidR="00DE063C" w:rsidRPr="001D5EB3">
            <w:rPr>
              <w:rFonts w:ascii="Arial" w:hAnsi="Arial" w:cs="Arial"/>
              <w:sz w:val="20"/>
              <w:szCs w:val="20"/>
            </w:rPr>
            <w:t>………………………………….….……………………………………………..………………</w:t>
          </w:r>
        </w:sdtContent>
      </w:sdt>
    </w:p>
    <w:p w14:paraId="131FFB50" w14:textId="77777777" w:rsidR="00DE063C" w:rsidRDefault="00DE063C" w:rsidP="00DE063C">
      <w:pPr>
        <w:pStyle w:val="LetteraTipo"/>
        <w:jc w:val="both"/>
        <w:rPr>
          <w:iCs/>
        </w:rPr>
      </w:pPr>
      <w:r w:rsidRPr="008E52E0">
        <w:rPr>
          <w:iCs/>
        </w:rPr>
        <w:t xml:space="preserve">da applicare all’importo complessivo dell’affidamento per la durata di 73 mesi, al netto delle opzioni, pari ad </w:t>
      </w:r>
      <w:r w:rsidRPr="008E52E0">
        <w:rPr>
          <w:b/>
          <w:iCs/>
        </w:rPr>
        <w:t>€ 3.552.500,00</w:t>
      </w:r>
      <w:r>
        <w:rPr>
          <w:iCs/>
        </w:rPr>
        <w:t>, oltre IVA, e, dettagliatamente, alle seguenti tipologie di spesa:</w:t>
      </w:r>
    </w:p>
    <w:p w14:paraId="4CF8E60E" w14:textId="77777777" w:rsidR="00DE063C" w:rsidRPr="00DE063C" w:rsidRDefault="00DE063C" w:rsidP="00DE063C">
      <w:pPr>
        <w:pStyle w:val="LetteraTipo"/>
        <w:rPr>
          <w:iCs/>
        </w:rPr>
      </w:pPr>
    </w:p>
    <w:tbl>
      <w:tblPr>
        <w:tblW w:w="9351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 w:firstRow="1" w:lastRow="0" w:firstColumn="1" w:lastColumn="0" w:noHBand="0" w:noVBand="1"/>
      </w:tblPr>
      <w:tblGrid>
        <w:gridCol w:w="5365"/>
        <w:gridCol w:w="1028"/>
        <w:gridCol w:w="1462"/>
        <w:gridCol w:w="1496"/>
      </w:tblGrid>
      <w:tr w:rsidR="00DE063C" w:rsidRPr="00DE063C" w14:paraId="42C6B40D" w14:textId="77777777" w:rsidTr="00506674">
        <w:tc>
          <w:tcPr>
            <w:tcW w:w="5365" w:type="dxa"/>
            <w:shd w:val="clear" w:color="auto" w:fill="DEEAF6" w:themeFill="accent1" w:themeFillTint="33"/>
          </w:tcPr>
          <w:p w14:paraId="039E978F" w14:textId="77777777" w:rsidR="00DE063C" w:rsidRPr="00DE063C" w:rsidRDefault="00DE063C" w:rsidP="00522B3F">
            <w:pPr>
              <w:pStyle w:val="LetteraTipo"/>
              <w:rPr>
                <w:b/>
                <w:iCs/>
              </w:rPr>
            </w:pPr>
            <w:r w:rsidRPr="00DE063C">
              <w:rPr>
                <w:b/>
                <w:iCs/>
              </w:rPr>
              <w:t>Tipologia di spesa</w:t>
            </w:r>
          </w:p>
          <w:p w14:paraId="7628EEB6" w14:textId="77777777" w:rsidR="00DE063C" w:rsidRPr="00DE063C" w:rsidRDefault="00DE063C" w:rsidP="00522B3F">
            <w:pPr>
              <w:pStyle w:val="LetteraTipo"/>
              <w:rPr>
                <w:b/>
                <w:iCs/>
              </w:rPr>
            </w:pPr>
          </w:p>
        </w:tc>
        <w:tc>
          <w:tcPr>
            <w:tcW w:w="1028" w:type="dxa"/>
            <w:shd w:val="clear" w:color="auto" w:fill="DEEAF6" w:themeFill="accent1" w:themeFillTint="33"/>
          </w:tcPr>
          <w:p w14:paraId="1B5AAAF0" w14:textId="77777777" w:rsidR="00DE063C" w:rsidRPr="00DE063C" w:rsidRDefault="00DE063C" w:rsidP="00522B3F">
            <w:pPr>
              <w:pStyle w:val="LetteraTipo"/>
              <w:jc w:val="both"/>
              <w:rPr>
                <w:b/>
                <w:iCs/>
              </w:rPr>
            </w:pPr>
            <w:r w:rsidRPr="00DE063C">
              <w:rPr>
                <w:b/>
                <w:iCs/>
              </w:rPr>
              <w:t>Quantità</w:t>
            </w:r>
          </w:p>
        </w:tc>
        <w:tc>
          <w:tcPr>
            <w:tcW w:w="1462" w:type="dxa"/>
            <w:shd w:val="clear" w:color="auto" w:fill="DEEAF6" w:themeFill="accent1" w:themeFillTint="33"/>
          </w:tcPr>
          <w:p w14:paraId="005C858B" w14:textId="77777777" w:rsidR="00DE063C" w:rsidRPr="00DE063C" w:rsidRDefault="00DE063C" w:rsidP="00522B3F">
            <w:pPr>
              <w:pStyle w:val="LetteraTipo"/>
              <w:jc w:val="both"/>
              <w:rPr>
                <w:b/>
                <w:iCs/>
              </w:rPr>
            </w:pPr>
            <w:r w:rsidRPr="00DE063C">
              <w:rPr>
                <w:b/>
                <w:iCs/>
              </w:rPr>
              <w:t>Importo unitario i.e.</w:t>
            </w:r>
          </w:p>
        </w:tc>
        <w:tc>
          <w:tcPr>
            <w:tcW w:w="1496" w:type="dxa"/>
            <w:shd w:val="clear" w:color="auto" w:fill="DEEAF6" w:themeFill="accent1" w:themeFillTint="33"/>
          </w:tcPr>
          <w:p w14:paraId="787BDC7E" w14:textId="77777777" w:rsidR="00DE063C" w:rsidRPr="00DE063C" w:rsidRDefault="00DE063C" w:rsidP="00522B3F">
            <w:pPr>
              <w:pStyle w:val="LetteraTipo"/>
              <w:jc w:val="both"/>
              <w:rPr>
                <w:b/>
                <w:iCs/>
              </w:rPr>
            </w:pPr>
            <w:r w:rsidRPr="00DE063C">
              <w:rPr>
                <w:b/>
                <w:iCs/>
              </w:rPr>
              <w:t>Importo totale i.e.</w:t>
            </w:r>
          </w:p>
        </w:tc>
      </w:tr>
      <w:tr w:rsidR="00DE063C" w:rsidRPr="00DE063C" w14:paraId="4DA42E09" w14:textId="77777777" w:rsidTr="00506674">
        <w:tc>
          <w:tcPr>
            <w:tcW w:w="5365" w:type="dxa"/>
          </w:tcPr>
          <w:p w14:paraId="5BF63CB3" w14:textId="77777777" w:rsidR="00DE063C" w:rsidRPr="00DE063C" w:rsidRDefault="00DE063C" w:rsidP="00DE063C">
            <w:pPr>
              <w:pStyle w:val="LetteraTipo"/>
              <w:numPr>
                <w:ilvl w:val="0"/>
                <w:numId w:val="16"/>
              </w:numPr>
              <w:rPr>
                <w:iCs/>
              </w:rPr>
            </w:pPr>
            <w:r w:rsidRPr="00DE063C">
              <w:rPr>
                <w:iCs/>
              </w:rPr>
              <w:lastRenderedPageBreak/>
              <w:t>Validatrici di titoli di viaggio per i bus COTRAL completi di kit di montaggio.</w:t>
            </w:r>
          </w:p>
        </w:tc>
        <w:tc>
          <w:tcPr>
            <w:tcW w:w="1028" w:type="dxa"/>
            <w:vAlign w:val="center"/>
          </w:tcPr>
          <w:p w14:paraId="10838109" w14:textId="77777777" w:rsidR="00DE063C" w:rsidRPr="00DE063C" w:rsidRDefault="00DE063C" w:rsidP="00522B3F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t>1.750</w:t>
            </w:r>
          </w:p>
        </w:tc>
        <w:tc>
          <w:tcPr>
            <w:tcW w:w="1462" w:type="dxa"/>
            <w:vAlign w:val="center"/>
          </w:tcPr>
          <w:p w14:paraId="1FFA003A" w14:textId="77777777" w:rsidR="00DE063C" w:rsidRPr="00DE063C" w:rsidRDefault="00DE063C" w:rsidP="00522B3F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t>€1.550</w:t>
            </w:r>
          </w:p>
        </w:tc>
        <w:tc>
          <w:tcPr>
            <w:tcW w:w="1496" w:type="dxa"/>
            <w:vAlign w:val="center"/>
          </w:tcPr>
          <w:p w14:paraId="54E76F43" w14:textId="77777777" w:rsidR="00DE063C" w:rsidRPr="00DE063C" w:rsidRDefault="00DE063C" w:rsidP="00522B3F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t>€2.712.500</w:t>
            </w:r>
          </w:p>
        </w:tc>
      </w:tr>
      <w:tr w:rsidR="00DE063C" w:rsidRPr="00DE063C" w14:paraId="0570F002" w14:textId="77777777" w:rsidTr="00506674">
        <w:tc>
          <w:tcPr>
            <w:tcW w:w="5365" w:type="dxa"/>
          </w:tcPr>
          <w:p w14:paraId="2E870129" w14:textId="77777777" w:rsidR="00DE063C" w:rsidRPr="00DE063C" w:rsidRDefault="00DE063C" w:rsidP="00DE063C">
            <w:pPr>
              <w:pStyle w:val="LetteraTipo"/>
              <w:numPr>
                <w:ilvl w:val="0"/>
                <w:numId w:val="16"/>
              </w:numPr>
              <w:rPr>
                <w:iCs/>
              </w:rPr>
            </w:pPr>
            <w:r w:rsidRPr="00DE063C">
              <w:rPr>
                <w:iCs/>
              </w:rPr>
              <w:t>Installazione delle validatrici sui bus di proprietà della COTRAL dislocati sul territorio della Regione Lazio. Sono inclusi la rimozione e lo smaltimento dei dispositivi sostituiti.</w:t>
            </w:r>
          </w:p>
        </w:tc>
        <w:tc>
          <w:tcPr>
            <w:tcW w:w="1028" w:type="dxa"/>
            <w:vAlign w:val="center"/>
          </w:tcPr>
          <w:p w14:paraId="0C445F55" w14:textId="77777777" w:rsidR="00DE063C" w:rsidRPr="00DE063C" w:rsidRDefault="00DE063C" w:rsidP="00522B3F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t>1.550*</w:t>
            </w:r>
          </w:p>
        </w:tc>
        <w:tc>
          <w:tcPr>
            <w:tcW w:w="1462" w:type="dxa"/>
            <w:vAlign w:val="center"/>
          </w:tcPr>
          <w:p w14:paraId="360A06C3" w14:textId="77777777" w:rsidR="00DE063C" w:rsidRPr="00DE063C" w:rsidRDefault="00DE063C" w:rsidP="00522B3F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t>€300</w:t>
            </w:r>
          </w:p>
        </w:tc>
        <w:tc>
          <w:tcPr>
            <w:tcW w:w="1496" w:type="dxa"/>
            <w:vAlign w:val="center"/>
          </w:tcPr>
          <w:p w14:paraId="39B23A3C" w14:textId="77777777" w:rsidR="00DE063C" w:rsidRPr="00DE063C" w:rsidRDefault="00DE063C" w:rsidP="00522B3F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t>€465.000</w:t>
            </w:r>
          </w:p>
        </w:tc>
      </w:tr>
      <w:tr w:rsidR="00DE063C" w:rsidRPr="00DE063C" w14:paraId="00CB2424" w14:textId="77777777" w:rsidTr="00506674">
        <w:tc>
          <w:tcPr>
            <w:tcW w:w="5365" w:type="dxa"/>
          </w:tcPr>
          <w:p w14:paraId="58B438E5" w14:textId="77777777" w:rsidR="00DE063C" w:rsidRPr="00DE063C" w:rsidRDefault="00DE063C" w:rsidP="00DE063C">
            <w:pPr>
              <w:pStyle w:val="LetteraTipo"/>
              <w:numPr>
                <w:ilvl w:val="0"/>
                <w:numId w:val="16"/>
              </w:numPr>
              <w:rPr>
                <w:iCs/>
              </w:rPr>
            </w:pPr>
            <w:r w:rsidRPr="00DE063C">
              <w:rPr>
                <w:iCs/>
              </w:rPr>
              <w:t xml:space="preserve">Garanzia hardware di </w:t>
            </w:r>
            <w:r w:rsidRPr="00DE063C">
              <w:rPr>
                <w:b/>
                <w:iCs/>
              </w:rPr>
              <w:t>24 mesi</w:t>
            </w:r>
            <w:r w:rsidRPr="00DE063C">
              <w:rPr>
                <w:iCs/>
              </w:rPr>
              <w:t xml:space="preserve"> a valere dalla data di completamento delle installazioni dei dispositivi.</w:t>
            </w:r>
          </w:p>
        </w:tc>
        <w:tc>
          <w:tcPr>
            <w:tcW w:w="1028" w:type="dxa"/>
            <w:vAlign w:val="center"/>
          </w:tcPr>
          <w:p w14:paraId="14F77D90" w14:textId="77777777" w:rsidR="00DE063C" w:rsidRPr="00DE063C" w:rsidRDefault="00DE063C" w:rsidP="00522B3F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t>1</w:t>
            </w:r>
          </w:p>
        </w:tc>
        <w:tc>
          <w:tcPr>
            <w:tcW w:w="2958" w:type="dxa"/>
            <w:gridSpan w:val="2"/>
            <w:vAlign w:val="center"/>
          </w:tcPr>
          <w:p w14:paraId="7598C504" w14:textId="77777777" w:rsidR="00DE063C" w:rsidRPr="00DE063C" w:rsidRDefault="00DE063C" w:rsidP="00522B3F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t>Incluso</w:t>
            </w:r>
          </w:p>
        </w:tc>
      </w:tr>
      <w:tr w:rsidR="00DE063C" w:rsidRPr="00DE063C" w14:paraId="2E6BC4E7" w14:textId="77777777" w:rsidTr="00506674">
        <w:tc>
          <w:tcPr>
            <w:tcW w:w="5365" w:type="dxa"/>
          </w:tcPr>
          <w:p w14:paraId="0C362BF5" w14:textId="77777777" w:rsidR="00DE063C" w:rsidRPr="00DE063C" w:rsidRDefault="00DE063C" w:rsidP="00DE063C">
            <w:pPr>
              <w:pStyle w:val="LetteraTipo"/>
              <w:numPr>
                <w:ilvl w:val="0"/>
                <w:numId w:val="16"/>
              </w:numPr>
              <w:rPr>
                <w:iCs/>
              </w:rPr>
            </w:pPr>
            <w:r w:rsidRPr="00DE063C">
              <w:rPr>
                <w:iCs/>
              </w:rPr>
              <w:t xml:space="preserve">Configurazione e fornitura in modalità </w:t>
            </w:r>
            <w:proofErr w:type="spellStart"/>
            <w:r w:rsidRPr="00DE063C">
              <w:rPr>
                <w:iCs/>
              </w:rPr>
              <w:t>SaaS</w:t>
            </w:r>
            <w:proofErr w:type="spellEnd"/>
            <w:r w:rsidRPr="00DE063C">
              <w:rPr>
                <w:iCs/>
              </w:rPr>
              <w:t xml:space="preserve"> (</w:t>
            </w:r>
            <w:r w:rsidRPr="00DE063C">
              <w:rPr>
                <w:i/>
                <w:iCs/>
              </w:rPr>
              <w:t xml:space="preserve">Software </w:t>
            </w:r>
            <w:proofErr w:type="spellStart"/>
            <w:r w:rsidRPr="00DE063C">
              <w:rPr>
                <w:i/>
                <w:iCs/>
              </w:rPr>
              <w:t>as</w:t>
            </w:r>
            <w:proofErr w:type="spellEnd"/>
            <w:r w:rsidRPr="00DE063C">
              <w:rPr>
                <w:i/>
                <w:iCs/>
              </w:rPr>
              <w:t xml:space="preserve"> a service</w:t>
            </w:r>
            <w:r w:rsidRPr="00DE063C">
              <w:rPr>
                <w:iCs/>
              </w:rPr>
              <w:t>) di un sistema di monitoraggio e gestione da remoto delle validatrici (piattaforma di gestione).</w:t>
            </w:r>
          </w:p>
        </w:tc>
        <w:tc>
          <w:tcPr>
            <w:tcW w:w="1028" w:type="dxa"/>
            <w:vAlign w:val="center"/>
          </w:tcPr>
          <w:p w14:paraId="1541164C" w14:textId="77777777" w:rsidR="00DE063C" w:rsidRPr="00DE063C" w:rsidRDefault="00DE063C" w:rsidP="00522B3F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t>1</w:t>
            </w:r>
          </w:p>
        </w:tc>
        <w:tc>
          <w:tcPr>
            <w:tcW w:w="2958" w:type="dxa"/>
            <w:gridSpan w:val="2"/>
            <w:vAlign w:val="center"/>
          </w:tcPr>
          <w:p w14:paraId="7D011ABD" w14:textId="77777777" w:rsidR="00DE063C" w:rsidRPr="00DE063C" w:rsidRDefault="00DE063C" w:rsidP="00522B3F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t>Incluso</w:t>
            </w:r>
          </w:p>
        </w:tc>
      </w:tr>
      <w:tr w:rsidR="00DE063C" w:rsidRPr="00DE063C" w14:paraId="0E6D0EBE" w14:textId="77777777" w:rsidTr="00506674">
        <w:tc>
          <w:tcPr>
            <w:tcW w:w="5365" w:type="dxa"/>
          </w:tcPr>
          <w:p w14:paraId="776D93ED" w14:textId="77777777" w:rsidR="00DE063C" w:rsidRPr="00DE063C" w:rsidRDefault="00DE063C" w:rsidP="00DE063C">
            <w:pPr>
              <w:pStyle w:val="LetteraTipo"/>
              <w:numPr>
                <w:ilvl w:val="0"/>
                <w:numId w:val="16"/>
              </w:numPr>
              <w:rPr>
                <w:iCs/>
              </w:rPr>
            </w:pPr>
            <w:r w:rsidRPr="00DE063C">
              <w:rPr>
                <w:iCs/>
              </w:rPr>
              <w:t xml:space="preserve">Canone annuo per servizi di </w:t>
            </w:r>
            <w:proofErr w:type="spellStart"/>
            <w:r w:rsidRPr="00DE063C">
              <w:rPr>
                <w:i/>
                <w:iCs/>
              </w:rPr>
              <w:t>cloud</w:t>
            </w:r>
            <w:proofErr w:type="spellEnd"/>
            <w:r w:rsidRPr="00DE063C">
              <w:rPr>
                <w:i/>
                <w:iCs/>
              </w:rPr>
              <w:t xml:space="preserve"> </w:t>
            </w:r>
            <w:proofErr w:type="spellStart"/>
            <w:r w:rsidRPr="00DE063C">
              <w:rPr>
                <w:i/>
                <w:iCs/>
              </w:rPr>
              <w:t>computing</w:t>
            </w:r>
            <w:proofErr w:type="spellEnd"/>
            <w:r w:rsidRPr="00DE063C">
              <w:rPr>
                <w:iCs/>
              </w:rPr>
              <w:t xml:space="preserve"> e per manutenzione ordinaria della piattaforma di gestione. Durata: 60 mesi dalla data di completamento delle installazioni dei dispositivi.</w:t>
            </w:r>
          </w:p>
        </w:tc>
        <w:tc>
          <w:tcPr>
            <w:tcW w:w="1028" w:type="dxa"/>
            <w:vAlign w:val="center"/>
          </w:tcPr>
          <w:p w14:paraId="41D0EC46" w14:textId="77777777" w:rsidR="00DE063C" w:rsidRPr="00DE063C" w:rsidRDefault="00DE063C" w:rsidP="00522B3F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t>5</w:t>
            </w:r>
          </w:p>
        </w:tc>
        <w:tc>
          <w:tcPr>
            <w:tcW w:w="1462" w:type="dxa"/>
            <w:vAlign w:val="center"/>
          </w:tcPr>
          <w:p w14:paraId="070518F8" w14:textId="77777777" w:rsidR="00DE063C" w:rsidRPr="00DE063C" w:rsidRDefault="00DE063C" w:rsidP="00522B3F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t>50.000</w:t>
            </w:r>
          </w:p>
        </w:tc>
        <w:tc>
          <w:tcPr>
            <w:tcW w:w="1496" w:type="dxa"/>
            <w:vAlign w:val="center"/>
          </w:tcPr>
          <w:p w14:paraId="699B85E8" w14:textId="77777777" w:rsidR="00DE063C" w:rsidRPr="00DE063C" w:rsidRDefault="00DE063C" w:rsidP="00522B3F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t>250.000</w:t>
            </w:r>
          </w:p>
        </w:tc>
      </w:tr>
      <w:tr w:rsidR="00DE063C" w:rsidRPr="00DE063C" w14:paraId="03FC05BA" w14:textId="77777777" w:rsidTr="00506674">
        <w:tc>
          <w:tcPr>
            <w:tcW w:w="5365" w:type="dxa"/>
          </w:tcPr>
          <w:p w14:paraId="08DB535D" w14:textId="77777777" w:rsidR="00DE063C" w:rsidRPr="00DE063C" w:rsidRDefault="00DE063C" w:rsidP="00DE063C">
            <w:pPr>
              <w:pStyle w:val="LetteraTipo"/>
              <w:numPr>
                <w:ilvl w:val="0"/>
                <w:numId w:val="16"/>
              </w:numPr>
              <w:rPr>
                <w:iCs/>
              </w:rPr>
            </w:pPr>
            <w:r w:rsidRPr="00DE063C">
              <w:rPr>
                <w:iCs/>
              </w:rPr>
              <w:t>Fornitura di un SDK (</w:t>
            </w:r>
            <w:r w:rsidRPr="00DE063C">
              <w:rPr>
                <w:i/>
                <w:iCs/>
              </w:rPr>
              <w:t xml:space="preserve">Software </w:t>
            </w:r>
            <w:proofErr w:type="spellStart"/>
            <w:r w:rsidRPr="00DE063C">
              <w:rPr>
                <w:i/>
                <w:iCs/>
              </w:rPr>
              <w:t>development</w:t>
            </w:r>
            <w:proofErr w:type="spellEnd"/>
            <w:r w:rsidRPr="00DE063C">
              <w:rPr>
                <w:i/>
                <w:iCs/>
              </w:rPr>
              <w:t xml:space="preserve"> kit</w:t>
            </w:r>
            <w:r w:rsidRPr="00DE063C">
              <w:rPr>
                <w:iCs/>
              </w:rPr>
              <w:t>) per lo sviluppo e l’integrazione di software da parte della Stazione Appaltante (es. integrazione vs Sistema bigliettazione elettronica, Centrale operativa, etc).</w:t>
            </w:r>
          </w:p>
        </w:tc>
        <w:tc>
          <w:tcPr>
            <w:tcW w:w="1028" w:type="dxa"/>
            <w:vAlign w:val="center"/>
          </w:tcPr>
          <w:p w14:paraId="6119BD12" w14:textId="77777777" w:rsidR="00DE063C" w:rsidRPr="00DE063C" w:rsidRDefault="00DE063C" w:rsidP="00522B3F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t>1</w:t>
            </w:r>
          </w:p>
        </w:tc>
        <w:tc>
          <w:tcPr>
            <w:tcW w:w="2958" w:type="dxa"/>
            <w:gridSpan w:val="2"/>
            <w:vAlign w:val="center"/>
          </w:tcPr>
          <w:p w14:paraId="337754C6" w14:textId="77777777" w:rsidR="00DE063C" w:rsidRPr="00DE063C" w:rsidRDefault="00DE063C" w:rsidP="00522B3F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t>Incluso</w:t>
            </w:r>
          </w:p>
        </w:tc>
      </w:tr>
      <w:tr w:rsidR="00DE063C" w:rsidRPr="00DE063C" w14:paraId="763BFD79" w14:textId="77777777" w:rsidTr="00506674">
        <w:tc>
          <w:tcPr>
            <w:tcW w:w="5365" w:type="dxa"/>
          </w:tcPr>
          <w:p w14:paraId="76746338" w14:textId="77777777" w:rsidR="00DE063C" w:rsidRPr="00DE063C" w:rsidRDefault="00DE063C" w:rsidP="00DE063C">
            <w:pPr>
              <w:pStyle w:val="LetteraTipo"/>
              <w:numPr>
                <w:ilvl w:val="0"/>
                <w:numId w:val="16"/>
              </w:numPr>
              <w:rPr>
                <w:iCs/>
              </w:rPr>
            </w:pPr>
            <w:r w:rsidRPr="00DE063C">
              <w:rPr>
                <w:iCs/>
              </w:rPr>
              <w:t xml:space="preserve">Supporto tecnico ai team di sviluppo software – interni e in </w:t>
            </w:r>
            <w:r w:rsidRPr="00DE063C">
              <w:rPr>
                <w:i/>
                <w:iCs/>
              </w:rPr>
              <w:t>outsourcing</w:t>
            </w:r>
            <w:r w:rsidRPr="00DE063C">
              <w:rPr>
                <w:iCs/>
              </w:rPr>
              <w:t xml:space="preserve"> – della Stazione Appaltante per l’integrazione del sistema fornito con le componenti applicative funzionali alla messa in esercizio delle validatrici secondo le specifiche di funzionamento esplicitate nel capitolato di gara.</w:t>
            </w:r>
          </w:p>
        </w:tc>
        <w:tc>
          <w:tcPr>
            <w:tcW w:w="1028" w:type="dxa"/>
            <w:vAlign w:val="center"/>
          </w:tcPr>
          <w:p w14:paraId="6A0F5374" w14:textId="77777777" w:rsidR="00DE063C" w:rsidRPr="00DE063C" w:rsidRDefault="00DE063C" w:rsidP="00522B3F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t>1</w:t>
            </w:r>
          </w:p>
        </w:tc>
        <w:tc>
          <w:tcPr>
            <w:tcW w:w="2958" w:type="dxa"/>
            <w:gridSpan w:val="2"/>
            <w:vAlign w:val="center"/>
          </w:tcPr>
          <w:p w14:paraId="69016992" w14:textId="77777777" w:rsidR="00DE063C" w:rsidRPr="00DE063C" w:rsidRDefault="00DE063C" w:rsidP="00522B3F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t>Incluso</w:t>
            </w:r>
          </w:p>
        </w:tc>
      </w:tr>
      <w:tr w:rsidR="00DE063C" w:rsidRPr="00DE063C" w14:paraId="6B5F34FA" w14:textId="77777777" w:rsidTr="00506674">
        <w:tc>
          <w:tcPr>
            <w:tcW w:w="5365" w:type="dxa"/>
          </w:tcPr>
          <w:p w14:paraId="7677F953" w14:textId="77777777" w:rsidR="00DE063C" w:rsidRPr="00DE063C" w:rsidRDefault="00DE063C" w:rsidP="00DE063C">
            <w:pPr>
              <w:pStyle w:val="LetteraTipo"/>
              <w:numPr>
                <w:ilvl w:val="0"/>
                <w:numId w:val="16"/>
              </w:numPr>
              <w:rPr>
                <w:iCs/>
              </w:rPr>
            </w:pPr>
            <w:r w:rsidRPr="00DE063C">
              <w:rPr>
                <w:iCs/>
              </w:rPr>
              <w:t>Formazione del personale tecnico di Cotral Spa per la manutenzione di primo livello degli apparati e sull’uso della piattaforma di gestione.</w:t>
            </w:r>
          </w:p>
        </w:tc>
        <w:tc>
          <w:tcPr>
            <w:tcW w:w="1028" w:type="dxa"/>
            <w:vAlign w:val="center"/>
          </w:tcPr>
          <w:p w14:paraId="73A4D46B" w14:textId="77777777" w:rsidR="00DE063C" w:rsidRPr="00DE063C" w:rsidRDefault="00DE063C" w:rsidP="00522B3F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t>1</w:t>
            </w:r>
          </w:p>
        </w:tc>
        <w:tc>
          <w:tcPr>
            <w:tcW w:w="2958" w:type="dxa"/>
            <w:gridSpan w:val="2"/>
            <w:vAlign w:val="center"/>
          </w:tcPr>
          <w:p w14:paraId="15760309" w14:textId="77777777" w:rsidR="00DE063C" w:rsidRPr="00DE063C" w:rsidRDefault="00DE063C" w:rsidP="00522B3F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t>Inclusa.</w:t>
            </w:r>
          </w:p>
        </w:tc>
      </w:tr>
      <w:tr w:rsidR="00DE063C" w:rsidRPr="00DE063C" w14:paraId="79626D4F" w14:textId="77777777" w:rsidTr="00506674">
        <w:tc>
          <w:tcPr>
            <w:tcW w:w="5365" w:type="dxa"/>
          </w:tcPr>
          <w:p w14:paraId="3E804A50" w14:textId="77777777" w:rsidR="00DE063C" w:rsidRPr="00DE063C" w:rsidRDefault="00DE063C" w:rsidP="00DE063C">
            <w:pPr>
              <w:pStyle w:val="LetteraTipo"/>
              <w:numPr>
                <w:ilvl w:val="0"/>
                <w:numId w:val="16"/>
              </w:numPr>
              <w:rPr>
                <w:iCs/>
              </w:rPr>
            </w:pPr>
            <w:r w:rsidRPr="00DE063C">
              <w:rPr>
                <w:iCs/>
              </w:rPr>
              <w:t>Supporto specialistico hardware e software (giornate/FTE) da impiegare nel periodo di validità contrattuale per attività di manutenzione straordinaria ed evolutiva su tutti gli elementi che compongono la fornitura.</w:t>
            </w:r>
          </w:p>
        </w:tc>
        <w:tc>
          <w:tcPr>
            <w:tcW w:w="1028" w:type="dxa"/>
            <w:vAlign w:val="center"/>
          </w:tcPr>
          <w:p w14:paraId="5AAFC3B1" w14:textId="77777777" w:rsidR="00DE063C" w:rsidRPr="00DE063C" w:rsidRDefault="00DE063C" w:rsidP="00522B3F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t>250**</w:t>
            </w:r>
          </w:p>
        </w:tc>
        <w:tc>
          <w:tcPr>
            <w:tcW w:w="1462" w:type="dxa"/>
            <w:vAlign w:val="center"/>
          </w:tcPr>
          <w:p w14:paraId="23F334F8" w14:textId="77777777" w:rsidR="00DE063C" w:rsidRPr="00DE063C" w:rsidRDefault="00DE063C" w:rsidP="00522B3F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t>€500</w:t>
            </w:r>
          </w:p>
        </w:tc>
        <w:tc>
          <w:tcPr>
            <w:tcW w:w="1496" w:type="dxa"/>
            <w:vAlign w:val="center"/>
          </w:tcPr>
          <w:p w14:paraId="4443D580" w14:textId="77777777" w:rsidR="00DE063C" w:rsidRPr="00DE063C" w:rsidRDefault="00DE063C" w:rsidP="00522B3F">
            <w:pPr>
              <w:pStyle w:val="LetteraTipo"/>
              <w:jc w:val="both"/>
              <w:rPr>
                <w:iCs/>
              </w:rPr>
            </w:pPr>
            <w:r w:rsidRPr="00DE063C">
              <w:rPr>
                <w:iCs/>
              </w:rPr>
              <w:t>€125.000</w:t>
            </w:r>
          </w:p>
        </w:tc>
      </w:tr>
      <w:tr w:rsidR="00DE063C" w:rsidRPr="00DE063C" w14:paraId="2CE9BCEB" w14:textId="77777777" w:rsidTr="00506674">
        <w:tc>
          <w:tcPr>
            <w:tcW w:w="7855" w:type="dxa"/>
            <w:gridSpan w:val="3"/>
          </w:tcPr>
          <w:p w14:paraId="5008596C" w14:textId="77777777" w:rsidR="00DE063C" w:rsidRPr="00DE063C" w:rsidRDefault="00DE063C" w:rsidP="00522B3F">
            <w:pPr>
              <w:pStyle w:val="LetteraTipo"/>
              <w:jc w:val="both"/>
              <w:rPr>
                <w:iCs/>
              </w:rPr>
            </w:pPr>
          </w:p>
        </w:tc>
        <w:tc>
          <w:tcPr>
            <w:tcW w:w="1496" w:type="dxa"/>
            <w:shd w:val="clear" w:color="auto" w:fill="DEEAF6" w:themeFill="accent1" w:themeFillTint="33"/>
            <w:vAlign w:val="center"/>
          </w:tcPr>
          <w:p w14:paraId="6B5B6976" w14:textId="77777777" w:rsidR="00DE063C" w:rsidRPr="00DE063C" w:rsidRDefault="00DE063C" w:rsidP="00522B3F">
            <w:pPr>
              <w:pStyle w:val="LetteraTipo"/>
              <w:jc w:val="both"/>
              <w:rPr>
                <w:b/>
                <w:iCs/>
              </w:rPr>
            </w:pPr>
            <w:r w:rsidRPr="00DE063C">
              <w:rPr>
                <w:b/>
                <w:iCs/>
              </w:rPr>
              <w:t>€</w:t>
            </w:r>
            <w:r>
              <w:rPr>
                <w:b/>
                <w:iCs/>
              </w:rPr>
              <w:t>3.552.5</w:t>
            </w:r>
            <w:r w:rsidRPr="00DE063C">
              <w:rPr>
                <w:b/>
                <w:iCs/>
              </w:rPr>
              <w:t>00,00</w:t>
            </w:r>
          </w:p>
        </w:tc>
      </w:tr>
    </w:tbl>
    <w:p w14:paraId="0330F0F4" w14:textId="77777777" w:rsidR="002A76C0" w:rsidRPr="00506674" w:rsidRDefault="002A76C0" w:rsidP="002A76C0">
      <w:pPr>
        <w:pStyle w:val="LetteraTipo"/>
        <w:jc w:val="both"/>
        <w:rPr>
          <w:iCs/>
        </w:rPr>
      </w:pPr>
      <w:r w:rsidRPr="00506674">
        <w:rPr>
          <w:i/>
          <w:iCs/>
        </w:rPr>
        <w:t>*Quantità stimata al 30.09.2022. Il numero effettivo di installazioni sarà comunicato in sede di esecuzione del Contratto</w:t>
      </w:r>
      <w:r w:rsidRPr="00506674">
        <w:rPr>
          <w:iCs/>
        </w:rPr>
        <w:t>.</w:t>
      </w:r>
      <w:r>
        <w:rPr>
          <w:iCs/>
        </w:rPr>
        <w:t xml:space="preserve"> </w:t>
      </w:r>
      <w:r>
        <w:rPr>
          <w:i/>
          <w:iCs/>
        </w:rPr>
        <w:t>L’importo di cui al punto 2</w:t>
      </w:r>
      <w:r w:rsidRPr="00506674">
        <w:rPr>
          <w:i/>
          <w:iCs/>
        </w:rPr>
        <w:t xml:space="preserve"> sarà corrisposto sulla base del numero effettivo di apparati installati.</w:t>
      </w:r>
    </w:p>
    <w:p w14:paraId="07986788" w14:textId="77777777" w:rsidR="002A76C0" w:rsidRPr="00506674" w:rsidRDefault="002A76C0" w:rsidP="002A76C0">
      <w:pPr>
        <w:pStyle w:val="LetteraTipo"/>
        <w:jc w:val="both"/>
        <w:rPr>
          <w:iCs/>
        </w:rPr>
      </w:pPr>
      <w:r w:rsidRPr="00506674">
        <w:rPr>
          <w:i/>
          <w:iCs/>
        </w:rPr>
        <w:t>**Valore di riferimento da calcolarsi a consuntivo degli interventi specialistici richiesti/autorizzati.</w:t>
      </w:r>
      <w:r w:rsidRPr="002A76C0">
        <w:rPr>
          <w:i/>
          <w:iCs/>
        </w:rPr>
        <w:t xml:space="preserve"> </w:t>
      </w:r>
      <w:r>
        <w:rPr>
          <w:i/>
          <w:iCs/>
        </w:rPr>
        <w:t>L’importo di cui al punto 9</w:t>
      </w:r>
      <w:r w:rsidRPr="00506674">
        <w:rPr>
          <w:i/>
          <w:iCs/>
        </w:rPr>
        <w:t xml:space="preserve"> sarà corrisposto sulla base del numero effettivo di apparati installati.</w:t>
      </w:r>
    </w:p>
    <w:p w14:paraId="0A61892B" w14:textId="77777777" w:rsidR="00770A1D" w:rsidRDefault="00770A1D" w:rsidP="00770A1D">
      <w:pPr>
        <w:pStyle w:val="LetteraTipo"/>
        <w:jc w:val="both"/>
        <w:rPr>
          <w:bCs/>
        </w:rPr>
      </w:pPr>
    </w:p>
    <w:p w14:paraId="7467D11B" w14:textId="77777777" w:rsidR="00505359" w:rsidRPr="00505359" w:rsidRDefault="00505359" w:rsidP="00505359">
      <w:pPr>
        <w:pStyle w:val="LetteraTipo"/>
        <w:rPr>
          <w:bCs/>
        </w:rPr>
      </w:pPr>
      <w:r w:rsidRPr="00505359">
        <w:rPr>
          <w:bCs/>
        </w:rPr>
        <w:t xml:space="preserve">Si indicano, ai sensi dell’art. 95 comma 10 de D.lgs. n. 50/2016 e s.m.i., i costi della manodopera e gli oneri aziendali concernenti l’adempimenti delle disposizioni in materia di salute e sicurezza sui </w:t>
      </w:r>
      <w:r w:rsidRPr="00505359">
        <w:rPr>
          <w:bCs/>
        </w:rPr>
        <w:lastRenderedPageBreak/>
        <w:t xml:space="preserve">luoghi di lavoro gravanti sul concorrente per l’espletamento delle attività oggetto di affidamento (si specifica che detti costi devono essere già inclusi nell’importo dell’offerta economica sopra indicato e devono essere specificamente indicati nella apposita sezione sotto riportata. </w:t>
      </w:r>
    </w:p>
    <w:p w14:paraId="4DCDDDB3" w14:textId="77777777" w:rsidR="00505359" w:rsidRPr="00505359" w:rsidRDefault="00505359" w:rsidP="00505359">
      <w:pPr>
        <w:pStyle w:val="LetteraTipo"/>
        <w:rPr>
          <w:bCs/>
        </w:rPr>
      </w:pPr>
    </w:p>
    <w:p w14:paraId="6DBEF903" w14:textId="77777777" w:rsidR="00505359" w:rsidRPr="00505359" w:rsidRDefault="00505359" w:rsidP="00505359">
      <w:pPr>
        <w:pStyle w:val="LetteraTipo"/>
        <w:rPr>
          <w:b/>
          <w:bCs/>
        </w:rPr>
      </w:pPr>
      <w:r w:rsidRPr="00505359">
        <w:rPr>
          <w:b/>
          <w:bCs/>
        </w:rPr>
        <w:t xml:space="preserve">Costi della manodopera </w:t>
      </w:r>
      <w:sdt>
        <w:sdtPr>
          <w:rPr>
            <w:bCs/>
          </w:rPr>
          <w:id w:val="14363167"/>
          <w:placeholder>
            <w:docPart w:val="0EACB012B05B4498B2B0C69BA7204599"/>
          </w:placeholder>
          <w:text/>
        </w:sdtPr>
        <w:sdtEndPr/>
        <w:sdtContent>
          <w:r w:rsidRPr="00505359">
            <w:rPr>
              <w:bCs/>
            </w:rPr>
            <w:t>…………...………</w:t>
          </w:r>
          <w:r>
            <w:rPr>
              <w:bCs/>
            </w:rPr>
            <w:t>…………………….</w:t>
          </w:r>
          <w:r w:rsidRPr="00505359">
            <w:rPr>
              <w:bCs/>
            </w:rPr>
            <w:t>………............................…………</w:t>
          </w:r>
        </w:sdtContent>
      </w:sdt>
    </w:p>
    <w:p w14:paraId="5263D1E3" w14:textId="77777777" w:rsidR="00505359" w:rsidRDefault="00505359" w:rsidP="00505359">
      <w:pPr>
        <w:pStyle w:val="LetteraTipo"/>
        <w:rPr>
          <w:bCs/>
        </w:rPr>
      </w:pPr>
      <w:r w:rsidRPr="00505359">
        <w:rPr>
          <w:b/>
          <w:bCs/>
        </w:rPr>
        <w:t>Costi della sicurezza da rischio specifico</w:t>
      </w:r>
      <w:sdt>
        <w:sdtPr>
          <w:rPr>
            <w:bCs/>
          </w:rPr>
          <w:id w:val="642010012"/>
          <w:placeholder>
            <w:docPart w:val="0772CC7295C84D3F98616FC9F0D73E27"/>
          </w:placeholder>
          <w:text/>
        </w:sdtPr>
        <w:sdtEndPr/>
        <w:sdtContent>
          <w:r w:rsidRPr="00505359">
            <w:rPr>
              <w:bCs/>
            </w:rPr>
            <w:t>…………...………………............................…………</w:t>
          </w:r>
        </w:sdtContent>
      </w:sdt>
    </w:p>
    <w:p w14:paraId="58D50D59" w14:textId="77777777" w:rsidR="00505359" w:rsidRDefault="00505359" w:rsidP="00770A1D">
      <w:pPr>
        <w:pStyle w:val="LetteraTipo"/>
        <w:jc w:val="both"/>
        <w:rPr>
          <w:bCs/>
        </w:rPr>
      </w:pPr>
    </w:p>
    <w:p w14:paraId="461DEBFB" w14:textId="77777777" w:rsidR="00145067" w:rsidRDefault="00145067" w:rsidP="00145067">
      <w:pPr>
        <w:pStyle w:val="LetteraTipo"/>
        <w:spacing w:line="276" w:lineRule="auto"/>
        <w:jc w:val="both"/>
        <w:rPr>
          <w:b/>
        </w:rPr>
      </w:pPr>
      <w:r w:rsidRPr="00D12BE3">
        <w:rPr>
          <w:b/>
        </w:rPr>
        <w:t>N.B.</w:t>
      </w:r>
      <w:r>
        <w:rPr>
          <w:b/>
        </w:rPr>
        <w:t>1</w:t>
      </w:r>
      <w:r w:rsidRPr="00D12BE3">
        <w:rPr>
          <w:b/>
        </w:rPr>
        <w:t>:</w:t>
      </w:r>
      <w:r>
        <w:t xml:space="preserve"> </w:t>
      </w:r>
      <w:r w:rsidRPr="00DE063C">
        <w:t>Il medesimo sconto offerto verrà applicato per determinare importi e corrispettivi dell’eventuale opzione di cui all’art. 3 del Capitolato Speciale.</w:t>
      </w:r>
    </w:p>
    <w:p w14:paraId="04F2D4FA" w14:textId="77777777" w:rsidR="00145067" w:rsidRPr="007254CF" w:rsidRDefault="00145067" w:rsidP="00145067">
      <w:pPr>
        <w:pStyle w:val="LetteraTipo"/>
        <w:spacing w:line="276" w:lineRule="auto"/>
        <w:jc w:val="both"/>
      </w:pPr>
      <w:r w:rsidRPr="00950882">
        <w:rPr>
          <w:b/>
        </w:rPr>
        <w:t>N.B.</w:t>
      </w:r>
      <w:r>
        <w:rPr>
          <w:b/>
        </w:rPr>
        <w:t>2</w:t>
      </w:r>
      <w:r>
        <w:t xml:space="preserve">: </w:t>
      </w:r>
      <w:r w:rsidRPr="007254CF">
        <w:t>il periodo di validità dell’offerta, a pena di esclusione dalla gara, non pot</w:t>
      </w:r>
      <w:r>
        <w:t xml:space="preserve">rà essere inferiore a 6 mesi </w:t>
      </w:r>
      <w:r w:rsidRPr="007254CF">
        <w:t xml:space="preserve">dalla data di scadenza del termine per la presentazione delle offerte. </w:t>
      </w:r>
    </w:p>
    <w:p w14:paraId="72E137A9" w14:textId="77777777" w:rsidR="00145067" w:rsidRDefault="00145067" w:rsidP="00145067">
      <w:pPr>
        <w:pStyle w:val="LetteraTipo"/>
        <w:spacing w:line="276" w:lineRule="auto"/>
        <w:jc w:val="both"/>
      </w:pPr>
      <w:r>
        <w:rPr>
          <w:b/>
        </w:rPr>
        <w:t>N.B.3</w:t>
      </w:r>
      <w:r w:rsidRPr="00A64D3E">
        <w:rPr>
          <w:b/>
        </w:rPr>
        <w:t>:</w:t>
      </w:r>
      <w:r>
        <w:t xml:space="preserve"> In caso di mancata corrispondenza tra gli sconti espressi in cifre e quelli espressi il lettere, prevarranno quelli espressi in lettere.</w:t>
      </w:r>
    </w:p>
    <w:p w14:paraId="45213B1E" w14:textId="77777777" w:rsidR="00145067" w:rsidRDefault="00145067" w:rsidP="00145067">
      <w:pPr>
        <w:pStyle w:val="LetteraTipo"/>
        <w:jc w:val="both"/>
        <w:rPr>
          <w:rFonts w:eastAsia="Calibri"/>
        </w:rPr>
      </w:pPr>
      <w:r w:rsidRPr="004B0AEF">
        <w:rPr>
          <w:b/>
        </w:rPr>
        <w:t>N.B.4:</w:t>
      </w:r>
      <w:r w:rsidRPr="004B0AEF">
        <w:t xml:space="preserve"> </w:t>
      </w:r>
      <w:r w:rsidRPr="004B0AEF">
        <w:rPr>
          <w:rFonts w:eastAsia="Calibri"/>
        </w:rPr>
        <w:t>l’offerta economica presentata si intende omnicomprensiva e compensativa di tutte le attività che verranno poste in essere per l’espletamento dell’appalto secondo quanto prescritto dalla documentazione di gara.</w:t>
      </w:r>
    </w:p>
    <w:p w14:paraId="22E58789" w14:textId="77777777" w:rsidR="006326E3" w:rsidRPr="00666834" w:rsidRDefault="006326E3" w:rsidP="00F860B6">
      <w:pPr>
        <w:pStyle w:val="LetteraTipo"/>
        <w:jc w:val="both"/>
      </w:pPr>
    </w:p>
    <w:p w14:paraId="5A8D56F4" w14:textId="3BE00FD9" w:rsidR="00FE3C52" w:rsidRPr="00666834" w:rsidRDefault="00FE3C52" w:rsidP="00F860B6">
      <w:pPr>
        <w:pStyle w:val="LetteraTipo"/>
        <w:jc w:val="both"/>
      </w:pPr>
      <w:r w:rsidRPr="00666834">
        <w:t>Ai sensi dell’art. 48 comma 4 del D.lgs</w:t>
      </w:r>
      <w:r w:rsidR="009A2246" w:rsidRPr="00666834">
        <w:t>.</w:t>
      </w:r>
      <w:r w:rsidRPr="00666834">
        <w:t xml:space="preserve"> n. 50/2016</w:t>
      </w:r>
      <w:r w:rsidR="00206D1E">
        <w:t xml:space="preserve"> e s.m.i.</w:t>
      </w:r>
      <w:r w:rsidRPr="00666834">
        <w:t>, si riportano di seguito le parti del servizio/fornitura che saranno eseguite dai singoli operatori economici riuniti o consorziati:</w:t>
      </w:r>
    </w:p>
    <w:p w14:paraId="7B4DB3B7" w14:textId="77777777" w:rsidR="00FE3C52" w:rsidRPr="00666834" w:rsidRDefault="00FE3C52" w:rsidP="00F860B6">
      <w:pPr>
        <w:pStyle w:val="LetteraTipo"/>
        <w:jc w:val="both"/>
      </w:pPr>
      <w:r w:rsidRPr="00666834">
        <w:t xml:space="preserve">-Impresa </w:t>
      </w:r>
      <w:sdt>
        <w:sdtPr>
          <w:id w:val="953757988"/>
          <w:placeholder>
            <w:docPart w:val="874783A937A544E7B0D2B8A8D589FB5D"/>
          </w:placeholder>
          <w:text/>
        </w:sdtPr>
        <w:sdtEndPr/>
        <w:sdtContent>
          <w:r w:rsidRPr="00666834">
            <w:t>……………………………………………………………………………………………………..…</w:t>
          </w:r>
        </w:sdtContent>
      </w:sdt>
    </w:p>
    <w:p w14:paraId="6EF474F4" w14:textId="77777777" w:rsidR="00FE3C52" w:rsidRPr="00666834" w:rsidRDefault="00FE3C52" w:rsidP="00F860B6">
      <w:pPr>
        <w:pStyle w:val="LetteraTipo"/>
        <w:jc w:val="both"/>
      </w:pPr>
      <w:r w:rsidRPr="00666834">
        <w:t xml:space="preserve">-parte servizio/fornitura </w:t>
      </w:r>
      <w:sdt>
        <w:sdtPr>
          <w:id w:val="2126199003"/>
          <w:placeholder>
            <w:docPart w:val="874783A937A544E7B0D2B8A8D589FB5D"/>
          </w:placeholder>
          <w:text/>
        </w:sdtPr>
        <w:sdtEndPr/>
        <w:sdtContent>
          <w:r w:rsidRPr="00666834">
            <w:t>………………………………………………………………………..………………</w:t>
          </w:r>
        </w:sdtContent>
      </w:sdt>
    </w:p>
    <w:p w14:paraId="3337B00C" w14:textId="77777777" w:rsidR="00FE3C52" w:rsidRPr="00666834" w:rsidRDefault="00FE3C52" w:rsidP="00F860B6">
      <w:pPr>
        <w:pStyle w:val="LetteraTipo"/>
        <w:jc w:val="both"/>
      </w:pPr>
      <w:r w:rsidRPr="00666834">
        <w:t xml:space="preserve">-Impresa </w:t>
      </w:r>
      <w:sdt>
        <w:sdtPr>
          <w:id w:val="2063979753"/>
          <w:placeholder>
            <w:docPart w:val="874783A937A544E7B0D2B8A8D589FB5D"/>
          </w:placeholder>
          <w:text/>
        </w:sdtPr>
        <w:sdtEndPr/>
        <w:sdtContent>
          <w:r w:rsidRPr="00666834">
            <w:t>……………………………………………………………………………………………………..…</w:t>
          </w:r>
        </w:sdtContent>
      </w:sdt>
      <w:r w:rsidRPr="00666834">
        <w:t xml:space="preserve"> </w:t>
      </w:r>
    </w:p>
    <w:p w14:paraId="7A699C7D" w14:textId="4944F856" w:rsidR="00FE3C52" w:rsidRPr="001D5EB3" w:rsidRDefault="00FE3C52" w:rsidP="00F860B6">
      <w:pPr>
        <w:pStyle w:val="LetteraTipo"/>
        <w:jc w:val="both"/>
      </w:pPr>
      <w:r w:rsidRPr="001D5EB3">
        <w:t xml:space="preserve">-parte servizio/fornitura </w:t>
      </w:r>
      <w:sdt>
        <w:sdtPr>
          <w:id w:val="1224804464"/>
          <w:placeholder>
            <w:docPart w:val="874783A937A544E7B0D2B8A8D589FB5D"/>
          </w:placeholder>
          <w:text/>
        </w:sdtPr>
        <w:sdtEndPr/>
        <w:sdtContent>
          <w:r w:rsidRPr="001D5EB3">
            <w:t>………</w:t>
          </w:r>
          <w:r w:rsidR="00F860B6">
            <w:t>………………………………………………………..……………………</w:t>
          </w:r>
        </w:sdtContent>
      </w:sdt>
    </w:p>
    <w:p w14:paraId="40A56956" w14:textId="77777777" w:rsidR="00FE3C52" w:rsidRPr="003B1614" w:rsidRDefault="00FE3C52" w:rsidP="00F860B6">
      <w:pPr>
        <w:pStyle w:val="LetteraTipo"/>
        <w:jc w:val="both"/>
      </w:pPr>
      <w:r w:rsidRPr="001D5EB3">
        <w:t>-Impresa</w:t>
      </w:r>
      <w:r w:rsidRPr="003B1614">
        <w:t xml:space="preserve"> </w:t>
      </w:r>
      <w:sdt>
        <w:sdtPr>
          <w:id w:val="-401221146"/>
          <w:placeholder>
            <w:docPart w:val="874783A937A544E7B0D2B8A8D589FB5D"/>
          </w:placeholder>
          <w:text/>
        </w:sdtPr>
        <w:sdtEndPr/>
        <w:sdtContent>
          <w:r w:rsidRPr="00556023">
            <w:t>……………………………………………………………………………………………………..…</w:t>
          </w:r>
        </w:sdtContent>
      </w:sdt>
    </w:p>
    <w:p w14:paraId="6FB8CB69" w14:textId="5C8528B3" w:rsidR="00C56128" w:rsidRPr="00DC2843" w:rsidRDefault="00FE3C52" w:rsidP="00F860B6">
      <w:pPr>
        <w:pStyle w:val="LetteraTipo"/>
        <w:jc w:val="both"/>
      </w:pPr>
      <w:r w:rsidRPr="003B1614">
        <w:t xml:space="preserve">-parte servizio/fornitura </w:t>
      </w:r>
      <w:sdt>
        <w:sdtPr>
          <w:id w:val="-1308633772"/>
          <w:placeholder>
            <w:docPart w:val="874783A937A544E7B0D2B8A8D589FB5D"/>
          </w:placeholder>
          <w:text/>
        </w:sdtPr>
        <w:sdtEndPr/>
        <w:sdtContent>
          <w:r w:rsidRPr="00486510">
            <w:t>………………………………………………………………</w:t>
          </w:r>
          <w:r>
            <w:t>..</w:t>
          </w:r>
          <w:r w:rsidR="00F860B6">
            <w:t>……………………</w:t>
          </w:r>
        </w:sdtContent>
      </w:sdt>
    </w:p>
    <w:p w14:paraId="1F607B20" w14:textId="77777777" w:rsidR="00C56128" w:rsidRDefault="00C56128" w:rsidP="00F860B6">
      <w:pPr>
        <w:pStyle w:val="LetteraTipo"/>
        <w:jc w:val="both"/>
        <w:rPr>
          <w:b/>
        </w:rPr>
      </w:pPr>
    </w:p>
    <w:p w14:paraId="72C826D1" w14:textId="77777777" w:rsidR="00AB32F9" w:rsidRDefault="00AB32F9" w:rsidP="00F860B6">
      <w:pPr>
        <w:pStyle w:val="LetteraTipo"/>
        <w:jc w:val="both"/>
        <w:rPr>
          <w:b/>
        </w:rPr>
      </w:pPr>
    </w:p>
    <w:p w14:paraId="5A7FB2E9" w14:textId="77777777" w:rsidR="00273F31" w:rsidRDefault="00273F31" w:rsidP="00F860B6">
      <w:pPr>
        <w:pStyle w:val="LetteraTipo"/>
        <w:jc w:val="both"/>
        <w:rPr>
          <w:b/>
        </w:rPr>
      </w:pPr>
    </w:p>
    <w:p w14:paraId="6FFF8B8E" w14:textId="77777777" w:rsidR="00273F31" w:rsidRDefault="00273F31" w:rsidP="00F860B6">
      <w:pPr>
        <w:pStyle w:val="LetteraTipo"/>
        <w:jc w:val="both"/>
        <w:rPr>
          <w:b/>
        </w:rPr>
      </w:pPr>
    </w:p>
    <w:p w14:paraId="5DD97A07" w14:textId="77777777" w:rsidR="0064677A" w:rsidRPr="0002040C" w:rsidRDefault="0064677A" w:rsidP="00F860B6">
      <w:pPr>
        <w:pStyle w:val="LetteraTipo"/>
        <w:jc w:val="both"/>
        <w:rPr>
          <w:b/>
          <w:sz w:val="18"/>
          <w:szCs w:val="18"/>
        </w:rPr>
      </w:pPr>
      <w:r w:rsidRPr="0002040C">
        <w:rPr>
          <w:b/>
          <w:sz w:val="18"/>
          <w:szCs w:val="18"/>
        </w:rPr>
        <w:t>Si precisa che il presente Modello, debitamente compilato dovrà esse</w:t>
      </w:r>
      <w:r w:rsidR="000460EF" w:rsidRPr="0002040C">
        <w:rPr>
          <w:b/>
          <w:sz w:val="18"/>
          <w:szCs w:val="18"/>
        </w:rPr>
        <w:t>re firmato digitalmente</w:t>
      </w:r>
      <w:r w:rsidRPr="0002040C">
        <w:rPr>
          <w:b/>
          <w:sz w:val="18"/>
          <w:szCs w:val="18"/>
        </w:rPr>
        <w:t>:</w:t>
      </w:r>
    </w:p>
    <w:p w14:paraId="66B97A05" w14:textId="6363A2D4" w:rsidR="00D4161B" w:rsidRPr="0002040C" w:rsidRDefault="0064677A" w:rsidP="008B418F">
      <w:pPr>
        <w:pStyle w:val="LetteraTipo"/>
        <w:jc w:val="both"/>
        <w:rPr>
          <w:b/>
          <w:sz w:val="18"/>
          <w:szCs w:val="18"/>
        </w:rPr>
      </w:pPr>
      <w:r w:rsidRPr="0002040C">
        <w:rPr>
          <w:b/>
          <w:sz w:val="18"/>
          <w:szCs w:val="18"/>
        </w:rPr>
        <w:t>nel caso di impresa singola, dal legale rappresentante/procuratore speciale;</w:t>
      </w:r>
    </w:p>
    <w:p w14:paraId="44C591C6" w14:textId="12A24748" w:rsidR="0064677A" w:rsidRPr="0002040C" w:rsidRDefault="0064677A" w:rsidP="00F860B6">
      <w:pPr>
        <w:pStyle w:val="LetteraTipo"/>
        <w:jc w:val="both"/>
        <w:rPr>
          <w:b/>
          <w:sz w:val="18"/>
          <w:szCs w:val="18"/>
        </w:rPr>
      </w:pPr>
      <w:r w:rsidRPr="0002040C">
        <w:rPr>
          <w:b/>
          <w:sz w:val="18"/>
          <w:szCs w:val="18"/>
        </w:rPr>
        <w:t>nel caso di Consorzi di cui  all’art</w:t>
      </w:r>
      <w:r w:rsidR="00B17A00" w:rsidRPr="0002040C">
        <w:rPr>
          <w:b/>
          <w:sz w:val="18"/>
          <w:szCs w:val="18"/>
        </w:rPr>
        <w:t>. 45 comma 1 lettere b) e c) D.l</w:t>
      </w:r>
      <w:r w:rsidRPr="0002040C">
        <w:rPr>
          <w:b/>
          <w:sz w:val="18"/>
          <w:szCs w:val="18"/>
        </w:rPr>
        <w:t>gs. n. 50/2016</w:t>
      </w:r>
      <w:r w:rsidR="00206D1E" w:rsidRPr="0002040C">
        <w:rPr>
          <w:b/>
          <w:sz w:val="18"/>
          <w:szCs w:val="18"/>
        </w:rPr>
        <w:t xml:space="preserve"> e s.m.i.</w:t>
      </w:r>
      <w:r w:rsidRPr="0002040C">
        <w:rPr>
          <w:b/>
          <w:sz w:val="18"/>
          <w:szCs w:val="18"/>
        </w:rPr>
        <w:t>: dal legale rappresentante/procuratore speciale del Consorzio;</w:t>
      </w:r>
    </w:p>
    <w:p w14:paraId="3584A665" w14:textId="76953F30" w:rsidR="007C2587" w:rsidRPr="0002040C" w:rsidRDefault="0064677A" w:rsidP="00F860B6">
      <w:pPr>
        <w:pStyle w:val="LetteraTipo"/>
        <w:jc w:val="both"/>
        <w:rPr>
          <w:b/>
          <w:sz w:val="18"/>
          <w:szCs w:val="18"/>
        </w:rPr>
      </w:pPr>
      <w:r w:rsidRPr="0002040C">
        <w:rPr>
          <w:b/>
          <w:sz w:val="18"/>
          <w:szCs w:val="18"/>
        </w:rPr>
        <w:t>nel caso di A.T.I. da costi</w:t>
      </w:r>
      <w:r w:rsidR="00B17A00" w:rsidRPr="0002040C">
        <w:rPr>
          <w:b/>
          <w:sz w:val="18"/>
          <w:szCs w:val="18"/>
        </w:rPr>
        <w:t>tuire o Consorzio ex art. 48 D.l</w:t>
      </w:r>
      <w:r w:rsidRPr="0002040C">
        <w:rPr>
          <w:b/>
          <w:sz w:val="18"/>
          <w:szCs w:val="18"/>
        </w:rPr>
        <w:t>gs. n. 50/2016</w:t>
      </w:r>
      <w:r w:rsidR="00206D1E" w:rsidRPr="0002040C">
        <w:rPr>
          <w:b/>
          <w:sz w:val="18"/>
          <w:szCs w:val="18"/>
        </w:rPr>
        <w:t xml:space="preserve"> e s.m.i.</w:t>
      </w:r>
      <w:r w:rsidRPr="0002040C">
        <w:rPr>
          <w:b/>
          <w:sz w:val="18"/>
          <w:szCs w:val="18"/>
        </w:rPr>
        <w:t xml:space="preserve"> da costituire: dal legale rappresentante/procuratore speciale di ciascuna impresa costituente il raggruppamento/consorzio nel suo complesso;</w:t>
      </w:r>
    </w:p>
    <w:p w14:paraId="1A461630" w14:textId="56A610D1" w:rsidR="00DE3F78" w:rsidRPr="0002040C" w:rsidRDefault="0064677A" w:rsidP="004A1644">
      <w:pPr>
        <w:pStyle w:val="LetteraTipo"/>
        <w:jc w:val="both"/>
        <w:rPr>
          <w:b/>
          <w:sz w:val="18"/>
          <w:szCs w:val="18"/>
        </w:rPr>
      </w:pPr>
      <w:r w:rsidRPr="0002040C">
        <w:rPr>
          <w:b/>
          <w:sz w:val="18"/>
          <w:szCs w:val="18"/>
        </w:rPr>
        <w:t>nel caso di A.T.I. costituita o Consor</w:t>
      </w:r>
      <w:r w:rsidR="00B17A00" w:rsidRPr="0002040C">
        <w:rPr>
          <w:b/>
          <w:sz w:val="18"/>
          <w:szCs w:val="18"/>
        </w:rPr>
        <w:t>zio ex art. cui  all’art. 48 D.l</w:t>
      </w:r>
      <w:r w:rsidRPr="0002040C">
        <w:rPr>
          <w:b/>
          <w:sz w:val="18"/>
          <w:szCs w:val="18"/>
        </w:rPr>
        <w:t>gs. n. 50/2016</w:t>
      </w:r>
      <w:r w:rsidR="00206D1E" w:rsidRPr="0002040C">
        <w:rPr>
          <w:b/>
          <w:sz w:val="18"/>
          <w:szCs w:val="18"/>
        </w:rPr>
        <w:t xml:space="preserve"> e s.m.i.</w:t>
      </w:r>
      <w:r w:rsidRPr="0002040C">
        <w:rPr>
          <w:b/>
          <w:sz w:val="18"/>
          <w:szCs w:val="18"/>
        </w:rPr>
        <w:t xml:space="preserve"> costituito: dal legale rappresentante/procuratore speciale dell’impresa designata come mandataria o Capogruppo. </w:t>
      </w:r>
    </w:p>
    <w:p w14:paraId="24725587" w14:textId="77777777" w:rsidR="00D4161B" w:rsidRPr="0002040C" w:rsidRDefault="00D4161B" w:rsidP="004A1644">
      <w:pPr>
        <w:pStyle w:val="LetteraTipo"/>
        <w:jc w:val="both"/>
        <w:rPr>
          <w:b/>
          <w:sz w:val="18"/>
          <w:szCs w:val="18"/>
        </w:rPr>
      </w:pPr>
    </w:p>
    <w:p w14:paraId="7B392650" w14:textId="77777777" w:rsidR="00273F31" w:rsidRPr="0002040C" w:rsidRDefault="00273F31" w:rsidP="004A1644">
      <w:pPr>
        <w:pStyle w:val="LetteraTipo"/>
        <w:jc w:val="both"/>
        <w:rPr>
          <w:b/>
          <w:sz w:val="18"/>
          <w:szCs w:val="18"/>
        </w:rPr>
      </w:pPr>
    </w:p>
    <w:p w14:paraId="764A5AE2" w14:textId="6241391E" w:rsidR="006E3078" w:rsidRPr="0002040C" w:rsidRDefault="002F413E" w:rsidP="00273F31">
      <w:pPr>
        <w:pStyle w:val="LetteraTipo"/>
        <w:jc w:val="both"/>
        <w:rPr>
          <w:b/>
          <w:sz w:val="18"/>
          <w:szCs w:val="18"/>
        </w:rPr>
      </w:pPr>
      <w:r w:rsidRPr="0002040C">
        <w:rPr>
          <w:b/>
          <w:sz w:val="18"/>
          <w:szCs w:val="18"/>
        </w:rPr>
        <w:t>Al fine di agevolare i lavori della Commissione esaminatrice ed evitare eventuali error</w:t>
      </w:r>
      <w:r w:rsidR="00A05AE5" w:rsidRPr="0002040C">
        <w:rPr>
          <w:b/>
          <w:sz w:val="18"/>
          <w:szCs w:val="18"/>
        </w:rPr>
        <w:t xml:space="preserve">i di trascrizione, si invita a </w:t>
      </w:r>
      <w:r w:rsidRPr="0002040C">
        <w:rPr>
          <w:b/>
          <w:sz w:val="18"/>
          <w:szCs w:val="18"/>
        </w:rPr>
        <w:t>rendere le dichiarazioni utilizzando materialmente il presente modello o una sua fotocopia.</w:t>
      </w:r>
    </w:p>
    <w:sectPr w:rsidR="006E3078" w:rsidRPr="0002040C" w:rsidSect="00DE3F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849" w:bottom="993" w:left="2268" w:header="426" w:footer="13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D4D69C" w14:textId="77777777" w:rsidR="00FD72BB" w:rsidRDefault="00FD72BB">
      <w:r>
        <w:separator/>
      </w:r>
    </w:p>
  </w:endnote>
  <w:endnote w:type="continuationSeparator" w:id="0">
    <w:p w14:paraId="57983B6D" w14:textId="77777777" w:rsidR="00FD72BB" w:rsidRDefault="00FD7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BA0600" w14:textId="77777777" w:rsidR="002C08C2" w:rsidRDefault="002C08C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BF9D96" w14:textId="3F91BE9D" w:rsidR="00206085" w:rsidRPr="00A153F4" w:rsidRDefault="00D4161B" w:rsidP="00DB44A3">
    <w:pPr>
      <w:pStyle w:val="Pidipagina"/>
      <w:jc w:val="right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 xml:space="preserve">Modello </w:t>
    </w:r>
    <w:r w:rsidR="00206085" w:rsidRPr="00A153F4">
      <w:rPr>
        <w:rFonts w:ascii="Arial" w:hAnsi="Arial" w:cs="Arial"/>
        <w:b/>
        <w:sz w:val="16"/>
        <w:szCs w:val="16"/>
      </w:rPr>
      <w:t xml:space="preserve">C </w:t>
    </w:r>
    <w:r w:rsidR="00206085" w:rsidRPr="00A153F4">
      <w:rPr>
        <w:rFonts w:ascii="Arial" w:hAnsi="Arial" w:cs="Arial"/>
        <w:b/>
        <w:snapToGrid w:val="0"/>
        <w:sz w:val="16"/>
        <w:szCs w:val="16"/>
      </w:rPr>
      <w:t xml:space="preserve">Pagina </w:t>
    </w:r>
    <w:r w:rsidR="002C08C2">
      <w:rPr>
        <w:rFonts w:ascii="Arial" w:hAnsi="Arial" w:cs="Arial"/>
        <w:b/>
        <w:snapToGrid w:val="0"/>
        <w:sz w:val="16"/>
        <w:szCs w:val="16"/>
      </w:rPr>
      <w:t>5</w:t>
    </w:r>
    <w:r w:rsidR="00206085" w:rsidRPr="00A153F4">
      <w:rPr>
        <w:rFonts w:ascii="Arial" w:hAnsi="Arial" w:cs="Arial"/>
        <w:b/>
        <w:snapToGrid w:val="0"/>
        <w:sz w:val="16"/>
        <w:szCs w:val="16"/>
      </w:rPr>
      <w:t xml:space="preserve"> di </w:t>
    </w:r>
    <w:r w:rsidR="00526DD0">
      <w:rPr>
        <w:rFonts w:ascii="Arial" w:hAnsi="Arial" w:cs="Arial"/>
        <w:b/>
        <w:snapToGrid w:val="0"/>
        <w:sz w:val="16"/>
        <w:szCs w:val="16"/>
      </w:rPr>
      <w:t>5</w:t>
    </w:r>
  </w:p>
  <w:p w14:paraId="5A0D3D43" w14:textId="77777777" w:rsidR="00206085" w:rsidRPr="00DB44A3" w:rsidRDefault="00206085" w:rsidP="00DB44A3">
    <w:pPr>
      <w:pStyle w:val="Pidipagina"/>
      <w:rPr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AD5DF9" w14:textId="77777777" w:rsidR="002C08C2" w:rsidRDefault="002C08C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97DE57" w14:textId="77777777" w:rsidR="00FD72BB" w:rsidRDefault="00FD72BB">
      <w:r>
        <w:separator/>
      </w:r>
    </w:p>
  </w:footnote>
  <w:footnote w:type="continuationSeparator" w:id="0">
    <w:p w14:paraId="7B8ADBD8" w14:textId="77777777" w:rsidR="00FD72BB" w:rsidRDefault="00FD72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FCA028" w14:textId="77777777" w:rsidR="002C08C2" w:rsidRDefault="002C08C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A28F20" w14:textId="77777777" w:rsidR="00406DBE" w:rsidRDefault="00BA7F7C" w:rsidP="00406DBE">
    <w:pPr>
      <w:tabs>
        <w:tab w:val="left" w:pos="9638"/>
      </w:tabs>
      <w:ind w:right="-1"/>
      <w:rPr>
        <w:rFonts w:ascii="Arial" w:hAnsi="Arial" w:cs="Arial"/>
        <w:i/>
      </w:rPr>
    </w:pPr>
    <w:r>
      <w:rPr>
        <w:rFonts w:ascii="Arial" w:hAnsi="Arial" w:cs="Arial"/>
        <w:i/>
        <w:noProof/>
      </w:rPr>
      <w:drawing>
        <wp:anchor distT="0" distB="0" distL="114300" distR="114300" simplePos="0" relativeHeight="251658240" behindDoc="1" locked="0" layoutInCell="1" allowOverlap="1" wp14:anchorId="14675F2F" wp14:editId="5CBB4D9D">
          <wp:simplePos x="0" y="0"/>
          <wp:positionH relativeFrom="column">
            <wp:posOffset>-1421130</wp:posOffset>
          </wp:positionH>
          <wp:positionV relativeFrom="paragraph">
            <wp:posOffset>-241935</wp:posOffset>
          </wp:positionV>
          <wp:extent cx="1667764" cy="933450"/>
          <wp:effectExtent l="0" t="0" r="8890" b="0"/>
          <wp:wrapNone/>
          <wp:docPr id="31" name="Immagine 31" descr="\\srvcnas03\home\gdilauro\My Pictures\20160407_ML_SFUM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0" descr="\\srvcnas03\home\gdilauro\My Pictures\20160407_ML_SFUMATUR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663" cy="9384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E2821">
      <w:rPr>
        <w:rFonts w:ascii="Arial" w:hAnsi="Arial" w:cs="Arial"/>
        <w:i/>
      </w:rPr>
      <w:t xml:space="preserve">                              </w:t>
    </w:r>
  </w:p>
  <w:p w14:paraId="2859A979" w14:textId="77777777" w:rsidR="00F10313" w:rsidRDefault="00F10313" w:rsidP="00406DBE">
    <w:pPr>
      <w:tabs>
        <w:tab w:val="left" w:pos="9638"/>
      </w:tabs>
      <w:ind w:right="-1"/>
      <w:jc w:val="center"/>
      <w:rPr>
        <w:rFonts w:ascii="Arial" w:hAnsi="Arial" w:cs="Arial"/>
        <w:b/>
      </w:rPr>
    </w:pPr>
  </w:p>
  <w:p w14:paraId="12C7618C" w14:textId="5AFB4331" w:rsidR="00A153F4" w:rsidRPr="008C7267" w:rsidRDefault="00206085" w:rsidP="00406DBE">
    <w:pPr>
      <w:tabs>
        <w:tab w:val="left" w:pos="9638"/>
      </w:tabs>
      <w:ind w:right="-1"/>
      <w:jc w:val="center"/>
      <w:rPr>
        <w:rFonts w:ascii="Arial" w:hAnsi="Arial" w:cs="Arial"/>
        <w:b/>
        <w:sz w:val="22"/>
        <w:szCs w:val="22"/>
      </w:rPr>
    </w:pPr>
    <w:r w:rsidRPr="008C7267">
      <w:rPr>
        <w:rFonts w:ascii="Arial" w:hAnsi="Arial" w:cs="Arial"/>
        <w:b/>
        <w:sz w:val="22"/>
        <w:szCs w:val="22"/>
      </w:rPr>
      <w:t>Modello C</w:t>
    </w:r>
    <w:r w:rsidR="00E364AD">
      <w:rPr>
        <w:rFonts w:ascii="Arial" w:hAnsi="Arial" w:cs="Arial"/>
        <w:b/>
        <w:sz w:val="22"/>
        <w:szCs w:val="22"/>
      </w:rPr>
      <w:t xml:space="preserve"> </w:t>
    </w:r>
  </w:p>
  <w:p w14:paraId="05F6027E" w14:textId="77777777" w:rsidR="00206085" w:rsidRPr="008C7267" w:rsidRDefault="00206085" w:rsidP="00406DBE">
    <w:pPr>
      <w:tabs>
        <w:tab w:val="left" w:pos="9638"/>
      </w:tabs>
      <w:ind w:right="-1"/>
      <w:jc w:val="center"/>
      <w:rPr>
        <w:rFonts w:ascii="Arial" w:hAnsi="Arial" w:cs="Arial"/>
        <w:b/>
        <w:sz w:val="22"/>
        <w:szCs w:val="22"/>
      </w:rPr>
    </w:pPr>
    <w:r w:rsidRPr="008C7267">
      <w:rPr>
        <w:rFonts w:ascii="Arial" w:hAnsi="Arial" w:cs="Arial"/>
        <w:b/>
        <w:sz w:val="22"/>
        <w:szCs w:val="22"/>
      </w:rPr>
      <w:t>(Modello di Offerta Economica)</w:t>
    </w:r>
  </w:p>
  <w:p w14:paraId="49CA4BF4" w14:textId="77777777" w:rsidR="00206085" w:rsidRDefault="00206085" w:rsidP="005749F2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2C3B94" w14:textId="77777777" w:rsidR="002C08C2" w:rsidRDefault="002C08C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81EB3"/>
    <w:multiLevelType w:val="hybridMultilevel"/>
    <w:tmpl w:val="946C8364"/>
    <w:lvl w:ilvl="0" w:tplc="3BF0BC9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065CA"/>
    <w:multiLevelType w:val="hybridMultilevel"/>
    <w:tmpl w:val="71CAB4EA"/>
    <w:lvl w:ilvl="0" w:tplc="8996D04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2D174D"/>
    <w:multiLevelType w:val="hybridMultilevel"/>
    <w:tmpl w:val="297AB47C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7E44FC"/>
    <w:multiLevelType w:val="hybridMultilevel"/>
    <w:tmpl w:val="BB3C9F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3067D"/>
    <w:multiLevelType w:val="multilevel"/>
    <w:tmpl w:val="309E69C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976232F"/>
    <w:multiLevelType w:val="hybridMultilevel"/>
    <w:tmpl w:val="55F06A42"/>
    <w:lvl w:ilvl="0" w:tplc="C236119C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CB47A66"/>
    <w:multiLevelType w:val="singleLevel"/>
    <w:tmpl w:val="EA4E4B32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7" w15:restartNumberingAfterBreak="0">
    <w:nsid w:val="4207562A"/>
    <w:multiLevelType w:val="hybridMultilevel"/>
    <w:tmpl w:val="88BADBB2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720A2A"/>
    <w:multiLevelType w:val="hybridMultilevel"/>
    <w:tmpl w:val="BB3C9F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0308F6"/>
    <w:multiLevelType w:val="hybridMultilevel"/>
    <w:tmpl w:val="E0329EF8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4ECC1B6E"/>
    <w:multiLevelType w:val="hybridMultilevel"/>
    <w:tmpl w:val="BB3C9F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332DA6"/>
    <w:multiLevelType w:val="hybridMultilevel"/>
    <w:tmpl w:val="E0329EF8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5495320A"/>
    <w:multiLevelType w:val="multilevel"/>
    <w:tmpl w:val="5D4CC0D0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557BC2"/>
    <w:multiLevelType w:val="hybridMultilevel"/>
    <w:tmpl w:val="5D4CC0D0"/>
    <w:lvl w:ilvl="0" w:tplc="5AEA26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472712"/>
    <w:multiLevelType w:val="hybridMultilevel"/>
    <w:tmpl w:val="50541E74"/>
    <w:lvl w:ilvl="0" w:tplc="FE5CB13C">
      <w:start w:val="38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C422E9"/>
    <w:multiLevelType w:val="hybridMultilevel"/>
    <w:tmpl w:val="F1828802"/>
    <w:lvl w:ilvl="0" w:tplc="219EEB8C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1AB7B5D"/>
    <w:multiLevelType w:val="hybridMultilevel"/>
    <w:tmpl w:val="BB3C9F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13"/>
  </w:num>
  <w:num w:numId="5">
    <w:abstractNumId w:val="12"/>
  </w:num>
  <w:num w:numId="6">
    <w:abstractNumId w:val="14"/>
  </w:num>
  <w:num w:numId="7">
    <w:abstractNumId w:val="2"/>
  </w:num>
  <w:num w:numId="8">
    <w:abstractNumId w:val="7"/>
  </w:num>
  <w:num w:numId="9">
    <w:abstractNumId w:val="1"/>
  </w:num>
  <w:num w:numId="10">
    <w:abstractNumId w:val="15"/>
  </w:num>
  <w:num w:numId="11">
    <w:abstractNumId w:val="9"/>
  </w:num>
  <w:num w:numId="12">
    <w:abstractNumId w:val="11"/>
  </w:num>
  <w:num w:numId="13">
    <w:abstractNumId w:val="0"/>
  </w:num>
  <w:num w:numId="14">
    <w:abstractNumId w:val="16"/>
  </w:num>
  <w:num w:numId="15">
    <w:abstractNumId w:val="8"/>
  </w:num>
  <w:num w:numId="16">
    <w:abstractNumId w:val="3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8gymQbsSwhawwwzk8k85LxtV2E1nAurGVCQ2dVwEbib4rw3g+9uJxh9fZvwDxQaZNrchtPp6Ps/XWqRCZ0HscQ==" w:salt="r9Ym55tc2fBQ32HrTeosGw=="/>
  <w:defaultTabStop w:val="708"/>
  <w:hyphenationZone w:val="283"/>
  <w:noPunctuationKerning/>
  <w:characterSpacingControl w:val="doNotCompress"/>
  <w:hdrShapeDefaults>
    <o:shapedefaults v:ext="edit" spidmax="173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A86"/>
    <w:rsid w:val="00006857"/>
    <w:rsid w:val="000115A2"/>
    <w:rsid w:val="00012F46"/>
    <w:rsid w:val="00014CA0"/>
    <w:rsid w:val="00016F71"/>
    <w:rsid w:val="0002040C"/>
    <w:rsid w:val="00024DC7"/>
    <w:rsid w:val="00026939"/>
    <w:rsid w:val="000342F6"/>
    <w:rsid w:val="00035C4C"/>
    <w:rsid w:val="00036830"/>
    <w:rsid w:val="00036DC2"/>
    <w:rsid w:val="00040E74"/>
    <w:rsid w:val="00041753"/>
    <w:rsid w:val="0004218E"/>
    <w:rsid w:val="00042577"/>
    <w:rsid w:val="00044ED6"/>
    <w:rsid w:val="0004592B"/>
    <w:rsid w:val="000460EF"/>
    <w:rsid w:val="0005095A"/>
    <w:rsid w:val="00053A0F"/>
    <w:rsid w:val="00054930"/>
    <w:rsid w:val="00057FFD"/>
    <w:rsid w:val="00061196"/>
    <w:rsid w:val="00062890"/>
    <w:rsid w:val="00062D21"/>
    <w:rsid w:val="00063B44"/>
    <w:rsid w:val="00066326"/>
    <w:rsid w:val="00066B6F"/>
    <w:rsid w:val="00072EBE"/>
    <w:rsid w:val="000741C4"/>
    <w:rsid w:val="00074715"/>
    <w:rsid w:val="000754D7"/>
    <w:rsid w:val="000823A4"/>
    <w:rsid w:val="00084490"/>
    <w:rsid w:val="0008510E"/>
    <w:rsid w:val="00085A5C"/>
    <w:rsid w:val="00086188"/>
    <w:rsid w:val="00093941"/>
    <w:rsid w:val="00094C19"/>
    <w:rsid w:val="000A4DA4"/>
    <w:rsid w:val="000B1D42"/>
    <w:rsid w:val="000B42E2"/>
    <w:rsid w:val="000B502B"/>
    <w:rsid w:val="000B6B93"/>
    <w:rsid w:val="000C0B28"/>
    <w:rsid w:val="000C2C21"/>
    <w:rsid w:val="000C2D2A"/>
    <w:rsid w:val="000C3921"/>
    <w:rsid w:val="000C560E"/>
    <w:rsid w:val="000C5C8E"/>
    <w:rsid w:val="000C74B9"/>
    <w:rsid w:val="000D04B0"/>
    <w:rsid w:val="000D120C"/>
    <w:rsid w:val="000D1B23"/>
    <w:rsid w:val="000D3723"/>
    <w:rsid w:val="000E1166"/>
    <w:rsid w:val="000E137C"/>
    <w:rsid w:val="000E1B99"/>
    <w:rsid w:val="000E2675"/>
    <w:rsid w:val="000E6202"/>
    <w:rsid w:val="000F4720"/>
    <w:rsid w:val="000F4F4E"/>
    <w:rsid w:val="000F6608"/>
    <w:rsid w:val="000F7BC6"/>
    <w:rsid w:val="0010004E"/>
    <w:rsid w:val="00100A8B"/>
    <w:rsid w:val="001015E8"/>
    <w:rsid w:val="00102A44"/>
    <w:rsid w:val="001031AC"/>
    <w:rsid w:val="00104D26"/>
    <w:rsid w:val="00105106"/>
    <w:rsid w:val="001079BB"/>
    <w:rsid w:val="0011103E"/>
    <w:rsid w:val="00111725"/>
    <w:rsid w:val="001119E6"/>
    <w:rsid w:val="0011341A"/>
    <w:rsid w:val="00115AC0"/>
    <w:rsid w:val="001169FC"/>
    <w:rsid w:val="00116A50"/>
    <w:rsid w:val="001209ED"/>
    <w:rsid w:val="00121B6B"/>
    <w:rsid w:val="0012205C"/>
    <w:rsid w:val="00127B88"/>
    <w:rsid w:val="00130F30"/>
    <w:rsid w:val="0013107F"/>
    <w:rsid w:val="00131253"/>
    <w:rsid w:val="00132376"/>
    <w:rsid w:val="001324BC"/>
    <w:rsid w:val="00133450"/>
    <w:rsid w:val="00135C7B"/>
    <w:rsid w:val="00137FBB"/>
    <w:rsid w:val="00143369"/>
    <w:rsid w:val="00143F91"/>
    <w:rsid w:val="00145067"/>
    <w:rsid w:val="0014546F"/>
    <w:rsid w:val="00146A5B"/>
    <w:rsid w:val="00146E96"/>
    <w:rsid w:val="0015093E"/>
    <w:rsid w:val="0015703E"/>
    <w:rsid w:val="00157056"/>
    <w:rsid w:val="0015762D"/>
    <w:rsid w:val="00162214"/>
    <w:rsid w:val="00162ED3"/>
    <w:rsid w:val="00163778"/>
    <w:rsid w:val="0016502A"/>
    <w:rsid w:val="00166F71"/>
    <w:rsid w:val="00167ACD"/>
    <w:rsid w:val="001705E0"/>
    <w:rsid w:val="00171539"/>
    <w:rsid w:val="00176C01"/>
    <w:rsid w:val="00177F01"/>
    <w:rsid w:val="001805B4"/>
    <w:rsid w:val="00183A65"/>
    <w:rsid w:val="00184FA8"/>
    <w:rsid w:val="00185B15"/>
    <w:rsid w:val="00190D1C"/>
    <w:rsid w:val="00192FAB"/>
    <w:rsid w:val="00195370"/>
    <w:rsid w:val="001964E0"/>
    <w:rsid w:val="00197B36"/>
    <w:rsid w:val="001A1515"/>
    <w:rsid w:val="001A2B0C"/>
    <w:rsid w:val="001A3602"/>
    <w:rsid w:val="001A5C88"/>
    <w:rsid w:val="001B192E"/>
    <w:rsid w:val="001B2DC7"/>
    <w:rsid w:val="001B4528"/>
    <w:rsid w:val="001B4C02"/>
    <w:rsid w:val="001B5921"/>
    <w:rsid w:val="001B5B3A"/>
    <w:rsid w:val="001B655E"/>
    <w:rsid w:val="001B729F"/>
    <w:rsid w:val="001C0574"/>
    <w:rsid w:val="001C537C"/>
    <w:rsid w:val="001C561D"/>
    <w:rsid w:val="001C5A5D"/>
    <w:rsid w:val="001C62B4"/>
    <w:rsid w:val="001D157F"/>
    <w:rsid w:val="001D18AB"/>
    <w:rsid w:val="001D282D"/>
    <w:rsid w:val="001D5EB3"/>
    <w:rsid w:val="001E0F47"/>
    <w:rsid w:val="001E1A86"/>
    <w:rsid w:val="001E7D00"/>
    <w:rsid w:val="001F2B96"/>
    <w:rsid w:val="001F36FD"/>
    <w:rsid w:val="001F4768"/>
    <w:rsid w:val="001F4A58"/>
    <w:rsid w:val="001F7F18"/>
    <w:rsid w:val="00200F1D"/>
    <w:rsid w:val="00202E76"/>
    <w:rsid w:val="0020304D"/>
    <w:rsid w:val="00204842"/>
    <w:rsid w:val="00206085"/>
    <w:rsid w:val="00206D1E"/>
    <w:rsid w:val="00211926"/>
    <w:rsid w:val="0021334C"/>
    <w:rsid w:val="00216DEA"/>
    <w:rsid w:val="002222B2"/>
    <w:rsid w:val="00222FCA"/>
    <w:rsid w:val="002241BE"/>
    <w:rsid w:val="00224703"/>
    <w:rsid w:val="00225669"/>
    <w:rsid w:val="00227274"/>
    <w:rsid w:val="0023372B"/>
    <w:rsid w:val="00235018"/>
    <w:rsid w:val="00235A0D"/>
    <w:rsid w:val="00237CC4"/>
    <w:rsid w:val="00240CCC"/>
    <w:rsid w:val="002430A6"/>
    <w:rsid w:val="002476AF"/>
    <w:rsid w:val="00247991"/>
    <w:rsid w:val="00251963"/>
    <w:rsid w:val="00251A4D"/>
    <w:rsid w:val="00253043"/>
    <w:rsid w:val="0025414D"/>
    <w:rsid w:val="002549AF"/>
    <w:rsid w:val="0026037B"/>
    <w:rsid w:val="002637D2"/>
    <w:rsid w:val="00264D14"/>
    <w:rsid w:val="00264EC7"/>
    <w:rsid w:val="00270F2A"/>
    <w:rsid w:val="0027224E"/>
    <w:rsid w:val="00272CD1"/>
    <w:rsid w:val="00273A4C"/>
    <w:rsid w:val="00273F31"/>
    <w:rsid w:val="00275143"/>
    <w:rsid w:val="0027582E"/>
    <w:rsid w:val="00275966"/>
    <w:rsid w:val="00276980"/>
    <w:rsid w:val="0028305D"/>
    <w:rsid w:val="00286529"/>
    <w:rsid w:val="00290FE8"/>
    <w:rsid w:val="002919B5"/>
    <w:rsid w:val="00292F25"/>
    <w:rsid w:val="00297B12"/>
    <w:rsid w:val="00297F7D"/>
    <w:rsid w:val="002A299A"/>
    <w:rsid w:val="002A76C0"/>
    <w:rsid w:val="002A789E"/>
    <w:rsid w:val="002B14FB"/>
    <w:rsid w:val="002B3557"/>
    <w:rsid w:val="002B4D7B"/>
    <w:rsid w:val="002B6353"/>
    <w:rsid w:val="002B63FE"/>
    <w:rsid w:val="002C08C2"/>
    <w:rsid w:val="002C3A29"/>
    <w:rsid w:val="002D1002"/>
    <w:rsid w:val="002D1819"/>
    <w:rsid w:val="002D3EFF"/>
    <w:rsid w:val="002D5F59"/>
    <w:rsid w:val="002D7DD3"/>
    <w:rsid w:val="002E1C35"/>
    <w:rsid w:val="002E3F8A"/>
    <w:rsid w:val="002E45D6"/>
    <w:rsid w:val="002E685E"/>
    <w:rsid w:val="002E6EDF"/>
    <w:rsid w:val="002E71DA"/>
    <w:rsid w:val="002F12F7"/>
    <w:rsid w:val="002F3165"/>
    <w:rsid w:val="002F3574"/>
    <w:rsid w:val="002F413E"/>
    <w:rsid w:val="002F4631"/>
    <w:rsid w:val="002F538A"/>
    <w:rsid w:val="003008D9"/>
    <w:rsid w:val="003044D5"/>
    <w:rsid w:val="00305E05"/>
    <w:rsid w:val="0030604E"/>
    <w:rsid w:val="003063B9"/>
    <w:rsid w:val="00306E9B"/>
    <w:rsid w:val="00307FBA"/>
    <w:rsid w:val="00312ACA"/>
    <w:rsid w:val="00313F41"/>
    <w:rsid w:val="0031455B"/>
    <w:rsid w:val="003152C4"/>
    <w:rsid w:val="00315ECD"/>
    <w:rsid w:val="00321E28"/>
    <w:rsid w:val="0032323B"/>
    <w:rsid w:val="0032583D"/>
    <w:rsid w:val="00326C09"/>
    <w:rsid w:val="00327544"/>
    <w:rsid w:val="00327997"/>
    <w:rsid w:val="00327D5C"/>
    <w:rsid w:val="003308AB"/>
    <w:rsid w:val="00331021"/>
    <w:rsid w:val="00333890"/>
    <w:rsid w:val="003339EE"/>
    <w:rsid w:val="00333E15"/>
    <w:rsid w:val="00340B21"/>
    <w:rsid w:val="0034193D"/>
    <w:rsid w:val="003424E8"/>
    <w:rsid w:val="00342C4E"/>
    <w:rsid w:val="00342EF4"/>
    <w:rsid w:val="00343CA4"/>
    <w:rsid w:val="00344D59"/>
    <w:rsid w:val="0034657C"/>
    <w:rsid w:val="00346B5D"/>
    <w:rsid w:val="00346C67"/>
    <w:rsid w:val="0035572E"/>
    <w:rsid w:val="003558F6"/>
    <w:rsid w:val="00356176"/>
    <w:rsid w:val="00356E7D"/>
    <w:rsid w:val="003574A8"/>
    <w:rsid w:val="00364AC7"/>
    <w:rsid w:val="003652E3"/>
    <w:rsid w:val="00371984"/>
    <w:rsid w:val="00373C00"/>
    <w:rsid w:val="00385198"/>
    <w:rsid w:val="00387443"/>
    <w:rsid w:val="00387E4E"/>
    <w:rsid w:val="003916F8"/>
    <w:rsid w:val="00393D8B"/>
    <w:rsid w:val="003945CB"/>
    <w:rsid w:val="00396D8A"/>
    <w:rsid w:val="0039755F"/>
    <w:rsid w:val="003A54E6"/>
    <w:rsid w:val="003A6936"/>
    <w:rsid w:val="003A7008"/>
    <w:rsid w:val="003B1614"/>
    <w:rsid w:val="003B2E41"/>
    <w:rsid w:val="003B397A"/>
    <w:rsid w:val="003B5569"/>
    <w:rsid w:val="003C08F8"/>
    <w:rsid w:val="003C10DB"/>
    <w:rsid w:val="003C261B"/>
    <w:rsid w:val="003D0EAF"/>
    <w:rsid w:val="003D1EFB"/>
    <w:rsid w:val="003D254D"/>
    <w:rsid w:val="003D42A4"/>
    <w:rsid w:val="003D5806"/>
    <w:rsid w:val="003D5A31"/>
    <w:rsid w:val="003D6D2A"/>
    <w:rsid w:val="003D7951"/>
    <w:rsid w:val="003E03CF"/>
    <w:rsid w:val="003E1B4B"/>
    <w:rsid w:val="003E380E"/>
    <w:rsid w:val="003E739B"/>
    <w:rsid w:val="003E7C08"/>
    <w:rsid w:val="003F1099"/>
    <w:rsid w:val="003F3842"/>
    <w:rsid w:val="003F3893"/>
    <w:rsid w:val="003F471B"/>
    <w:rsid w:val="003F4AE4"/>
    <w:rsid w:val="0040188C"/>
    <w:rsid w:val="00401EAB"/>
    <w:rsid w:val="00402097"/>
    <w:rsid w:val="00403706"/>
    <w:rsid w:val="00405C07"/>
    <w:rsid w:val="00406DBE"/>
    <w:rsid w:val="00407AC4"/>
    <w:rsid w:val="0041209A"/>
    <w:rsid w:val="0041379D"/>
    <w:rsid w:val="0042055F"/>
    <w:rsid w:val="004208DF"/>
    <w:rsid w:val="00421336"/>
    <w:rsid w:val="00421A65"/>
    <w:rsid w:val="00423322"/>
    <w:rsid w:val="00424574"/>
    <w:rsid w:val="0042689C"/>
    <w:rsid w:val="00426943"/>
    <w:rsid w:val="00426B9B"/>
    <w:rsid w:val="00431627"/>
    <w:rsid w:val="0043414D"/>
    <w:rsid w:val="00434162"/>
    <w:rsid w:val="00434B3C"/>
    <w:rsid w:val="0043795B"/>
    <w:rsid w:val="00442255"/>
    <w:rsid w:val="0044434E"/>
    <w:rsid w:val="00445966"/>
    <w:rsid w:val="00447271"/>
    <w:rsid w:val="00452819"/>
    <w:rsid w:val="0045313E"/>
    <w:rsid w:val="0045371E"/>
    <w:rsid w:val="004539AF"/>
    <w:rsid w:val="00454076"/>
    <w:rsid w:val="00455723"/>
    <w:rsid w:val="004562C5"/>
    <w:rsid w:val="00456474"/>
    <w:rsid w:val="00456B08"/>
    <w:rsid w:val="0046021B"/>
    <w:rsid w:val="0046027F"/>
    <w:rsid w:val="00462D6A"/>
    <w:rsid w:val="00464D9F"/>
    <w:rsid w:val="00466857"/>
    <w:rsid w:val="00470E15"/>
    <w:rsid w:val="004715E7"/>
    <w:rsid w:val="0047186A"/>
    <w:rsid w:val="00472AEB"/>
    <w:rsid w:val="0047428A"/>
    <w:rsid w:val="00481C7F"/>
    <w:rsid w:val="0048224E"/>
    <w:rsid w:val="004870FD"/>
    <w:rsid w:val="00487DB4"/>
    <w:rsid w:val="0049799E"/>
    <w:rsid w:val="004A1644"/>
    <w:rsid w:val="004A27D2"/>
    <w:rsid w:val="004A32A2"/>
    <w:rsid w:val="004A54AE"/>
    <w:rsid w:val="004A5975"/>
    <w:rsid w:val="004A5E27"/>
    <w:rsid w:val="004A78CD"/>
    <w:rsid w:val="004A79B9"/>
    <w:rsid w:val="004B02EE"/>
    <w:rsid w:val="004B0AEF"/>
    <w:rsid w:val="004B30BA"/>
    <w:rsid w:val="004B6230"/>
    <w:rsid w:val="004B71E6"/>
    <w:rsid w:val="004B7CEE"/>
    <w:rsid w:val="004C0892"/>
    <w:rsid w:val="004C0E7A"/>
    <w:rsid w:val="004C5933"/>
    <w:rsid w:val="004C7146"/>
    <w:rsid w:val="004D1A36"/>
    <w:rsid w:val="004D20F5"/>
    <w:rsid w:val="004D2AE1"/>
    <w:rsid w:val="004D32CB"/>
    <w:rsid w:val="004D61F3"/>
    <w:rsid w:val="004D7F41"/>
    <w:rsid w:val="004E018D"/>
    <w:rsid w:val="004E1706"/>
    <w:rsid w:val="004E3290"/>
    <w:rsid w:val="004E4696"/>
    <w:rsid w:val="004E60E3"/>
    <w:rsid w:val="004F1C64"/>
    <w:rsid w:val="004F37CC"/>
    <w:rsid w:val="004F47C5"/>
    <w:rsid w:val="004F58D7"/>
    <w:rsid w:val="00504253"/>
    <w:rsid w:val="00505359"/>
    <w:rsid w:val="00506674"/>
    <w:rsid w:val="005071AB"/>
    <w:rsid w:val="00507640"/>
    <w:rsid w:val="005078E8"/>
    <w:rsid w:val="00507A23"/>
    <w:rsid w:val="00510AE2"/>
    <w:rsid w:val="00511023"/>
    <w:rsid w:val="005116D5"/>
    <w:rsid w:val="0051302F"/>
    <w:rsid w:val="00515F89"/>
    <w:rsid w:val="00516C13"/>
    <w:rsid w:val="00517A3C"/>
    <w:rsid w:val="00517BEA"/>
    <w:rsid w:val="00521741"/>
    <w:rsid w:val="00522B46"/>
    <w:rsid w:val="00524F6F"/>
    <w:rsid w:val="0052503E"/>
    <w:rsid w:val="00526DD0"/>
    <w:rsid w:val="005313E5"/>
    <w:rsid w:val="00531DCC"/>
    <w:rsid w:val="005325A9"/>
    <w:rsid w:val="0053329D"/>
    <w:rsid w:val="0053433D"/>
    <w:rsid w:val="0053553B"/>
    <w:rsid w:val="00537D4A"/>
    <w:rsid w:val="00540863"/>
    <w:rsid w:val="0054541B"/>
    <w:rsid w:val="00546A88"/>
    <w:rsid w:val="00546D3D"/>
    <w:rsid w:val="00550BDC"/>
    <w:rsid w:val="00551A13"/>
    <w:rsid w:val="005531EC"/>
    <w:rsid w:val="00553705"/>
    <w:rsid w:val="00553A15"/>
    <w:rsid w:val="0055603B"/>
    <w:rsid w:val="00557C9A"/>
    <w:rsid w:val="00557C9E"/>
    <w:rsid w:val="005604B1"/>
    <w:rsid w:val="00561393"/>
    <w:rsid w:val="00563886"/>
    <w:rsid w:val="005749F2"/>
    <w:rsid w:val="00580A3F"/>
    <w:rsid w:val="00581261"/>
    <w:rsid w:val="00581473"/>
    <w:rsid w:val="00582AB3"/>
    <w:rsid w:val="00583255"/>
    <w:rsid w:val="005910A9"/>
    <w:rsid w:val="00593849"/>
    <w:rsid w:val="00594F37"/>
    <w:rsid w:val="00595614"/>
    <w:rsid w:val="005967C2"/>
    <w:rsid w:val="00597E08"/>
    <w:rsid w:val="005A0394"/>
    <w:rsid w:val="005A0FEF"/>
    <w:rsid w:val="005A183D"/>
    <w:rsid w:val="005A5A9A"/>
    <w:rsid w:val="005B040A"/>
    <w:rsid w:val="005B79D9"/>
    <w:rsid w:val="005C06D6"/>
    <w:rsid w:val="005C0FFE"/>
    <w:rsid w:val="005C10D0"/>
    <w:rsid w:val="005C2C0E"/>
    <w:rsid w:val="005C2C5C"/>
    <w:rsid w:val="005C3F78"/>
    <w:rsid w:val="005C51E3"/>
    <w:rsid w:val="005D14A2"/>
    <w:rsid w:val="005D14F6"/>
    <w:rsid w:val="005D3D01"/>
    <w:rsid w:val="005E0117"/>
    <w:rsid w:val="005E1964"/>
    <w:rsid w:val="005E6632"/>
    <w:rsid w:val="005E7630"/>
    <w:rsid w:val="005E7678"/>
    <w:rsid w:val="005F0D47"/>
    <w:rsid w:val="005F161B"/>
    <w:rsid w:val="005F22EA"/>
    <w:rsid w:val="005F2CD0"/>
    <w:rsid w:val="005F3398"/>
    <w:rsid w:val="005F358F"/>
    <w:rsid w:val="005F3607"/>
    <w:rsid w:val="005F5734"/>
    <w:rsid w:val="005F686B"/>
    <w:rsid w:val="005F6C09"/>
    <w:rsid w:val="00601EAC"/>
    <w:rsid w:val="00602057"/>
    <w:rsid w:val="0060287D"/>
    <w:rsid w:val="00603A43"/>
    <w:rsid w:val="006056A1"/>
    <w:rsid w:val="00606CAF"/>
    <w:rsid w:val="00613A21"/>
    <w:rsid w:val="006155CE"/>
    <w:rsid w:val="0061697B"/>
    <w:rsid w:val="00616FB7"/>
    <w:rsid w:val="006238A1"/>
    <w:rsid w:val="00623C2D"/>
    <w:rsid w:val="006243D1"/>
    <w:rsid w:val="00624727"/>
    <w:rsid w:val="006326E3"/>
    <w:rsid w:val="00632AC9"/>
    <w:rsid w:val="00632B04"/>
    <w:rsid w:val="006336C7"/>
    <w:rsid w:val="00633EB5"/>
    <w:rsid w:val="00634778"/>
    <w:rsid w:val="00641D2F"/>
    <w:rsid w:val="006420E3"/>
    <w:rsid w:val="00642788"/>
    <w:rsid w:val="00643B75"/>
    <w:rsid w:val="00645F36"/>
    <w:rsid w:val="0064677A"/>
    <w:rsid w:val="00652660"/>
    <w:rsid w:val="00655B54"/>
    <w:rsid w:val="00656151"/>
    <w:rsid w:val="0065659D"/>
    <w:rsid w:val="00657A03"/>
    <w:rsid w:val="00657D96"/>
    <w:rsid w:val="00660C15"/>
    <w:rsid w:val="0066169F"/>
    <w:rsid w:val="00662123"/>
    <w:rsid w:val="006662B7"/>
    <w:rsid w:val="00666834"/>
    <w:rsid w:val="00672096"/>
    <w:rsid w:val="00683781"/>
    <w:rsid w:val="006840DA"/>
    <w:rsid w:val="006843FB"/>
    <w:rsid w:val="0068532C"/>
    <w:rsid w:val="006859FE"/>
    <w:rsid w:val="00687829"/>
    <w:rsid w:val="006930C7"/>
    <w:rsid w:val="00693487"/>
    <w:rsid w:val="00694F13"/>
    <w:rsid w:val="006A164B"/>
    <w:rsid w:val="006A1E62"/>
    <w:rsid w:val="006A4B7C"/>
    <w:rsid w:val="006A6538"/>
    <w:rsid w:val="006A6E41"/>
    <w:rsid w:val="006B087D"/>
    <w:rsid w:val="006B3F82"/>
    <w:rsid w:val="006B46E0"/>
    <w:rsid w:val="006B611B"/>
    <w:rsid w:val="006C0741"/>
    <w:rsid w:val="006C44EB"/>
    <w:rsid w:val="006D143A"/>
    <w:rsid w:val="006D22CF"/>
    <w:rsid w:val="006D3EA3"/>
    <w:rsid w:val="006D603F"/>
    <w:rsid w:val="006D764D"/>
    <w:rsid w:val="006E3078"/>
    <w:rsid w:val="006E4A02"/>
    <w:rsid w:val="006E4E8C"/>
    <w:rsid w:val="006E65BB"/>
    <w:rsid w:val="006F5E68"/>
    <w:rsid w:val="006F6DD7"/>
    <w:rsid w:val="006F7631"/>
    <w:rsid w:val="007009CE"/>
    <w:rsid w:val="00701A0D"/>
    <w:rsid w:val="007024ED"/>
    <w:rsid w:val="007035A8"/>
    <w:rsid w:val="00704611"/>
    <w:rsid w:val="00706632"/>
    <w:rsid w:val="00707AA8"/>
    <w:rsid w:val="00710D19"/>
    <w:rsid w:val="00711687"/>
    <w:rsid w:val="00712950"/>
    <w:rsid w:val="00713CAB"/>
    <w:rsid w:val="007156D5"/>
    <w:rsid w:val="00716238"/>
    <w:rsid w:val="00716ECB"/>
    <w:rsid w:val="00717F13"/>
    <w:rsid w:val="00717F7B"/>
    <w:rsid w:val="00722452"/>
    <w:rsid w:val="0072469B"/>
    <w:rsid w:val="007254CF"/>
    <w:rsid w:val="00726F77"/>
    <w:rsid w:val="00730083"/>
    <w:rsid w:val="00730968"/>
    <w:rsid w:val="00730BFF"/>
    <w:rsid w:val="00731447"/>
    <w:rsid w:val="00731E50"/>
    <w:rsid w:val="00732185"/>
    <w:rsid w:val="00733BB4"/>
    <w:rsid w:val="00733F15"/>
    <w:rsid w:val="00734163"/>
    <w:rsid w:val="0073533B"/>
    <w:rsid w:val="00736557"/>
    <w:rsid w:val="00740149"/>
    <w:rsid w:val="007411C2"/>
    <w:rsid w:val="00741ED5"/>
    <w:rsid w:val="00752EEC"/>
    <w:rsid w:val="0075386F"/>
    <w:rsid w:val="00754636"/>
    <w:rsid w:val="00754A6B"/>
    <w:rsid w:val="00757AA3"/>
    <w:rsid w:val="007619A2"/>
    <w:rsid w:val="007627C1"/>
    <w:rsid w:val="00763149"/>
    <w:rsid w:val="00765B8D"/>
    <w:rsid w:val="00766F73"/>
    <w:rsid w:val="00770A1D"/>
    <w:rsid w:val="007719C7"/>
    <w:rsid w:val="00771AA1"/>
    <w:rsid w:val="007729F6"/>
    <w:rsid w:val="00772B7F"/>
    <w:rsid w:val="007730D2"/>
    <w:rsid w:val="00774FE2"/>
    <w:rsid w:val="00775E8C"/>
    <w:rsid w:val="00775F65"/>
    <w:rsid w:val="007823CE"/>
    <w:rsid w:val="00782474"/>
    <w:rsid w:val="00785A9A"/>
    <w:rsid w:val="0078657F"/>
    <w:rsid w:val="007933CF"/>
    <w:rsid w:val="007935E4"/>
    <w:rsid w:val="00793828"/>
    <w:rsid w:val="0079513E"/>
    <w:rsid w:val="007953EF"/>
    <w:rsid w:val="007A0215"/>
    <w:rsid w:val="007A0EF6"/>
    <w:rsid w:val="007A1000"/>
    <w:rsid w:val="007A16E2"/>
    <w:rsid w:val="007A19B5"/>
    <w:rsid w:val="007A2454"/>
    <w:rsid w:val="007A3BA0"/>
    <w:rsid w:val="007A4721"/>
    <w:rsid w:val="007A528D"/>
    <w:rsid w:val="007A7BAC"/>
    <w:rsid w:val="007B7BBD"/>
    <w:rsid w:val="007C0B99"/>
    <w:rsid w:val="007C1A9A"/>
    <w:rsid w:val="007C2587"/>
    <w:rsid w:val="007C7AE6"/>
    <w:rsid w:val="007D01AF"/>
    <w:rsid w:val="007D419E"/>
    <w:rsid w:val="007D677E"/>
    <w:rsid w:val="007D73A7"/>
    <w:rsid w:val="007E6800"/>
    <w:rsid w:val="007E6847"/>
    <w:rsid w:val="007E7E6F"/>
    <w:rsid w:val="007F10EA"/>
    <w:rsid w:val="007F2EAC"/>
    <w:rsid w:val="007F45B9"/>
    <w:rsid w:val="007F46AC"/>
    <w:rsid w:val="007F703A"/>
    <w:rsid w:val="007F7919"/>
    <w:rsid w:val="00803095"/>
    <w:rsid w:val="00803C52"/>
    <w:rsid w:val="00811098"/>
    <w:rsid w:val="00811422"/>
    <w:rsid w:val="008121F6"/>
    <w:rsid w:val="008155F5"/>
    <w:rsid w:val="00816A5E"/>
    <w:rsid w:val="00816B28"/>
    <w:rsid w:val="00816DD0"/>
    <w:rsid w:val="00816F7A"/>
    <w:rsid w:val="008171FB"/>
    <w:rsid w:val="00820EBA"/>
    <w:rsid w:val="00821023"/>
    <w:rsid w:val="00821389"/>
    <w:rsid w:val="00822A00"/>
    <w:rsid w:val="008231F5"/>
    <w:rsid w:val="0082369B"/>
    <w:rsid w:val="00823816"/>
    <w:rsid w:val="008255D8"/>
    <w:rsid w:val="008260C3"/>
    <w:rsid w:val="00826DF5"/>
    <w:rsid w:val="008305B6"/>
    <w:rsid w:val="008322AF"/>
    <w:rsid w:val="00832E4F"/>
    <w:rsid w:val="008348C5"/>
    <w:rsid w:val="00835127"/>
    <w:rsid w:val="00836C4B"/>
    <w:rsid w:val="0084714C"/>
    <w:rsid w:val="00850009"/>
    <w:rsid w:val="00850E28"/>
    <w:rsid w:val="008514AA"/>
    <w:rsid w:val="008523A5"/>
    <w:rsid w:val="00854175"/>
    <w:rsid w:val="0085673D"/>
    <w:rsid w:val="00857C7A"/>
    <w:rsid w:val="00857D5D"/>
    <w:rsid w:val="0086014E"/>
    <w:rsid w:val="00861003"/>
    <w:rsid w:val="00861651"/>
    <w:rsid w:val="008658BE"/>
    <w:rsid w:val="00867611"/>
    <w:rsid w:val="00871E17"/>
    <w:rsid w:val="00871EAB"/>
    <w:rsid w:val="00880716"/>
    <w:rsid w:val="008817D6"/>
    <w:rsid w:val="00881FE9"/>
    <w:rsid w:val="008832B0"/>
    <w:rsid w:val="0089200E"/>
    <w:rsid w:val="008930B3"/>
    <w:rsid w:val="00895ED4"/>
    <w:rsid w:val="008A3A0D"/>
    <w:rsid w:val="008A49F6"/>
    <w:rsid w:val="008A5290"/>
    <w:rsid w:val="008A563B"/>
    <w:rsid w:val="008A7037"/>
    <w:rsid w:val="008B09A3"/>
    <w:rsid w:val="008B35C5"/>
    <w:rsid w:val="008B3A1B"/>
    <w:rsid w:val="008B3A64"/>
    <w:rsid w:val="008B418F"/>
    <w:rsid w:val="008B474D"/>
    <w:rsid w:val="008C19EA"/>
    <w:rsid w:val="008C2740"/>
    <w:rsid w:val="008C6252"/>
    <w:rsid w:val="008C7267"/>
    <w:rsid w:val="008D4FDC"/>
    <w:rsid w:val="008D7167"/>
    <w:rsid w:val="008D7600"/>
    <w:rsid w:val="008E0602"/>
    <w:rsid w:val="008E21F9"/>
    <w:rsid w:val="008E220D"/>
    <w:rsid w:val="008E2478"/>
    <w:rsid w:val="008E52E0"/>
    <w:rsid w:val="008E6275"/>
    <w:rsid w:val="008E717E"/>
    <w:rsid w:val="009016D7"/>
    <w:rsid w:val="00901ED2"/>
    <w:rsid w:val="00902106"/>
    <w:rsid w:val="00902E35"/>
    <w:rsid w:val="00910BAF"/>
    <w:rsid w:val="0091180A"/>
    <w:rsid w:val="00912B68"/>
    <w:rsid w:val="00912F41"/>
    <w:rsid w:val="00914070"/>
    <w:rsid w:val="009176F6"/>
    <w:rsid w:val="0093036A"/>
    <w:rsid w:val="009307C0"/>
    <w:rsid w:val="009323F7"/>
    <w:rsid w:val="00932F92"/>
    <w:rsid w:val="009479D7"/>
    <w:rsid w:val="00950882"/>
    <w:rsid w:val="00950CE1"/>
    <w:rsid w:val="009539E0"/>
    <w:rsid w:val="00953BF9"/>
    <w:rsid w:val="00960C4B"/>
    <w:rsid w:val="00961FD1"/>
    <w:rsid w:val="00964917"/>
    <w:rsid w:val="00965517"/>
    <w:rsid w:val="00971471"/>
    <w:rsid w:val="00974CC4"/>
    <w:rsid w:val="00975556"/>
    <w:rsid w:val="00977E32"/>
    <w:rsid w:val="009806B4"/>
    <w:rsid w:val="00981202"/>
    <w:rsid w:val="009840A4"/>
    <w:rsid w:val="0098579D"/>
    <w:rsid w:val="00985CE6"/>
    <w:rsid w:val="00985EF9"/>
    <w:rsid w:val="0098626F"/>
    <w:rsid w:val="00987A0F"/>
    <w:rsid w:val="00990445"/>
    <w:rsid w:val="009918F8"/>
    <w:rsid w:val="009923C3"/>
    <w:rsid w:val="00995818"/>
    <w:rsid w:val="0099592D"/>
    <w:rsid w:val="00996B6A"/>
    <w:rsid w:val="009A2246"/>
    <w:rsid w:val="009A2FA2"/>
    <w:rsid w:val="009A364B"/>
    <w:rsid w:val="009A4C04"/>
    <w:rsid w:val="009A70C7"/>
    <w:rsid w:val="009B185D"/>
    <w:rsid w:val="009B2403"/>
    <w:rsid w:val="009B5080"/>
    <w:rsid w:val="009C1730"/>
    <w:rsid w:val="009C1911"/>
    <w:rsid w:val="009C25B2"/>
    <w:rsid w:val="009C3C71"/>
    <w:rsid w:val="009C4F9B"/>
    <w:rsid w:val="009C5235"/>
    <w:rsid w:val="009C5BCE"/>
    <w:rsid w:val="009D3776"/>
    <w:rsid w:val="009D564B"/>
    <w:rsid w:val="009E10C8"/>
    <w:rsid w:val="009E2111"/>
    <w:rsid w:val="009E4779"/>
    <w:rsid w:val="009E5977"/>
    <w:rsid w:val="009E7162"/>
    <w:rsid w:val="009F1867"/>
    <w:rsid w:val="009F4611"/>
    <w:rsid w:val="00A007D0"/>
    <w:rsid w:val="00A01CAB"/>
    <w:rsid w:val="00A02217"/>
    <w:rsid w:val="00A03352"/>
    <w:rsid w:val="00A05AE5"/>
    <w:rsid w:val="00A07A77"/>
    <w:rsid w:val="00A123F6"/>
    <w:rsid w:val="00A14B4E"/>
    <w:rsid w:val="00A153F4"/>
    <w:rsid w:val="00A15867"/>
    <w:rsid w:val="00A15CFD"/>
    <w:rsid w:val="00A161B3"/>
    <w:rsid w:val="00A16E99"/>
    <w:rsid w:val="00A203FE"/>
    <w:rsid w:val="00A20ADF"/>
    <w:rsid w:val="00A23730"/>
    <w:rsid w:val="00A24A77"/>
    <w:rsid w:val="00A2634D"/>
    <w:rsid w:val="00A30AAD"/>
    <w:rsid w:val="00A31272"/>
    <w:rsid w:val="00A32F1E"/>
    <w:rsid w:val="00A34B63"/>
    <w:rsid w:val="00A35C5B"/>
    <w:rsid w:val="00A4104C"/>
    <w:rsid w:val="00A4180C"/>
    <w:rsid w:val="00A442E9"/>
    <w:rsid w:val="00A46105"/>
    <w:rsid w:val="00A47168"/>
    <w:rsid w:val="00A51563"/>
    <w:rsid w:val="00A51CC4"/>
    <w:rsid w:val="00A51DD1"/>
    <w:rsid w:val="00A53285"/>
    <w:rsid w:val="00A543B2"/>
    <w:rsid w:val="00A54A53"/>
    <w:rsid w:val="00A578CB"/>
    <w:rsid w:val="00A630EB"/>
    <w:rsid w:val="00A64D3E"/>
    <w:rsid w:val="00A7128C"/>
    <w:rsid w:val="00A71758"/>
    <w:rsid w:val="00A770AD"/>
    <w:rsid w:val="00A77408"/>
    <w:rsid w:val="00A80C16"/>
    <w:rsid w:val="00A81466"/>
    <w:rsid w:val="00A81E15"/>
    <w:rsid w:val="00A834AD"/>
    <w:rsid w:val="00A849FE"/>
    <w:rsid w:val="00AA005A"/>
    <w:rsid w:val="00AA1F06"/>
    <w:rsid w:val="00AA21B9"/>
    <w:rsid w:val="00AA43F9"/>
    <w:rsid w:val="00AA54B9"/>
    <w:rsid w:val="00AA6621"/>
    <w:rsid w:val="00AA6BB6"/>
    <w:rsid w:val="00AB32F9"/>
    <w:rsid w:val="00AB33C3"/>
    <w:rsid w:val="00AB3E4B"/>
    <w:rsid w:val="00AB435B"/>
    <w:rsid w:val="00AC04C0"/>
    <w:rsid w:val="00AC0DEA"/>
    <w:rsid w:val="00AC5529"/>
    <w:rsid w:val="00AC7C52"/>
    <w:rsid w:val="00AC7DFA"/>
    <w:rsid w:val="00AD3000"/>
    <w:rsid w:val="00AD4894"/>
    <w:rsid w:val="00AD53E6"/>
    <w:rsid w:val="00AD5AE9"/>
    <w:rsid w:val="00AE02B5"/>
    <w:rsid w:val="00AE2A6A"/>
    <w:rsid w:val="00AE382A"/>
    <w:rsid w:val="00AE521F"/>
    <w:rsid w:val="00AE6034"/>
    <w:rsid w:val="00AE6C8F"/>
    <w:rsid w:val="00AE6D2F"/>
    <w:rsid w:val="00AF2257"/>
    <w:rsid w:val="00AF2BDD"/>
    <w:rsid w:val="00AF4B5B"/>
    <w:rsid w:val="00AF68F4"/>
    <w:rsid w:val="00AF6BFC"/>
    <w:rsid w:val="00B00B6B"/>
    <w:rsid w:val="00B024FC"/>
    <w:rsid w:val="00B038A8"/>
    <w:rsid w:val="00B05F0F"/>
    <w:rsid w:val="00B06095"/>
    <w:rsid w:val="00B12243"/>
    <w:rsid w:val="00B1633B"/>
    <w:rsid w:val="00B16662"/>
    <w:rsid w:val="00B17A00"/>
    <w:rsid w:val="00B17AC8"/>
    <w:rsid w:val="00B24443"/>
    <w:rsid w:val="00B25C4A"/>
    <w:rsid w:val="00B2777F"/>
    <w:rsid w:val="00B34A2B"/>
    <w:rsid w:val="00B34C66"/>
    <w:rsid w:val="00B36162"/>
    <w:rsid w:val="00B371E2"/>
    <w:rsid w:val="00B45843"/>
    <w:rsid w:val="00B50034"/>
    <w:rsid w:val="00B527EA"/>
    <w:rsid w:val="00B52C84"/>
    <w:rsid w:val="00B53E26"/>
    <w:rsid w:val="00B566D3"/>
    <w:rsid w:val="00B57566"/>
    <w:rsid w:val="00B60927"/>
    <w:rsid w:val="00B60D01"/>
    <w:rsid w:val="00B60D9F"/>
    <w:rsid w:val="00B6132B"/>
    <w:rsid w:val="00B61BA1"/>
    <w:rsid w:val="00B64457"/>
    <w:rsid w:val="00B65E80"/>
    <w:rsid w:val="00B7001F"/>
    <w:rsid w:val="00B701DD"/>
    <w:rsid w:val="00B76CE0"/>
    <w:rsid w:val="00B76D5A"/>
    <w:rsid w:val="00B77C90"/>
    <w:rsid w:val="00B8096B"/>
    <w:rsid w:val="00B80ADA"/>
    <w:rsid w:val="00B83000"/>
    <w:rsid w:val="00B85052"/>
    <w:rsid w:val="00B86314"/>
    <w:rsid w:val="00B863CB"/>
    <w:rsid w:val="00B9138F"/>
    <w:rsid w:val="00B9154A"/>
    <w:rsid w:val="00B91736"/>
    <w:rsid w:val="00B92714"/>
    <w:rsid w:val="00B9334F"/>
    <w:rsid w:val="00BA1BFD"/>
    <w:rsid w:val="00BA7F7C"/>
    <w:rsid w:val="00BB0BC4"/>
    <w:rsid w:val="00BB1F6C"/>
    <w:rsid w:val="00BB75DC"/>
    <w:rsid w:val="00BB7864"/>
    <w:rsid w:val="00BB7910"/>
    <w:rsid w:val="00BC0DF8"/>
    <w:rsid w:val="00BC31AB"/>
    <w:rsid w:val="00BC31DD"/>
    <w:rsid w:val="00BC596A"/>
    <w:rsid w:val="00BC5EE7"/>
    <w:rsid w:val="00BC64E4"/>
    <w:rsid w:val="00BD1799"/>
    <w:rsid w:val="00BD2711"/>
    <w:rsid w:val="00BD3A04"/>
    <w:rsid w:val="00BD4293"/>
    <w:rsid w:val="00BD7AA4"/>
    <w:rsid w:val="00BD7C3F"/>
    <w:rsid w:val="00BE0064"/>
    <w:rsid w:val="00BE297E"/>
    <w:rsid w:val="00BE3D34"/>
    <w:rsid w:val="00BE3EFC"/>
    <w:rsid w:val="00BE4F51"/>
    <w:rsid w:val="00BE5000"/>
    <w:rsid w:val="00BE6057"/>
    <w:rsid w:val="00BE61C1"/>
    <w:rsid w:val="00BF12A6"/>
    <w:rsid w:val="00BF585E"/>
    <w:rsid w:val="00BF5FBA"/>
    <w:rsid w:val="00C01076"/>
    <w:rsid w:val="00C01537"/>
    <w:rsid w:val="00C01609"/>
    <w:rsid w:val="00C02E01"/>
    <w:rsid w:val="00C05D43"/>
    <w:rsid w:val="00C05F2E"/>
    <w:rsid w:val="00C10F1F"/>
    <w:rsid w:val="00C11015"/>
    <w:rsid w:val="00C220E3"/>
    <w:rsid w:val="00C27A5B"/>
    <w:rsid w:val="00C27B80"/>
    <w:rsid w:val="00C32996"/>
    <w:rsid w:val="00C338BB"/>
    <w:rsid w:val="00C358C4"/>
    <w:rsid w:val="00C360F3"/>
    <w:rsid w:val="00C37E34"/>
    <w:rsid w:val="00C40B2E"/>
    <w:rsid w:val="00C41DD2"/>
    <w:rsid w:val="00C42CBE"/>
    <w:rsid w:val="00C42FC2"/>
    <w:rsid w:val="00C4318F"/>
    <w:rsid w:val="00C43D21"/>
    <w:rsid w:val="00C444BF"/>
    <w:rsid w:val="00C46433"/>
    <w:rsid w:val="00C47F20"/>
    <w:rsid w:val="00C512A7"/>
    <w:rsid w:val="00C520DB"/>
    <w:rsid w:val="00C52AFB"/>
    <w:rsid w:val="00C54119"/>
    <w:rsid w:val="00C56128"/>
    <w:rsid w:val="00C60015"/>
    <w:rsid w:val="00C60ABC"/>
    <w:rsid w:val="00C6149F"/>
    <w:rsid w:val="00C61620"/>
    <w:rsid w:val="00C70BA2"/>
    <w:rsid w:val="00C71997"/>
    <w:rsid w:val="00C7219C"/>
    <w:rsid w:val="00C738CD"/>
    <w:rsid w:val="00C74846"/>
    <w:rsid w:val="00C829CB"/>
    <w:rsid w:val="00C83CF8"/>
    <w:rsid w:val="00C840FA"/>
    <w:rsid w:val="00C86CD9"/>
    <w:rsid w:val="00C87D58"/>
    <w:rsid w:val="00C91E23"/>
    <w:rsid w:val="00C924B9"/>
    <w:rsid w:val="00C944CA"/>
    <w:rsid w:val="00C94B71"/>
    <w:rsid w:val="00C958D7"/>
    <w:rsid w:val="00C96BF8"/>
    <w:rsid w:val="00CA0DBA"/>
    <w:rsid w:val="00CA112B"/>
    <w:rsid w:val="00CA1B7C"/>
    <w:rsid w:val="00CA34A7"/>
    <w:rsid w:val="00CA4BE6"/>
    <w:rsid w:val="00CA5071"/>
    <w:rsid w:val="00CA51C3"/>
    <w:rsid w:val="00CA70EC"/>
    <w:rsid w:val="00CA7419"/>
    <w:rsid w:val="00CA7B3F"/>
    <w:rsid w:val="00CB25DB"/>
    <w:rsid w:val="00CB3959"/>
    <w:rsid w:val="00CB40BB"/>
    <w:rsid w:val="00CB4E08"/>
    <w:rsid w:val="00CC000B"/>
    <w:rsid w:val="00CC134E"/>
    <w:rsid w:val="00CC2CF5"/>
    <w:rsid w:val="00CC3B93"/>
    <w:rsid w:val="00CC48E7"/>
    <w:rsid w:val="00CC622C"/>
    <w:rsid w:val="00CD1A5F"/>
    <w:rsid w:val="00CD3A7B"/>
    <w:rsid w:val="00CD454A"/>
    <w:rsid w:val="00CD4EE1"/>
    <w:rsid w:val="00CD5659"/>
    <w:rsid w:val="00CD7844"/>
    <w:rsid w:val="00CE17B1"/>
    <w:rsid w:val="00CE2802"/>
    <w:rsid w:val="00CE2866"/>
    <w:rsid w:val="00CE545C"/>
    <w:rsid w:val="00CE572C"/>
    <w:rsid w:val="00CE7104"/>
    <w:rsid w:val="00CE7FB0"/>
    <w:rsid w:val="00CF07DB"/>
    <w:rsid w:val="00CF29F7"/>
    <w:rsid w:val="00CF443E"/>
    <w:rsid w:val="00CF4EBF"/>
    <w:rsid w:val="00CF7613"/>
    <w:rsid w:val="00D00D8F"/>
    <w:rsid w:val="00D017A0"/>
    <w:rsid w:val="00D01FC7"/>
    <w:rsid w:val="00D0318E"/>
    <w:rsid w:val="00D0572A"/>
    <w:rsid w:val="00D06CCA"/>
    <w:rsid w:val="00D12BE3"/>
    <w:rsid w:val="00D156C3"/>
    <w:rsid w:val="00D1661B"/>
    <w:rsid w:val="00D2074B"/>
    <w:rsid w:val="00D24453"/>
    <w:rsid w:val="00D2732F"/>
    <w:rsid w:val="00D359B8"/>
    <w:rsid w:val="00D365E6"/>
    <w:rsid w:val="00D367D5"/>
    <w:rsid w:val="00D36D00"/>
    <w:rsid w:val="00D40ECA"/>
    <w:rsid w:val="00D4161B"/>
    <w:rsid w:val="00D41D5D"/>
    <w:rsid w:val="00D42998"/>
    <w:rsid w:val="00D46609"/>
    <w:rsid w:val="00D46AFA"/>
    <w:rsid w:val="00D47259"/>
    <w:rsid w:val="00D518DA"/>
    <w:rsid w:val="00D52858"/>
    <w:rsid w:val="00D603E6"/>
    <w:rsid w:val="00D61282"/>
    <w:rsid w:val="00D6445B"/>
    <w:rsid w:val="00D675AD"/>
    <w:rsid w:val="00D7190E"/>
    <w:rsid w:val="00D7271A"/>
    <w:rsid w:val="00D744FC"/>
    <w:rsid w:val="00D74BC9"/>
    <w:rsid w:val="00D74D4C"/>
    <w:rsid w:val="00D767E2"/>
    <w:rsid w:val="00D76994"/>
    <w:rsid w:val="00D77AF9"/>
    <w:rsid w:val="00D800BF"/>
    <w:rsid w:val="00D80FD7"/>
    <w:rsid w:val="00D83D4E"/>
    <w:rsid w:val="00D86680"/>
    <w:rsid w:val="00D87967"/>
    <w:rsid w:val="00D905EC"/>
    <w:rsid w:val="00D921BC"/>
    <w:rsid w:val="00D9245B"/>
    <w:rsid w:val="00D9607F"/>
    <w:rsid w:val="00D96365"/>
    <w:rsid w:val="00D97D03"/>
    <w:rsid w:val="00DA1A79"/>
    <w:rsid w:val="00DA348A"/>
    <w:rsid w:val="00DA6824"/>
    <w:rsid w:val="00DA7DF1"/>
    <w:rsid w:val="00DB12B3"/>
    <w:rsid w:val="00DB22DF"/>
    <w:rsid w:val="00DB2BD1"/>
    <w:rsid w:val="00DB357E"/>
    <w:rsid w:val="00DB3EA3"/>
    <w:rsid w:val="00DB44A3"/>
    <w:rsid w:val="00DB4B27"/>
    <w:rsid w:val="00DB6D38"/>
    <w:rsid w:val="00DC2041"/>
    <w:rsid w:val="00DC2843"/>
    <w:rsid w:val="00DC3BA3"/>
    <w:rsid w:val="00DC3FBF"/>
    <w:rsid w:val="00DC6558"/>
    <w:rsid w:val="00DC70E8"/>
    <w:rsid w:val="00DD080C"/>
    <w:rsid w:val="00DD2238"/>
    <w:rsid w:val="00DD5E8F"/>
    <w:rsid w:val="00DD6844"/>
    <w:rsid w:val="00DE063C"/>
    <w:rsid w:val="00DE15B8"/>
    <w:rsid w:val="00DE25C1"/>
    <w:rsid w:val="00DE2821"/>
    <w:rsid w:val="00DE32C9"/>
    <w:rsid w:val="00DE3F78"/>
    <w:rsid w:val="00DF06EC"/>
    <w:rsid w:val="00DF1211"/>
    <w:rsid w:val="00DF1D2E"/>
    <w:rsid w:val="00DF2FFF"/>
    <w:rsid w:val="00DF3A73"/>
    <w:rsid w:val="00DF44CE"/>
    <w:rsid w:val="00DF47C4"/>
    <w:rsid w:val="00DF50D4"/>
    <w:rsid w:val="00DF78B1"/>
    <w:rsid w:val="00E000D9"/>
    <w:rsid w:val="00E01473"/>
    <w:rsid w:val="00E039F1"/>
    <w:rsid w:val="00E042D3"/>
    <w:rsid w:val="00E0730D"/>
    <w:rsid w:val="00E07632"/>
    <w:rsid w:val="00E13683"/>
    <w:rsid w:val="00E14C1A"/>
    <w:rsid w:val="00E157CE"/>
    <w:rsid w:val="00E162E4"/>
    <w:rsid w:val="00E168DC"/>
    <w:rsid w:val="00E215CB"/>
    <w:rsid w:val="00E216A5"/>
    <w:rsid w:val="00E21B8B"/>
    <w:rsid w:val="00E21F81"/>
    <w:rsid w:val="00E24E36"/>
    <w:rsid w:val="00E339B3"/>
    <w:rsid w:val="00E345C9"/>
    <w:rsid w:val="00E351BA"/>
    <w:rsid w:val="00E364AD"/>
    <w:rsid w:val="00E3660E"/>
    <w:rsid w:val="00E379FA"/>
    <w:rsid w:val="00E431E9"/>
    <w:rsid w:val="00E434BC"/>
    <w:rsid w:val="00E53841"/>
    <w:rsid w:val="00E60C7D"/>
    <w:rsid w:val="00E61E0F"/>
    <w:rsid w:val="00E621E0"/>
    <w:rsid w:val="00E62CDD"/>
    <w:rsid w:val="00E63A37"/>
    <w:rsid w:val="00E66E4E"/>
    <w:rsid w:val="00E66EB2"/>
    <w:rsid w:val="00E670ED"/>
    <w:rsid w:val="00E706B6"/>
    <w:rsid w:val="00E72327"/>
    <w:rsid w:val="00E743EE"/>
    <w:rsid w:val="00E743F9"/>
    <w:rsid w:val="00E76A12"/>
    <w:rsid w:val="00E77379"/>
    <w:rsid w:val="00E77E9B"/>
    <w:rsid w:val="00E801D1"/>
    <w:rsid w:val="00E803B9"/>
    <w:rsid w:val="00E84685"/>
    <w:rsid w:val="00E86594"/>
    <w:rsid w:val="00E87975"/>
    <w:rsid w:val="00E922CA"/>
    <w:rsid w:val="00E9351E"/>
    <w:rsid w:val="00E9502E"/>
    <w:rsid w:val="00E9704F"/>
    <w:rsid w:val="00E97A33"/>
    <w:rsid w:val="00EA548C"/>
    <w:rsid w:val="00EA6D30"/>
    <w:rsid w:val="00EB3BF3"/>
    <w:rsid w:val="00EB541B"/>
    <w:rsid w:val="00EB79FE"/>
    <w:rsid w:val="00EC4FD0"/>
    <w:rsid w:val="00EC6E51"/>
    <w:rsid w:val="00ED132E"/>
    <w:rsid w:val="00ED1865"/>
    <w:rsid w:val="00ED2A6D"/>
    <w:rsid w:val="00ED2E80"/>
    <w:rsid w:val="00ED4EED"/>
    <w:rsid w:val="00ED4EF2"/>
    <w:rsid w:val="00ED72C2"/>
    <w:rsid w:val="00EE771F"/>
    <w:rsid w:val="00EE7EA5"/>
    <w:rsid w:val="00EF08FC"/>
    <w:rsid w:val="00EF220A"/>
    <w:rsid w:val="00EF24EE"/>
    <w:rsid w:val="00EF6EE8"/>
    <w:rsid w:val="00F00E37"/>
    <w:rsid w:val="00F0162A"/>
    <w:rsid w:val="00F04369"/>
    <w:rsid w:val="00F05EA5"/>
    <w:rsid w:val="00F07341"/>
    <w:rsid w:val="00F10313"/>
    <w:rsid w:val="00F11566"/>
    <w:rsid w:val="00F11ABB"/>
    <w:rsid w:val="00F13D78"/>
    <w:rsid w:val="00F16278"/>
    <w:rsid w:val="00F22BCC"/>
    <w:rsid w:val="00F23AB4"/>
    <w:rsid w:val="00F2587F"/>
    <w:rsid w:val="00F32AD9"/>
    <w:rsid w:val="00F33B4B"/>
    <w:rsid w:val="00F3467D"/>
    <w:rsid w:val="00F351B4"/>
    <w:rsid w:val="00F35E14"/>
    <w:rsid w:val="00F37AA7"/>
    <w:rsid w:val="00F41823"/>
    <w:rsid w:val="00F41942"/>
    <w:rsid w:val="00F43576"/>
    <w:rsid w:val="00F43F5C"/>
    <w:rsid w:val="00F543EB"/>
    <w:rsid w:val="00F56600"/>
    <w:rsid w:val="00F57C65"/>
    <w:rsid w:val="00F6445F"/>
    <w:rsid w:val="00F701F2"/>
    <w:rsid w:val="00F70CA6"/>
    <w:rsid w:val="00F717E3"/>
    <w:rsid w:val="00F718B6"/>
    <w:rsid w:val="00F72063"/>
    <w:rsid w:val="00F72130"/>
    <w:rsid w:val="00F751FC"/>
    <w:rsid w:val="00F77738"/>
    <w:rsid w:val="00F77D0C"/>
    <w:rsid w:val="00F8195F"/>
    <w:rsid w:val="00F82433"/>
    <w:rsid w:val="00F830D9"/>
    <w:rsid w:val="00F83191"/>
    <w:rsid w:val="00F833E2"/>
    <w:rsid w:val="00F84333"/>
    <w:rsid w:val="00F8468E"/>
    <w:rsid w:val="00F860B6"/>
    <w:rsid w:val="00F877D4"/>
    <w:rsid w:val="00F92F4E"/>
    <w:rsid w:val="00FA5183"/>
    <w:rsid w:val="00FA545E"/>
    <w:rsid w:val="00FA5E02"/>
    <w:rsid w:val="00FA5F67"/>
    <w:rsid w:val="00FB1232"/>
    <w:rsid w:val="00FB2C5B"/>
    <w:rsid w:val="00FB38F4"/>
    <w:rsid w:val="00FB50DB"/>
    <w:rsid w:val="00FB64EE"/>
    <w:rsid w:val="00FB680F"/>
    <w:rsid w:val="00FC0FC3"/>
    <w:rsid w:val="00FC1FC7"/>
    <w:rsid w:val="00FC4C6D"/>
    <w:rsid w:val="00FD013C"/>
    <w:rsid w:val="00FD2F60"/>
    <w:rsid w:val="00FD428A"/>
    <w:rsid w:val="00FD53BE"/>
    <w:rsid w:val="00FD69AB"/>
    <w:rsid w:val="00FD72BB"/>
    <w:rsid w:val="00FE1A40"/>
    <w:rsid w:val="00FE1BD5"/>
    <w:rsid w:val="00FE1BE8"/>
    <w:rsid w:val="00FE38AE"/>
    <w:rsid w:val="00FE3C52"/>
    <w:rsid w:val="00FE3D7E"/>
    <w:rsid w:val="00FF1B3A"/>
    <w:rsid w:val="00FF211B"/>
    <w:rsid w:val="00FF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3057"/>
    <o:shapelayout v:ext="edit">
      <o:idmap v:ext="edit" data="1"/>
    </o:shapelayout>
  </w:shapeDefaults>
  <w:decimalSymbol w:val=","/>
  <w:listSeparator w:val=";"/>
  <w14:docId w14:val="07DC0039"/>
  <w15:chartTrackingRefBased/>
  <w15:docId w15:val="{9FB98574-7B19-4060-AD1F-B01F022EB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B418F"/>
    <w:rPr>
      <w:sz w:val="24"/>
      <w:szCs w:val="24"/>
    </w:rPr>
  </w:style>
  <w:style w:type="paragraph" w:styleId="Titolo3">
    <w:name w:val="heading 3"/>
    <w:basedOn w:val="Normale"/>
    <w:next w:val="Normale"/>
    <w:qFormat/>
    <w:rsid w:val="007156D5"/>
    <w:pPr>
      <w:keepNext/>
      <w:ind w:right="-425"/>
      <w:outlineLvl w:val="2"/>
    </w:pPr>
    <w:rPr>
      <w:rFonts w:ascii="Arial" w:hAnsi="Arial"/>
      <w:b/>
      <w:sz w:val="28"/>
      <w:szCs w:val="20"/>
    </w:rPr>
  </w:style>
  <w:style w:type="paragraph" w:styleId="Titolo9">
    <w:name w:val="heading 9"/>
    <w:basedOn w:val="Normale"/>
    <w:next w:val="Normale"/>
    <w:qFormat/>
    <w:rsid w:val="007156D5"/>
    <w:pPr>
      <w:keepNext/>
      <w:jc w:val="center"/>
      <w:outlineLvl w:val="8"/>
    </w:pPr>
    <w:rPr>
      <w:rFonts w:ascii="Arial" w:hAnsi="Arial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AC7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CF761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CF7613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rsid w:val="007156D5"/>
    <w:pPr>
      <w:ind w:right="282"/>
      <w:jc w:val="both"/>
    </w:pPr>
    <w:rPr>
      <w:rFonts w:ascii="Arial" w:hAnsi="Arial"/>
      <w:szCs w:val="20"/>
    </w:rPr>
  </w:style>
  <w:style w:type="paragraph" w:styleId="Corpotesto">
    <w:name w:val="Body Text"/>
    <w:basedOn w:val="Normale"/>
    <w:link w:val="CorpotestoCarattere"/>
    <w:rsid w:val="00E162E4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szCs w:val="20"/>
    </w:rPr>
  </w:style>
  <w:style w:type="paragraph" w:styleId="Rientrocorpodeltesto2">
    <w:name w:val="Body Text Indent 2"/>
    <w:basedOn w:val="Normale"/>
    <w:link w:val="Rientrocorpodeltesto2Carattere"/>
    <w:rsid w:val="00D06CCA"/>
    <w:pPr>
      <w:spacing w:after="120" w:line="480" w:lineRule="auto"/>
      <w:ind w:left="283"/>
    </w:pPr>
  </w:style>
  <w:style w:type="paragraph" w:styleId="Rientrocorpodeltesto">
    <w:name w:val="Body Text Indent"/>
    <w:basedOn w:val="Normale"/>
    <w:rsid w:val="005E7678"/>
    <w:pPr>
      <w:spacing w:after="120"/>
      <w:ind w:left="283"/>
    </w:pPr>
  </w:style>
  <w:style w:type="paragraph" w:styleId="Rientrocorpodeltesto3">
    <w:name w:val="Body Text Indent 3"/>
    <w:basedOn w:val="Normale"/>
    <w:rsid w:val="000C74B9"/>
    <w:pPr>
      <w:spacing w:after="120"/>
      <w:ind w:left="283"/>
    </w:pPr>
    <w:rPr>
      <w:sz w:val="16"/>
      <w:szCs w:val="16"/>
    </w:rPr>
  </w:style>
  <w:style w:type="paragraph" w:styleId="Testofumetto">
    <w:name w:val="Balloon Text"/>
    <w:basedOn w:val="Normale"/>
    <w:semiHidden/>
    <w:rsid w:val="003D254D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semiHidden/>
    <w:rsid w:val="00356E7D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sche3">
    <w:name w:val="sche_3"/>
    <w:rsid w:val="00717F13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character" w:styleId="Numeropagina">
    <w:name w:val="page number"/>
    <w:basedOn w:val="Carpredefinitoparagrafo"/>
    <w:rsid w:val="001A5C88"/>
  </w:style>
  <w:style w:type="paragraph" w:customStyle="1" w:styleId="Corpodeltesto21">
    <w:name w:val="Corpo del testo 21"/>
    <w:basedOn w:val="Normale"/>
    <w:rsid w:val="004D20F5"/>
    <w:pPr>
      <w:overflowPunct w:val="0"/>
      <w:autoSpaceDE w:val="0"/>
      <w:autoSpaceDN w:val="0"/>
      <w:adjustRightInd w:val="0"/>
      <w:spacing w:line="360" w:lineRule="auto"/>
      <w:ind w:left="425"/>
      <w:jc w:val="both"/>
    </w:pPr>
    <w:rPr>
      <w:rFonts w:ascii="Arial" w:hAnsi="Arial"/>
      <w:sz w:val="20"/>
      <w:szCs w:val="20"/>
    </w:rPr>
  </w:style>
  <w:style w:type="character" w:customStyle="1" w:styleId="Rientrocorpodeltesto2Carattere">
    <w:name w:val="Rientro corpo del testo 2 Carattere"/>
    <w:link w:val="Rientrocorpodeltesto2"/>
    <w:rsid w:val="00B2777F"/>
    <w:rPr>
      <w:sz w:val="24"/>
      <w:szCs w:val="24"/>
    </w:rPr>
  </w:style>
  <w:style w:type="character" w:styleId="Testosegnaposto">
    <w:name w:val="Placeholder Text"/>
    <w:basedOn w:val="Carpredefinitoparagrafo"/>
    <w:uiPriority w:val="99"/>
    <w:semiHidden/>
    <w:rsid w:val="00BA7F7C"/>
    <w:rPr>
      <w:color w:val="808080"/>
    </w:rPr>
  </w:style>
  <w:style w:type="paragraph" w:styleId="Paragrafoelenco">
    <w:name w:val="List Paragraph"/>
    <w:basedOn w:val="Normale"/>
    <w:uiPriority w:val="34"/>
    <w:qFormat/>
    <w:rsid w:val="00F833E2"/>
    <w:pPr>
      <w:ind w:left="720"/>
      <w:contextualSpacing/>
    </w:pPr>
  </w:style>
  <w:style w:type="character" w:styleId="Rimandocommento">
    <w:name w:val="annotation reference"/>
    <w:basedOn w:val="Carpredefinitoparagrafo"/>
    <w:rsid w:val="00121B6B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121B6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121B6B"/>
  </w:style>
  <w:style w:type="paragraph" w:styleId="Soggettocommento">
    <w:name w:val="annotation subject"/>
    <w:basedOn w:val="Testocommento"/>
    <w:next w:val="Testocommento"/>
    <w:link w:val="SoggettocommentoCarattere"/>
    <w:rsid w:val="00121B6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121B6B"/>
    <w:rPr>
      <w:b/>
      <w:bCs/>
    </w:rPr>
  </w:style>
  <w:style w:type="paragraph" w:customStyle="1" w:styleId="LetteraTipo">
    <w:name w:val="Lettera Tipo"/>
    <w:basedOn w:val="Normale"/>
    <w:qFormat/>
    <w:rsid w:val="00672096"/>
    <w:pPr>
      <w:spacing w:line="280" w:lineRule="exact"/>
    </w:pPr>
    <w:rPr>
      <w:rFonts w:ascii="Arial" w:eastAsiaTheme="minorHAnsi" w:hAnsi="Arial" w:cs="Arial"/>
      <w:sz w:val="20"/>
      <w:szCs w:val="20"/>
      <w:lang w:eastAsia="en-US"/>
    </w:rPr>
  </w:style>
  <w:style w:type="character" w:customStyle="1" w:styleId="CorpotestoCarattere">
    <w:name w:val="Corpo testo Carattere"/>
    <w:basedOn w:val="Carpredefinitoparagrafo"/>
    <w:link w:val="Corpotesto"/>
    <w:rsid w:val="00A543B2"/>
    <w:rPr>
      <w:sz w:val="24"/>
    </w:rPr>
  </w:style>
  <w:style w:type="paragraph" w:customStyle="1" w:styleId="Default">
    <w:name w:val="Default"/>
    <w:rsid w:val="00AB32F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6BB95B0-3100-40AC-BDF5-E5615912E0D5}"/>
      </w:docPartPr>
      <w:docPartBody>
        <w:p w:rsidR="00095B05" w:rsidRDefault="002F6FDA"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B0BF1E41428642188B5BAC36EDA98D9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365652D-2913-40C7-A00F-4ED8C9F20FAB}"/>
      </w:docPartPr>
      <w:docPartBody>
        <w:p w:rsidR="00712E23" w:rsidRDefault="00095B05" w:rsidP="00095B05">
          <w:pPr>
            <w:pStyle w:val="B0BF1E41428642188B5BAC36EDA98D95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6CF34720A58546AC993583D4C2E6A89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B280839-1F2C-48E0-B887-A6781A3EBA27}"/>
      </w:docPartPr>
      <w:docPartBody>
        <w:p w:rsidR="00712E23" w:rsidRDefault="00095B05" w:rsidP="00095B05">
          <w:pPr>
            <w:pStyle w:val="6CF34720A58546AC993583D4C2E6A897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796777AB3BBB42B8B289913E268C86E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5D75035-0603-4D62-8B99-9CD4D8493778}"/>
      </w:docPartPr>
      <w:docPartBody>
        <w:p w:rsidR="00712E23" w:rsidRDefault="00095B05" w:rsidP="00095B05">
          <w:pPr>
            <w:pStyle w:val="796777AB3BBB42B8B289913E268C86E5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67D1E1CB77B844DFAF9FD9D09047B32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3A761BF-1E63-45D5-9356-531D77D90D8A}"/>
      </w:docPartPr>
      <w:docPartBody>
        <w:p w:rsidR="00712E23" w:rsidRDefault="00095B05" w:rsidP="00095B05">
          <w:pPr>
            <w:pStyle w:val="67D1E1CB77B844DFAF9FD9D09047B32C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905D0AC763D44B22B6ABC0C5DCEE38F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9E6D183-C544-471F-AF45-D33460E2621D}"/>
      </w:docPartPr>
      <w:docPartBody>
        <w:p w:rsidR="00712E23" w:rsidRDefault="00095B05" w:rsidP="00095B05">
          <w:pPr>
            <w:pStyle w:val="905D0AC763D44B22B6ABC0C5DCEE38FB"/>
          </w:pPr>
          <w:r w:rsidRPr="00D55F24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874783A937A544E7B0D2B8A8D589FB5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3574466-0EC2-4190-9A2B-A2B5C7C8058C}"/>
      </w:docPartPr>
      <w:docPartBody>
        <w:p w:rsidR="007557D9" w:rsidRDefault="00712E23" w:rsidP="00712E23">
          <w:pPr>
            <w:pStyle w:val="874783A937A544E7B0D2B8A8D589FB5D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A2E9A726AB7A4ED88A0B375FDE554A0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8CFBEFB-9AB7-4EBD-8407-BC4B4F0EEA54}"/>
      </w:docPartPr>
      <w:docPartBody>
        <w:p w:rsidR="004F3380" w:rsidRDefault="0025359F" w:rsidP="0025359F">
          <w:pPr>
            <w:pStyle w:val="A2E9A726AB7A4ED88A0B375FDE554A04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0E25D3A8895A4F68BDB4E756B4CB28A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7862E06-9C0F-46A3-8ACD-47FAC2FD626B}"/>
      </w:docPartPr>
      <w:docPartBody>
        <w:p w:rsidR="004F3380" w:rsidRDefault="0025359F" w:rsidP="0025359F">
          <w:pPr>
            <w:pStyle w:val="0E25D3A8895A4F68BDB4E756B4CB28A6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0EACB012B05B4498B2B0C69BA720459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DCAAFCB-310C-4288-9F72-91758D411844}"/>
      </w:docPartPr>
      <w:docPartBody>
        <w:p w:rsidR="004F3380" w:rsidRDefault="0025359F" w:rsidP="0025359F">
          <w:pPr>
            <w:pStyle w:val="0EACB012B05B4498B2B0C69BA7204599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0772CC7295C84D3F98616FC9F0D73E2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0C1252C-F277-408A-924D-2F5CA4404186}"/>
      </w:docPartPr>
      <w:docPartBody>
        <w:p w:rsidR="004F3380" w:rsidRDefault="0025359F" w:rsidP="0025359F">
          <w:pPr>
            <w:pStyle w:val="0772CC7295C84D3F98616FC9F0D73E27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A5AF521DCA5346BF9B64BA15A261477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2DA2337-1B00-4B89-8D03-C608A338E4B3}"/>
      </w:docPartPr>
      <w:docPartBody>
        <w:p w:rsidR="004F3380" w:rsidRDefault="0025359F" w:rsidP="0025359F">
          <w:pPr>
            <w:pStyle w:val="A5AF521DCA5346BF9B64BA15A261477B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D2D8FEF3D0CB494D87899027006497A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B07398E-8E90-4B5D-9C4D-FE93B6702545}"/>
      </w:docPartPr>
      <w:docPartBody>
        <w:p w:rsidR="004F3380" w:rsidRDefault="0025359F" w:rsidP="0025359F">
          <w:pPr>
            <w:pStyle w:val="D2D8FEF3D0CB494D87899027006497AC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A6F55097BA254BB5BCEEAA9BFB6DEBF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1B3BA34-3EE9-4C35-B3A1-3F4C46F4680E}"/>
      </w:docPartPr>
      <w:docPartBody>
        <w:p w:rsidR="007812B0" w:rsidRDefault="004F3380" w:rsidP="004F3380">
          <w:pPr>
            <w:pStyle w:val="A6F55097BA254BB5BCEEAA9BFB6DEBFA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14A0BA4DCEF0421B945266B1AF33D21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9D32558-2D62-4695-ABF1-E7F12E93D4C9}"/>
      </w:docPartPr>
      <w:docPartBody>
        <w:p w:rsidR="007812B0" w:rsidRDefault="004F3380" w:rsidP="004F3380">
          <w:pPr>
            <w:pStyle w:val="14A0BA4DCEF0421B945266B1AF33D21C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9B5283459A1B41D394A495C98C52164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717700B-EDC0-4001-A371-1F8BDA6D5BE3}"/>
      </w:docPartPr>
      <w:docPartBody>
        <w:p w:rsidR="007812B0" w:rsidRDefault="004F3380" w:rsidP="004F3380">
          <w:pPr>
            <w:pStyle w:val="9B5283459A1B41D394A495C98C521643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5B5B838B4FB84B0CB113B98A3230A2F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D50FFF0-402C-437A-BB27-8A0D5CAD5E68}"/>
      </w:docPartPr>
      <w:docPartBody>
        <w:p w:rsidR="007812B0" w:rsidRDefault="004F3380" w:rsidP="004F3380">
          <w:pPr>
            <w:pStyle w:val="5B5B838B4FB84B0CB113B98A3230A2F9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302C3CC2CB234EB8B4A916C2F88C065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D3C0F7C-AE28-44EC-AC17-2A1FE9492EDF}"/>
      </w:docPartPr>
      <w:docPartBody>
        <w:p w:rsidR="007812B0" w:rsidRDefault="004F3380" w:rsidP="004F3380">
          <w:pPr>
            <w:pStyle w:val="302C3CC2CB234EB8B4A916C2F88C0654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6705462AD7B5415A8AB29CC94F3E525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BCFBE5A-C685-4F94-9DE8-3E263B17BF6B}"/>
      </w:docPartPr>
      <w:docPartBody>
        <w:p w:rsidR="007812B0" w:rsidRDefault="004F3380" w:rsidP="004F3380">
          <w:pPr>
            <w:pStyle w:val="6705462AD7B5415A8AB29CC94F3E5253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FDA"/>
    <w:rsid w:val="00092B5D"/>
    <w:rsid w:val="00095B05"/>
    <w:rsid w:val="001755D1"/>
    <w:rsid w:val="00182E1B"/>
    <w:rsid w:val="001A7260"/>
    <w:rsid w:val="001B6C18"/>
    <w:rsid w:val="0025359F"/>
    <w:rsid w:val="0026215B"/>
    <w:rsid w:val="00287941"/>
    <w:rsid w:val="002F6FDA"/>
    <w:rsid w:val="003609E6"/>
    <w:rsid w:val="00374382"/>
    <w:rsid w:val="003779C5"/>
    <w:rsid w:val="003C669E"/>
    <w:rsid w:val="004C2CDE"/>
    <w:rsid w:val="004F3380"/>
    <w:rsid w:val="00513A45"/>
    <w:rsid w:val="005D7B09"/>
    <w:rsid w:val="005F0467"/>
    <w:rsid w:val="0060516A"/>
    <w:rsid w:val="006F5513"/>
    <w:rsid w:val="006F7CC4"/>
    <w:rsid w:val="00712E23"/>
    <w:rsid w:val="007557D9"/>
    <w:rsid w:val="007812B0"/>
    <w:rsid w:val="00823A6A"/>
    <w:rsid w:val="008B5DA5"/>
    <w:rsid w:val="009458C2"/>
    <w:rsid w:val="009E1C3E"/>
    <w:rsid w:val="00A33B61"/>
    <w:rsid w:val="00A929D4"/>
    <w:rsid w:val="00AB4BA7"/>
    <w:rsid w:val="00AC260E"/>
    <w:rsid w:val="00BE6DDA"/>
    <w:rsid w:val="00C835CA"/>
    <w:rsid w:val="00C83949"/>
    <w:rsid w:val="00D025DE"/>
    <w:rsid w:val="00D864B8"/>
    <w:rsid w:val="00DD683F"/>
    <w:rsid w:val="00E477D2"/>
    <w:rsid w:val="00E60D82"/>
    <w:rsid w:val="00E745B1"/>
    <w:rsid w:val="00E9560C"/>
    <w:rsid w:val="00F622BA"/>
    <w:rsid w:val="00F904D3"/>
    <w:rsid w:val="00FC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4F3380"/>
  </w:style>
  <w:style w:type="paragraph" w:customStyle="1" w:styleId="1C0F117B5E4F48D99AD59DAB8EA05AF5">
    <w:name w:val="1C0F117B5E4F48D99AD59DAB8EA05AF5"/>
    <w:rsid w:val="002F6FDA"/>
  </w:style>
  <w:style w:type="paragraph" w:customStyle="1" w:styleId="74E5E740CA8E4CC2846F3A25877ADBAD">
    <w:name w:val="74E5E740CA8E4CC2846F3A25877ADBAD"/>
    <w:rsid w:val="002F6FDA"/>
  </w:style>
  <w:style w:type="paragraph" w:customStyle="1" w:styleId="E94D2C934FC5467B8191B7D98A68468D">
    <w:name w:val="E94D2C934FC5467B8191B7D98A68468D"/>
    <w:rsid w:val="002F6FDA"/>
  </w:style>
  <w:style w:type="paragraph" w:customStyle="1" w:styleId="0FAB2AA95A364A41A56F8898B1361773">
    <w:name w:val="0FAB2AA95A364A41A56F8898B1361773"/>
    <w:rsid w:val="002F6FDA"/>
  </w:style>
  <w:style w:type="paragraph" w:customStyle="1" w:styleId="59621A3132384D7BB4C34DC249BC2093">
    <w:name w:val="59621A3132384D7BB4C34DC249BC2093"/>
    <w:rsid w:val="002F6FDA"/>
  </w:style>
  <w:style w:type="paragraph" w:customStyle="1" w:styleId="81CC4C241AA04386BAC00736416A81C3">
    <w:name w:val="81CC4C241AA04386BAC00736416A81C3"/>
    <w:rsid w:val="002F6FDA"/>
  </w:style>
  <w:style w:type="paragraph" w:customStyle="1" w:styleId="BC4FC3D8D80A4F27B1161DC0370C07CA">
    <w:name w:val="BC4FC3D8D80A4F27B1161DC0370C07CA"/>
    <w:rsid w:val="002F6FDA"/>
  </w:style>
  <w:style w:type="paragraph" w:customStyle="1" w:styleId="1C42A2E7CD684A0BA23E14BAD487F9BD">
    <w:name w:val="1C42A2E7CD684A0BA23E14BAD487F9BD"/>
    <w:rsid w:val="002F6FDA"/>
  </w:style>
  <w:style w:type="paragraph" w:customStyle="1" w:styleId="B0BF1E41428642188B5BAC36EDA98D95">
    <w:name w:val="B0BF1E41428642188B5BAC36EDA98D95"/>
    <w:rsid w:val="00095B05"/>
  </w:style>
  <w:style w:type="paragraph" w:customStyle="1" w:styleId="6CF34720A58546AC993583D4C2E6A897">
    <w:name w:val="6CF34720A58546AC993583D4C2E6A897"/>
    <w:rsid w:val="00095B05"/>
  </w:style>
  <w:style w:type="paragraph" w:customStyle="1" w:styleId="796777AB3BBB42B8B289913E268C86E5">
    <w:name w:val="796777AB3BBB42B8B289913E268C86E5"/>
    <w:rsid w:val="00095B05"/>
  </w:style>
  <w:style w:type="paragraph" w:customStyle="1" w:styleId="67D1E1CB77B844DFAF9FD9D09047B32C">
    <w:name w:val="67D1E1CB77B844DFAF9FD9D09047B32C"/>
    <w:rsid w:val="00095B05"/>
  </w:style>
  <w:style w:type="paragraph" w:customStyle="1" w:styleId="905D0AC763D44B22B6ABC0C5DCEE38FB">
    <w:name w:val="905D0AC763D44B22B6ABC0C5DCEE38FB"/>
    <w:rsid w:val="00095B05"/>
  </w:style>
  <w:style w:type="paragraph" w:customStyle="1" w:styleId="874783A937A544E7B0D2B8A8D589FB5D">
    <w:name w:val="874783A937A544E7B0D2B8A8D589FB5D"/>
    <w:rsid w:val="00712E23"/>
  </w:style>
  <w:style w:type="paragraph" w:customStyle="1" w:styleId="4865931E4E60490CADCD2352F88A798C">
    <w:name w:val="4865931E4E60490CADCD2352F88A798C"/>
    <w:rsid w:val="005F0467"/>
  </w:style>
  <w:style w:type="paragraph" w:customStyle="1" w:styleId="D12D67F075144064AB5761DD9BA649E5">
    <w:name w:val="D12D67F075144064AB5761DD9BA649E5"/>
    <w:rsid w:val="001755D1"/>
  </w:style>
  <w:style w:type="paragraph" w:customStyle="1" w:styleId="6625CDCDFDE747429D9E2C265349EBC1">
    <w:name w:val="6625CDCDFDE747429D9E2C265349EBC1"/>
    <w:rsid w:val="001755D1"/>
  </w:style>
  <w:style w:type="paragraph" w:customStyle="1" w:styleId="0B0F75440FA747FF928860BD685BD1A8">
    <w:name w:val="0B0F75440FA747FF928860BD685BD1A8"/>
    <w:rsid w:val="001755D1"/>
  </w:style>
  <w:style w:type="paragraph" w:customStyle="1" w:styleId="6D7AB6559FB64711915F60E32970B33D">
    <w:name w:val="6D7AB6559FB64711915F60E32970B33D"/>
    <w:rsid w:val="001755D1"/>
  </w:style>
  <w:style w:type="paragraph" w:customStyle="1" w:styleId="AD008FEC22EB40AD96F66F24D2C1FB49">
    <w:name w:val="AD008FEC22EB40AD96F66F24D2C1FB49"/>
    <w:rsid w:val="001755D1"/>
  </w:style>
  <w:style w:type="paragraph" w:customStyle="1" w:styleId="29C40600B4C94EEE99524016D23A7E85">
    <w:name w:val="29C40600B4C94EEE99524016D23A7E85"/>
    <w:rsid w:val="001755D1"/>
  </w:style>
  <w:style w:type="paragraph" w:customStyle="1" w:styleId="AF22C0FF16A74C218ECFE9695C33C671">
    <w:name w:val="AF22C0FF16A74C218ECFE9695C33C671"/>
    <w:rsid w:val="001755D1"/>
  </w:style>
  <w:style w:type="paragraph" w:customStyle="1" w:styleId="5DB91C5DD0C247D6A1370C64EB5BE0C0">
    <w:name w:val="5DB91C5DD0C247D6A1370C64EB5BE0C0"/>
    <w:rsid w:val="001755D1"/>
  </w:style>
  <w:style w:type="paragraph" w:customStyle="1" w:styleId="2D4A3D716320408381E13C347E7581A2">
    <w:name w:val="2D4A3D716320408381E13C347E7581A2"/>
    <w:rsid w:val="00C835CA"/>
  </w:style>
  <w:style w:type="paragraph" w:customStyle="1" w:styleId="B1665E5D11194E679F0135DFD11AC6F8">
    <w:name w:val="B1665E5D11194E679F0135DFD11AC6F8"/>
    <w:rsid w:val="00C835CA"/>
  </w:style>
  <w:style w:type="paragraph" w:customStyle="1" w:styleId="55158BE479814155AED85822DAEF2DA1">
    <w:name w:val="55158BE479814155AED85822DAEF2DA1"/>
    <w:rsid w:val="00C835CA"/>
  </w:style>
  <w:style w:type="paragraph" w:customStyle="1" w:styleId="6018A62573574BCF8FD6CAA6797E7191">
    <w:name w:val="6018A62573574BCF8FD6CAA6797E7191"/>
    <w:rsid w:val="00A33B61"/>
  </w:style>
  <w:style w:type="paragraph" w:customStyle="1" w:styleId="4F6E4062184B4EE99964265CA9667726">
    <w:name w:val="4F6E4062184B4EE99964265CA9667726"/>
    <w:rsid w:val="00A33B61"/>
  </w:style>
  <w:style w:type="paragraph" w:customStyle="1" w:styleId="AD550C3D197545AD93448D62317DAB84">
    <w:name w:val="AD550C3D197545AD93448D62317DAB84"/>
    <w:rsid w:val="00A33B61"/>
  </w:style>
  <w:style w:type="paragraph" w:customStyle="1" w:styleId="BC9C172C69BD48EA964C3175FDAAF25F">
    <w:name w:val="BC9C172C69BD48EA964C3175FDAAF25F"/>
    <w:rsid w:val="00A33B61"/>
  </w:style>
  <w:style w:type="paragraph" w:customStyle="1" w:styleId="51C785BE74A84E89BA5F6685B39F65AD">
    <w:name w:val="51C785BE74A84E89BA5F6685B39F65AD"/>
    <w:rsid w:val="00A33B61"/>
  </w:style>
  <w:style w:type="paragraph" w:customStyle="1" w:styleId="021A82DD027C479CB597C7FD71D50E13">
    <w:name w:val="021A82DD027C479CB597C7FD71D50E13"/>
    <w:rsid w:val="00A33B61"/>
  </w:style>
  <w:style w:type="paragraph" w:customStyle="1" w:styleId="A424997B20704166BCE24B7ABDC87407">
    <w:name w:val="A424997B20704166BCE24B7ABDC87407"/>
    <w:rsid w:val="00A33B61"/>
  </w:style>
  <w:style w:type="paragraph" w:customStyle="1" w:styleId="6CD9A81E0C6B4935829A3E73C77B5D6D">
    <w:name w:val="6CD9A81E0C6B4935829A3E73C77B5D6D"/>
    <w:rsid w:val="003609E6"/>
  </w:style>
  <w:style w:type="paragraph" w:customStyle="1" w:styleId="D7B5D18E9A0746F4834F7BA9D8C52E1C">
    <w:name w:val="D7B5D18E9A0746F4834F7BA9D8C52E1C"/>
    <w:rsid w:val="003609E6"/>
  </w:style>
  <w:style w:type="paragraph" w:customStyle="1" w:styleId="B50139F702744183A2794F6FC48E839A">
    <w:name w:val="B50139F702744183A2794F6FC48E839A"/>
    <w:rsid w:val="003609E6"/>
  </w:style>
  <w:style w:type="paragraph" w:customStyle="1" w:styleId="89DD4838863C48C89B3DCF796033D6EE">
    <w:name w:val="89DD4838863C48C89B3DCF796033D6EE"/>
    <w:rsid w:val="003609E6"/>
  </w:style>
  <w:style w:type="paragraph" w:customStyle="1" w:styleId="FA350C1E1AC14766BB952A64A5E1D32D">
    <w:name w:val="FA350C1E1AC14766BB952A64A5E1D32D"/>
    <w:rsid w:val="003609E6"/>
  </w:style>
  <w:style w:type="paragraph" w:customStyle="1" w:styleId="99731700DD764258AF4F90AB9E0FB49C">
    <w:name w:val="99731700DD764258AF4F90AB9E0FB49C"/>
    <w:rsid w:val="003609E6"/>
  </w:style>
  <w:style w:type="paragraph" w:customStyle="1" w:styleId="5D9A99CFA07342E88859A3E8A9E78082">
    <w:name w:val="5D9A99CFA07342E88859A3E8A9E78082"/>
    <w:rsid w:val="003609E6"/>
  </w:style>
  <w:style w:type="paragraph" w:customStyle="1" w:styleId="09F54F6147F748DE87D0D6621CED837E">
    <w:name w:val="09F54F6147F748DE87D0D6621CED837E"/>
    <w:rsid w:val="003609E6"/>
  </w:style>
  <w:style w:type="paragraph" w:customStyle="1" w:styleId="AF81264EE6154D33BF4EE05045E325A8">
    <w:name w:val="AF81264EE6154D33BF4EE05045E325A8"/>
    <w:rsid w:val="003609E6"/>
  </w:style>
  <w:style w:type="paragraph" w:customStyle="1" w:styleId="B39043D67CBF4370A067467FFDEFE1D1">
    <w:name w:val="B39043D67CBF4370A067467FFDEFE1D1"/>
    <w:rsid w:val="003609E6"/>
  </w:style>
  <w:style w:type="paragraph" w:customStyle="1" w:styleId="97C30BAA7DB44828B4E334FEC7142C1A">
    <w:name w:val="97C30BAA7DB44828B4E334FEC7142C1A"/>
    <w:rsid w:val="00E9560C"/>
  </w:style>
  <w:style w:type="paragraph" w:customStyle="1" w:styleId="093A519B4396468A8F1C53D652A5CD09">
    <w:name w:val="093A519B4396468A8F1C53D652A5CD09"/>
    <w:rsid w:val="00E9560C"/>
  </w:style>
  <w:style w:type="paragraph" w:customStyle="1" w:styleId="E8C654B8183B4A0BBFF2ED52D334500E">
    <w:name w:val="E8C654B8183B4A0BBFF2ED52D334500E"/>
    <w:rsid w:val="00E60D82"/>
  </w:style>
  <w:style w:type="paragraph" w:customStyle="1" w:styleId="0F8F9CEBE0544B71A57B036C3067C544">
    <w:name w:val="0F8F9CEBE0544B71A57B036C3067C544"/>
    <w:rsid w:val="00E60D82"/>
  </w:style>
  <w:style w:type="paragraph" w:customStyle="1" w:styleId="A47446D931F54DF39B3EBF8AFF33EB5D">
    <w:name w:val="A47446D931F54DF39B3EBF8AFF33EB5D"/>
    <w:rsid w:val="00E60D82"/>
  </w:style>
  <w:style w:type="paragraph" w:customStyle="1" w:styleId="8A90808E33CB4128AF827E55F3B3B4E9">
    <w:name w:val="8A90808E33CB4128AF827E55F3B3B4E9"/>
    <w:rsid w:val="00E60D82"/>
  </w:style>
  <w:style w:type="paragraph" w:customStyle="1" w:styleId="F30C8B7AF0FA484DAD2A7A33A5F427FF">
    <w:name w:val="F30C8B7AF0FA484DAD2A7A33A5F427FF"/>
    <w:rsid w:val="00E60D82"/>
  </w:style>
  <w:style w:type="paragraph" w:customStyle="1" w:styleId="600A6D9812514D61A3AFF89CE641DE72">
    <w:name w:val="600A6D9812514D61A3AFF89CE641DE72"/>
    <w:rsid w:val="00E60D82"/>
  </w:style>
  <w:style w:type="paragraph" w:customStyle="1" w:styleId="E2A7BD65B8644652B445FC93F85D8C5D">
    <w:name w:val="E2A7BD65B8644652B445FC93F85D8C5D"/>
    <w:rsid w:val="00E60D82"/>
  </w:style>
  <w:style w:type="paragraph" w:customStyle="1" w:styleId="20328A27EEDE49AE9BC731557660CD5E">
    <w:name w:val="20328A27EEDE49AE9BC731557660CD5E"/>
    <w:rsid w:val="00E60D82"/>
  </w:style>
  <w:style w:type="paragraph" w:customStyle="1" w:styleId="A846412B8C9544678117B098E1144881">
    <w:name w:val="A846412B8C9544678117B098E1144881"/>
    <w:rsid w:val="00E60D82"/>
  </w:style>
  <w:style w:type="paragraph" w:customStyle="1" w:styleId="2F05CD9B5B47413B94BC6D6D79B660CF">
    <w:name w:val="2F05CD9B5B47413B94BC6D6D79B660CF"/>
    <w:rsid w:val="00E60D82"/>
  </w:style>
  <w:style w:type="paragraph" w:customStyle="1" w:styleId="A4FBCC619DFE4296B30D822B7A9E33EA">
    <w:name w:val="A4FBCC619DFE4296B30D822B7A9E33EA"/>
    <w:rsid w:val="00E60D82"/>
  </w:style>
  <w:style w:type="paragraph" w:customStyle="1" w:styleId="848DEB746B9B441A9BC03FB22CCA8531">
    <w:name w:val="848DEB746B9B441A9BC03FB22CCA8531"/>
    <w:rsid w:val="00E60D82"/>
  </w:style>
  <w:style w:type="paragraph" w:customStyle="1" w:styleId="F4F5D004DAB0462382C83764693EEDAA">
    <w:name w:val="F4F5D004DAB0462382C83764693EEDAA"/>
    <w:rsid w:val="00E60D82"/>
  </w:style>
  <w:style w:type="paragraph" w:customStyle="1" w:styleId="24B919DA2B7D4233AD25A4E439D0257D">
    <w:name w:val="24B919DA2B7D4233AD25A4E439D0257D"/>
    <w:rsid w:val="00E60D82"/>
  </w:style>
  <w:style w:type="paragraph" w:customStyle="1" w:styleId="482106D901414AC6B2DD7A45416921BE">
    <w:name w:val="482106D901414AC6B2DD7A45416921BE"/>
    <w:rsid w:val="00E60D82"/>
  </w:style>
  <w:style w:type="paragraph" w:customStyle="1" w:styleId="A5870429D47C4084B6135134CCCF25E4">
    <w:name w:val="A5870429D47C4084B6135134CCCF25E4"/>
    <w:rsid w:val="00E60D82"/>
  </w:style>
  <w:style w:type="paragraph" w:customStyle="1" w:styleId="9D8881E809484C4EA2C8D4CED14EAE6C">
    <w:name w:val="9D8881E809484C4EA2C8D4CED14EAE6C"/>
    <w:rsid w:val="00E60D82"/>
  </w:style>
  <w:style w:type="paragraph" w:customStyle="1" w:styleId="B3775744F81441BD8875CAB472E1678E">
    <w:name w:val="B3775744F81441BD8875CAB472E1678E"/>
    <w:rsid w:val="00E60D82"/>
  </w:style>
  <w:style w:type="paragraph" w:customStyle="1" w:styleId="ED265E0608894F4A9F02F189072D37A7">
    <w:name w:val="ED265E0608894F4A9F02F189072D37A7"/>
    <w:rsid w:val="00E60D82"/>
  </w:style>
  <w:style w:type="paragraph" w:customStyle="1" w:styleId="ADFC91E5634743BF83DFFA945E4564AA">
    <w:name w:val="ADFC91E5634743BF83DFFA945E4564AA"/>
    <w:rsid w:val="00E60D82"/>
  </w:style>
  <w:style w:type="paragraph" w:customStyle="1" w:styleId="4EE3581983B6481B83B6BB911EEE35B2">
    <w:name w:val="4EE3581983B6481B83B6BB911EEE35B2"/>
    <w:rsid w:val="00E60D82"/>
  </w:style>
  <w:style w:type="paragraph" w:customStyle="1" w:styleId="8158933299FD496188A8EBC3657546C6">
    <w:name w:val="8158933299FD496188A8EBC3657546C6"/>
    <w:rsid w:val="00E60D82"/>
  </w:style>
  <w:style w:type="paragraph" w:customStyle="1" w:styleId="1CEBFA884804447196BDE91851982BC4">
    <w:name w:val="1CEBFA884804447196BDE91851982BC4"/>
    <w:rsid w:val="00E60D82"/>
  </w:style>
  <w:style w:type="paragraph" w:customStyle="1" w:styleId="E1A4C15D4D9F495C9CA3E8546A4987D8">
    <w:name w:val="E1A4C15D4D9F495C9CA3E8546A4987D8"/>
    <w:rsid w:val="00E60D82"/>
  </w:style>
  <w:style w:type="paragraph" w:customStyle="1" w:styleId="A6978A942DF64B15A8466B110FB675E3">
    <w:name w:val="A6978A942DF64B15A8466B110FB675E3"/>
    <w:rsid w:val="00E60D82"/>
  </w:style>
  <w:style w:type="paragraph" w:customStyle="1" w:styleId="9375191059304140B668BE4E76FC2A89">
    <w:name w:val="9375191059304140B668BE4E76FC2A89"/>
    <w:rsid w:val="00E60D82"/>
  </w:style>
  <w:style w:type="paragraph" w:customStyle="1" w:styleId="851D96F7E554495D92D731F40D043F07">
    <w:name w:val="851D96F7E554495D92D731F40D043F07"/>
    <w:rsid w:val="00E60D82"/>
  </w:style>
  <w:style w:type="paragraph" w:customStyle="1" w:styleId="FF2D8EB45C2842C5BD20EEAFA1F32D8E">
    <w:name w:val="FF2D8EB45C2842C5BD20EEAFA1F32D8E"/>
    <w:rsid w:val="00E60D82"/>
  </w:style>
  <w:style w:type="paragraph" w:customStyle="1" w:styleId="98C473CD459A4A1CA512B3D9058C1DF4">
    <w:name w:val="98C473CD459A4A1CA512B3D9058C1DF4"/>
    <w:rsid w:val="00FC782D"/>
  </w:style>
  <w:style w:type="paragraph" w:customStyle="1" w:styleId="59BBA28B2D444B47919742241E46039C">
    <w:name w:val="59BBA28B2D444B47919742241E46039C"/>
    <w:rsid w:val="00FC782D"/>
  </w:style>
  <w:style w:type="paragraph" w:customStyle="1" w:styleId="75670F547C2E4AD6A8E9216151E977FB">
    <w:name w:val="75670F547C2E4AD6A8E9216151E977FB"/>
    <w:rsid w:val="00FC782D"/>
  </w:style>
  <w:style w:type="paragraph" w:customStyle="1" w:styleId="7D08A90B8B6347618CAE118833027326">
    <w:name w:val="7D08A90B8B6347618CAE118833027326"/>
    <w:rsid w:val="00FC782D"/>
  </w:style>
  <w:style w:type="paragraph" w:customStyle="1" w:styleId="49CFAC65345B4B4FB0E2DEA1BBEC8419">
    <w:name w:val="49CFAC65345B4B4FB0E2DEA1BBEC8419"/>
    <w:rsid w:val="00FC782D"/>
  </w:style>
  <w:style w:type="paragraph" w:customStyle="1" w:styleId="EBA9FD57223C4B8299ACFF2C0DD4FE9D">
    <w:name w:val="EBA9FD57223C4B8299ACFF2C0DD4FE9D"/>
    <w:rsid w:val="00FC782D"/>
  </w:style>
  <w:style w:type="paragraph" w:customStyle="1" w:styleId="6DE3FD3A953D4F4E8DC4DA1DF9D82766">
    <w:name w:val="6DE3FD3A953D4F4E8DC4DA1DF9D82766"/>
    <w:rsid w:val="00FC782D"/>
  </w:style>
  <w:style w:type="paragraph" w:customStyle="1" w:styleId="5A4072F25D514C6E80011AA564EF9F67">
    <w:name w:val="5A4072F25D514C6E80011AA564EF9F67"/>
    <w:rsid w:val="00FC782D"/>
  </w:style>
  <w:style w:type="paragraph" w:customStyle="1" w:styleId="7B66987372264DC3992E26CC6566A796">
    <w:name w:val="7B66987372264DC3992E26CC6566A796"/>
    <w:rsid w:val="00FC782D"/>
  </w:style>
  <w:style w:type="paragraph" w:customStyle="1" w:styleId="706016A9B3734FDF8057888839ACD6D0">
    <w:name w:val="706016A9B3734FDF8057888839ACD6D0"/>
    <w:rsid w:val="00FC782D"/>
  </w:style>
  <w:style w:type="paragraph" w:customStyle="1" w:styleId="6D6CB89031D74E708A6D93C3260E5DA1">
    <w:name w:val="6D6CB89031D74E708A6D93C3260E5DA1"/>
    <w:rsid w:val="00FC782D"/>
  </w:style>
  <w:style w:type="paragraph" w:customStyle="1" w:styleId="0C5BB97F894A4C10AE5E788D6BCFAB58">
    <w:name w:val="0C5BB97F894A4C10AE5E788D6BCFAB58"/>
    <w:rsid w:val="00FC782D"/>
  </w:style>
  <w:style w:type="paragraph" w:customStyle="1" w:styleId="41DC400CCD4E4F0D8628B5EE90212568">
    <w:name w:val="41DC400CCD4E4F0D8628B5EE90212568"/>
    <w:rsid w:val="00FC782D"/>
  </w:style>
  <w:style w:type="paragraph" w:customStyle="1" w:styleId="BF2FCADD47524983A4C597151EEF7B9F">
    <w:name w:val="BF2FCADD47524983A4C597151EEF7B9F"/>
    <w:rsid w:val="00FC782D"/>
  </w:style>
  <w:style w:type="paragraph" w:customStyle="1" w:styleId="CD858A9F1F75430ABF035123DC32264D">
    <w:name w:val="CD858A9F1F75430ABF035123DC32264D"/>
    <w:rsid w:val="00FC782D"/>
  </w:style>
  <w:style w:type="paragraph" w:customStyle="1" w:styleId="792C00BB0EA042EA9D3461A865AFBADE">
    <w:name w:val="792C00BB0EA042EA9D3461A865AFBADE"/>
    <w:rsid w:val="00FC782D"/>
  </w:style>
  <w:style w:type="paragraph" w:customStyle="1" w:styleId="508145D72126430F842F6802DFF1FB74">
    <w:name w:val="508145D72126430F842F6802DFF1FB74"/>
    <w:rsid w:val="00FC782D"/>
  </w:style>
  <w:style w:type="paragraph" w:customStyle="1" w:styleId="2F74D10FEA584243950524059921AE40">
    <w:name w:val="2F74D10FEA584243950524059921AE40"/>
    <w:rsid w:val="00FC782D"/>
  </w:style>
  <w:style w:type="paragraph" w:customStyle="1" w:styleId="4C07F67319544982916C2997DD0E7E72">
    <w:name w:val="4C07F67319544982916C2997DD0E7E72"/>
    <w:rsid w:val="0026215B"/>
  </w:style>
  <w:style w:type="paragraph" w:customStyle="1" w:styleId="CD606CBD30C34AE8AFB61291CFC76D21">
    <w:name w:val="CD606CBD30C34AE8AFB61291CFC76D21"/>
    <w:rsid w:val="0026215B"/>
  </w:style>
  <w:style w:type="paragraph" w:customStyle="1" w:styleId="4FD7F2E749724EB0A7E5E8FE3C84D43D">
    <w:name w:val="4FD7F2E749724EB0A7E5E8FE3C84D43D"/>
    <w:rsid w:val="0026215B"/>
  </w:style>
  <w:style w:type="paragraph" w:customStyle="1" w:styleId="0E6F8F312D2140549F62068E58477BE9">
    <w:name w:val="0E6F8F312D2140549F62068E58477BE9"/>
    <w:rsid w:val="0026215B"/>
  </w:style>
  <w:style w:type="paragraph" w:customStyle="1" w:styleId="B89DE578DE19407AA4FC43BCB128F3E5">
    <w:name w:val="B89DE578DE19407AA4FC43BCB128F3E5"/>
    <w:rsid w:val="006F7CC4"/>
  </w:style>
  <w:style w:type="paragraph" w:customStyle="1" w:styleId="C93FA429D9A84B6C845011B03BCDF198">
    <w:name w:val="C93FA429D9A84B6C845011B03BCDF198"/>
    <w:rsid w:val="006F7CC4"/>
  </w:style>
  <w:style w:type="paragraph" w:customStyle="1" w:styleId="98E9DC7728594BE7A6638295FA64405E">
    <w:name w:val="98E9DC7728594BE7A6638295FA64405E"/>
    <w:rsid w:val="006F7CC4"/>
  </w:style>
  <w:style w:type="paragraph" w:customStyle="1" w:styleId="FA78A152168E494DB3C7A1463114315B">
    <w:name w:val="FA78A152168E494DB3C7A1463114315B"/>
    <w:rsid w:val="006F7CC4"/>
  </w:style>
  <w:style w:type="paragraph" w:customStyle="1" w:styleId="3AC9D62BA3D342B382E5418A2FAADD63">
    <w:name w:val="3AC9D62BA3D342B382E5418A2FAADD63"/>
    <w:rsid w:val="006F7CC4"/>
  </w:style>
  <w:style w:type="paragraph" w:customStyle="1" w:styleId="F2FDA8A73E8C47799F6FAD5E4D2943E5">
    <w:name w:val="F2FDA8A73E8C47799F6FAD5E4D2943E5"/>
    <w:rsid w:val="006F7CC4"/>
  </w:style>
  <w:style w:type="paragraph" w:customStyle="1" w:styleId="159F5FF15C4D4B8CAD5EEFE4FA8D0291">
    <w:name w:val="159F5FF15C4D4B8CAD5EEFE4FA8D0291"/>
    <w:rsid w:val="00182E1B"/>
  </w:style>
  <w:style w:type="paragraph" w:customStyle="1" w:styleId="EF4FD208219D434B876BAAE91F9539AE">
    <w:name w:val="EF4FD208219D434B876BAAE91F9539AE"/>
    <w:rsid w:val="00182E1B"/>
  </w:style>
  <w:style w:type="paragraph" w:customStyle="1" w:styleId="54F3C816644A4B5E85055309CE2ED0B1">
    <w:name w:val="54F3C816644A4B5E85055309CE2ED0B1"/>
    <w:rsid w:val="00182E1B"/>
  </w:style>
  <w:style w:type="paragraph" w:customStyle="1" w:styleId="D6349000CC5C4343BEE8303014E51F11">
    <w:name w:val="D6349000CC5C4343BEE8303014E51F11"/>
    <w:rsid w:val="00182E1B"/>
  </w:style>
  <w:style w:type="paragraph" w:customStyle="1" w:styleId="CE453FA60B344C60B6B7737A34CC31AD">
    <w:name w:val="CE453FA60B344C60B6B7737A34CC31AD"/>
    <w:rsid w:val="00182E1B"/>
  </w:style>
  <w:style w:type="paragraph" w:customStyle="1" w:styleId="02B6638CD9944175BFF38428AAAE2123">
    <w:name w:val="02B6638CD9944175BFF38428AAAE2123"/>
    <w:rsid w:val="00182E1B"/>
  </w:style>
  <w:style w:type="paragraph" w:customStyle="1" w:styleId="F7BAA1139C49484C9B00C360E1C825B2">
    <w:name w:val="F7BAA1139C49484C9B00C360E1C825B2"/>
    <w:rsid w:val="00182E1B"/>
  </w:style>
  <w:style w:type="paragraph" w:customStyle="1" w:styleId="14BA016B85C74214B12A7BC8DB6D8235">
    <w:name w:val="14BA016B85C74214B12A7BC8DB6D8235"/>
    <w:rsid w:val="00182E1B"/>
  </w:style>
  <w:style w:type="paragraph" w:customStyle="1" w:styleId="267B1A6F956A4B6CAA77AD28A8D1CBB3">
    <w:name w:val="267B1A6F956A4B6CAA77AD28A8D1CBB3"/>
    <w:rsid w:val="00182E1B"/>
  </w:style>
  <w:style w:type="paragraph" w:customStyle="1" w:styleId="E1D4ABA8EF3049B29DE366685C74FF54">
    <w:name w:val="E1D4ABA8EF3049B29DE366685C74FF54"/>
    <w:rsid w:val="00182E1B"/>
  </w:style>
  <w:style w:type="paragraph" w:customStyle="1" w:styleId="5FEF96D3AD2141089FA7DB3DF260C624">
    <w:name w:val="5FEF96D3AD2141089FA7DB3DF260C624"/>
    <w:rsid w:val="00182E1B"/>
  </w:style>
  <w:style w:type="paragraph" w:customStyle="1" w:styleId="191D24BFE7494A34A5079AABECA2156F">
    <w:name w:val="191D24BFE7494A34A5079AABECA2156F"/>
    <w:rsid w:val="00182E1B"/>
  </w:style>
  <w:style w:type="paragraph" w:customStyle="1" w:styleId="B9FE831FAD79413A90851319DC18AFE8">
    <w:name w:val="B9FE831FAD79413A90851319DC18AFE8"/>
    <w:rsid w:val="00182E1B"/>
  </w:style>
  <w:style w:type="paragraph" w:customStyle="1" w:styleId="268C0A33CFC54660967BF2C921DF6091">
    <w:name w:val="268C0A33CFC54660967BF2C921DF6091"/>
    <w:rsid w:val="00182E1B"/>
  </w:style>
  <w:style w:type="paragraph" w:customStyle="1" w:styleId="4606EF3B5D2C410183144FCC925EEE7D">
    <w:name w:val="4606EF3B5D2C410183144FCC925EEE7D"/>
    <w:rsid w:val="00182E1B"/>
  </w:style>
  <w:style w:type="paragraph" w:customStyle="1" w:styleId="D2342F4DDA4A4CAA9C069BC50423FE80">
    <w:name w:val="D2342F4DDA4A4CAA9C069BC50423FE80"/>
    <w:rsid w:val="00182E1B"/>
  </w:style>
  <w:style w:type="paragraph" w:customStyle="1" w:styleId="74FA2ADE52664FCEA590859B91A28DC6">
    <w:name w:val="74FA2ADE52664FCEA590859B91A28DC6"/>
    <w:rsid w:val="00182E1B"/>
  </w:style>
  <w:style w:type="paragraph" w:customStyle="1" w:styleId="29C2B340395A4DD6A1DA75C2D3BF7B70">
    <w:name w:val="29C2B340395A4DD6A1DA75C2D3BF7B70"/>
    <w:rsid w:val="00182E1B"/>
  </w:style>
  <w:style w:type="paragraph" w:customStyle="1" w:styleId="619D7ED157D540E884AE444D599ECA4B">
    <w:name w:val="619D7ED157D540E884AE444D599ECA4B"/>
    <w:rsid w:val="00182E1B"/>
  </w:style>
  <w:style w:type="paragraph" w:customStyle="1" w:styleId="8551C5EC9D754F6DB8065426A8A6E817">
    <w:name w:val="8551C5EC9D754F6DB8065426A8A6E817"/>
    <w:rsid w:val="00182E1B"/>
  </w:style>
  <w:style w:type="paragraph" w:customStyle="1" w:styleId="926329728CB847738F83D29FC1BA72C5">
    <w:name w:val="926329728CB847738F83D29FC1BA72C5"/>
    <w:rsid w:val="00182E1B"/>
  </w:style>
  <w:style w:type="paragraph" w:customStyle="1" w:styleId="052685D71BE7406389A150B42B978197">
    <w:name w:val="052685D71BE7406389A150B42B978197"/>
    <w:rsid w:val="00182E1B"/>
  </w:style>
  <w:style w:type="paragraph" w:customStyle="1" w:styleId="82CCADA709E6455CA7CB1D40E1A973F1">
    <w:name w:val="82CCADA709E6455CA7CB1D40E1A973F1"/>
    <w:rsid w:val="00182E1B"/>
  </w:style>
  <w:style w:type="paragraph" w:customStyle="1" w:styleId="ACDCCA9559E649A7A9DA7052B5037B08">
    <w:name w:val="ACDCCA9559E649A7A9DA7052B5037B08"/>
    <w:rsid w:val="00182E1B"/>
  </w:style>
  <w:style w:type="paragraph" w:customStyle="1" w:styleId="572CD24F76F8493A81DF33827E3249DC">
    <w:name w:val="572CD24F76F8493A81DF33827E3249DC"/>
    <w:rsid w:val="00182E1B"/>
  </w:style>
  <w:style w:type="paragraph" w:customStyle="1" w:styleId="76C12873467B48F9B68E357CAE0881B8">
    <w:name w:val="76C12873467B48F9B68E357CAE0881B8"/>
    <w:rsid w:val="00182E1B"/>
  </w:style>
  <w:style w:type="paragraph" w:customStyle="1" w:styleId="166631B37AA245408162BE7F2AB27867">
    <w:name w:val="166631B37AA245408162BE7F2AB27867"/>
    <w:rsid w:val="00182E1B"/>
  </w:style>
  <w:style w:type="paragraph" w:customStyle="1" w:styleId="F7C4B9985C06425DB55E87C37769864A">
    <w:name w:val="F7C4B9985C06425DB55E87C37769864A"/>
    <w:rsid w:val="00182E1B"/>
  </w:style>
  <w:style w:type="paragraph" w:customStyle="1" w:styleId="D9592465E8CD431E8FB476F8FB5F176A">
    <w:name w:val="D9592465E8CD431E8FB476F8FB5F176A"/>
    <w:rsid w:val="00182E1B"/>
  </w:style>
  <w:style w:type="paragraph" w:customStyle="1" w:styleId="4327362858D2479993464834C7BB3972">
    <w:name w:val="4327362858D2479993464834C7BB3972"/>
    <w:rsid w:val="00182E1B"/>
  </w:style>
  <w:style w:type="paragraph" w:customStyle="1" w:styleId="162D087D5F954D9289E8867548FF0000">
    <w:name w:val="162D087D5F954D9289E8867548FF0000"/>
    <w:rsid w:val="00182E1B"/>
  </w:style>
  <w:style w:type="paragraph" w:customStyle="1" w:styleId="0BB3B4BA6BB24601BE8578F02B614DC3">
    <w:name w:val="0BB3B4BA6BB24601BE8578F02B614DC3"/>
    <w:rsid w:val="00182E1B"/>
  </w:style>
  <w:style w:type="paragraph" w:customStyle="1" w:styleId="31038B020FCA473082DC520F3CEB10C4">
    <w:name w:val="31038B020FCA473082DC520F3CEB10C4"/>
    <w:rsid w:val="00182E1B"/>
  </w:style>
  <w:style w:type="paragraph" w:customStyle="1" w:styleId="1152EE8B21AE4DC2B02A37B4BEAD67C4">
    <w:name w:val="1152EE8B21AE4DC2B02A37B4BEAD67C4"/>
    <w:rsid w:val="00182E1B"/>
  </w:style>
  <w:style w:type="paragraph" w:customStyle="1" w:styleId="65E10D85AD054A91818E04A15556B4A4">
    <w:name w:val="65E10D85AD054A91818E04A15556B4A4"/>
    <w:rsid w:val="00F904D3"/>
  </w:style>
  <w:style w:type="paragraph" w:customStyle="1" w:styleId="2BA969131E7641D0BC0E3E80CCBF689D">
    <w:name w:val="2BA969131E7641D0BC0E3E80CCBF689D"/>
    <w:rsid w:val="00F904D3"/>
  </w:style>
  <w:style w:type="paragraph" w:customStyle="1" w:styleId="4B5FE7286E294476B3320C00E9E32620">
    <w:name w:val="4B5FE7286E294476B3320C00E9E32620"/>
    <w:rsid w:val="00F904D3"/>
  </w:style>
  <w:style w:type="paragraph" w:customStyle="1" w:styleId="D08334F902504818A2149271D7D0547C">
    <w:name w:val="D08334F902504818A2149271D7D0547C"/>
    <w:rsid w:val="00F904D3"/>
  </w:style>
  <w:style w:type="paragraph" w:customStyle="1" w:styleId="F99A702655D94BD4A055E1418DCBE8C8">
    <w:name w:val="F99A702655D94BD4A055E1418DCBE8C8"/>
    <w:rsid w:val="00F904D3"/>
  </w:style>
  <w:style w:type="paragraph" w:customStyle="1" w:styleId="3C7DD6F112654678A2BF751DF558DF58">
    <w:name w:val="3C7DD6F112654678A2BF751DF558DF58"/>
    <w:rsid w:val="00F904D3"/>
  </w:style>
  <w:style w:type="paragraph" w:customStyle="1" w:styleId="341776CF29D5420DAEC099824EE3DFBD">
    <w:name w:val="341776CF29D5420DAEC099824EE3DFBD"/>
    <w:rsid w:val="00F904D3"/>
  </w:style>
  <w:style w:type="paragraph" w:customStyle="1" w:styleId="934B86A1EFCD4650B94EEFE6A707A2C2">
    <w:name w:val="934B86A1EFCD4650B94EEFE6A707A2C2"/>
    <w:rsid w:val="00F904D3"/>
  </w:style>
  <w:style w:type="paragraph" w:customStyle="1" w:styleId="06721C5738AA4B9CA3E5871A55E1C377">
    <w:name w:val="06721C5738AA4B9CA3E5871A55E1C377"/>
    <w:rsid w:val="00F904D3"/>
  </w:style>
  <w:style w:type="paragraph" w:customStyle="1" w:styleId="A53A1CC4E74C4865A0E054625C453BE6">
    <w:name w:val="A53A1CC4E74C4865A0E054625C453BE6"/>
    <w:rsid w:val="00F904D3"/>
  </w:style>
  <w:style w:type="paragraph" w:customStyle="1" w:styleId="C0EE8C2ACACC479397F78FE489822E8A">
    <w:name w:val="C0EE8C2ACACC479397F78FE489822E8A"/>
    <w:rsid w:val="00F904D3"/>
  </w:style>
  <w:style w:type="paragraph" w:customStyle="1" w:styleId="B40AA0D5425D48D7811AB6C7E2286722">
    <w:name w:val="B40AA0D5425D48D7811AB6C7E2286722"/>
    <w:rsid w:val="00F904D3"/>
  </w:style>
  <w:style w:type="paragraph" w:customStyle="1" w:styleId="E4D0BF045F7E4DD18D76FC8A440838E6">
    <w:name w:val="E4D0BF045F7E4DD18D76FC8A440838E6"/>
    <w:rsid w:val="00F904D3"/>
  </w:style>
  <w:style w:type="paragraph" w:customStyle="1" w:styleId="0A6A675F7B324CC9982C032424EC5628">
    <w:name w:val="0A6A675F7B324CC9982C032424EC5628"/>
    <w:rsid w:val="00F904D3"/>
  </w:style>
  <w:style w:type="paragraph" w:customStyle="1" w:styleId="3E7075D5DAB64D62ABE846387012B661">
    <w:name w:val="3E7075D5DAB64D62ABE846387012B661"/>
    <w:rsid w:val="00F904D3"/>
  </w:style>
  <w:style w:type="paragraph" w:customStyle="1" w:styleId="74909B1B40EF4053B6C496EF8EEA38DF">
    <w:name w:val="74909B1B40EF4053B6C496EF8EEA38DF"/>
    <w:rsid w:val="00F904D3"/>
  </w:style>
  <w:style w:type="paragraph" w:customStyle="1" w:styleId="8E47765CB9684F9798469D20244824F3">
    <w:name w:val="8E47765CB9684F9798469D20244824F3"/>
    <w:rsid w:val="00F904D3"/>
  </w:style>
  <w:style w:type="paragraph" w:customStyle="1" w:styleId="C630DA9DDB7B4E8EBABDC8490766F444">
    <w:name w:val="C630DA9DDB7B4E8EBABDC8490766F444"/>
    <w:rsid w:val="00F904D3"/>
  </w:style>
  <w:style w:type="paragraph" w:customStyle="1" w:styleId="400415D33EF744239204F88E1D92C75B">
    <w:name w:val="400415D33EF744239204F88E1D92C75B"/>
    <w:rsid w:val="00F904D3"/>
  </w:style>
  <w:style w:type="paragraph" w:customStyle="1" w:styleId="486B34D8DFF146A39EF0B4E0BB21F871">
    <w:name w:val="486B34D8DFF146A39EF0B4E0BB21F871"/>
    <w:rsid w:val="00F904D3"/>
  </w:style>
  <w:style w:type="paragraph" w:customStyle="1" w:styleId="E523E8921E834104BF4539C79315C166">
    <w:name w:val="E523E8921E834104BF4539C79315C166"/>
    <w:rsid w:val="00F904D3"/>
  </w:style>
  <w:style w:type="paragraph" w:customStyle="1" w:styleId="D4CA461794B34867A45CBF26B31937A3">
    <w:name w:val="D4CA461794B34867A45CBF26B31937A3"/>
    <w:rsid w:val="00F904D3"/>
  </w:style>
  <w:style w:type="paragraph" w:customStyle="1" w:styleId="F47F933E0F144AA38D083A78BDC2E2C8">
    <w:name w:val="F47F933E0F144AA38D083A78BDC2E2C8"/>
    <w:rsid w:val="00F904D3"/>
  </w:style>
  <w:style w:type="paragraph" w:customStyle="1" w:styleId="ACAC2A6A9A9F4706B8880F8B3483B168">
    <w:name w:val="ACAC2A6A9A9F4706B8880F8B3483B168"/>
    <w:rsid w:val="00F904D3"/>
  </w:style>
  <w:style w:type="paragraph" w:customStyle="1" w:styleId="5165F04C12A2478F80F7B37B31EBF7C7">
    <w:name w:val="5165F04C12A2478F80F7B37B31EBF7C7"/>
    <w:rsid w:val="00F904D3"/>
  </w:style>
  <w:style w:type="paragraph" w:customStyle="1" w:styleId="1645B228234942AAAC1E16FD516E7FD6">
    <w:name w:val="1645B228234942AAAC1E16FD516E7FD6"/>
    <w:rsid w:val="00F904D3"/>
  </w:style>
  <w:style w:type="paragraph" w:customStyle="1" w:styleId="ED55CE74F0DA4865B8D69A16881E9BC0">
    <w:name w:val="ED55CE74F0DA4865B8D69A16881E9BC0"/>
    <w:rsid w:val="00F904D3"/>
  </w:style>
  <w:style w:type="paragraph" w:customStyle="1" w:styleId="0DD4483D658C409C9BC1ED7DF581B382">
    <w:name w:val="0DD4483D658C409C9BC1ED7DF581B382"/>
    <w:rsid w:val="00F904D3"/>
  </w:style>
  <w:style w:type="paragraph" w:customStyle="1" w:styleId="67AE54B70B4D42ABA81055625653844E">
    <w:name w:val="67AE54B70B4D42ABA81055625653844E"/>
    <w:rsid w:val="00F904D3"/>
  </w:style>
  <w:style w:type="paragraph" w:customStyle="1" w:styleId="228F0F1FBBF142DE866EF79AA6C660D4">
    <w:name w:val="228F0F1FBBF142DE866EF79AA6C660D4"/>
    <w:rsid w:val="00F904D3"/>
  </w:style>
  <w:style w:type="paragraph" w:customStyle="1" w:styleId="312A616E52D745A9A34AD2994F19EE2F">
    <w:name w:val="312A616E52D745A9A34AD2994F19EE2F"/>
    <w:rsid w:val="00F904D3"/>
  </w:style>
  <w:style w:type="paragraph" w:customStyle="1" w:styleId="14959C836A6F431E950AF8E8EBE4CCE4">
    <w:name w:val="14959C836A6F431E950AF8E8EBE4CCE4"/>
    <w:rsid w:val="00F904D3"/>
  </w:style>
  <w:style w:type="paragraph" w:customStyle="1" w:styleId="689FCB0D62A54CF6BAF1FACA37545F75">
    <w:name w:val="689FCB0D62A54CF6BAF1FACA37545F75"/>
    <w:rsid w:val="00F904D3"/>
  </w:style>
  <w:style w:type="paragraph" w:customStyle="1" w:styleId="81C2774EF7A04036B5A3B498F403E61A">
    <w:name w:val="81C2774EF7A04036B5A3B498F403E61A"/>
    <w:rsid w:val="00513A45"/>
  </w:style>
  <w:style w:type="paragraph" w:customStyle="1" w:styleId="8560B28638734712B5F1CA8910AD2A12">
    <w:name w:val="8560B28638734712B5F1CA8910AD2A12"/>
    <w:rsid w:val="00513A45"/>
  </w:style>
  <w:style w:type="paragraph" w:customStyle="1" w:styleId="37BA0DA6A8F34201BECD41369A3DD2BB">
    <w:name w:val="37BA0DA6A8F34201BECD41369A3DD2BB"/>
    <w:rsid w:val="00513A45"/>
  </w:style>
  <w:style w:type="paragraph" w:customStyle="1" w:styleId="D5F09FEA57924F7AB05C1C29DFE4A3E8">
    <w:name w:val="D5F09FEA57924F7AB05C1C29DFE4A3E8"/>
    <w:rsid w:val="00513A45"/>
  </w:style>
  <w:style w:type="paragraph" w:customStyle="1" w:styleId="8EC16E30325047C693D1FAD17748B998">
    <w:name w:val="8EC16E30325047C693D1FAD17748B998"/>
    <w:rsid w:val="00513A45"/>
  </w:style>
  <w:style w:type="paragraph" w:customStyle="1" w:styleId="9D67737E4EC740849013C7116E4A147A">
    <w:name w:val="9D67737E4EC740849013C7116E4A147A"/>
    <w:rsid w:val="00513A45"/>
  </w:style>
  <w:style w:type="paragraph" w:customStyle="1" w:styleId="A30C5E3272F54C6A8803F23199DF1D7A">
    <w:name w:val="A30C5E3272F54C6A8803F23199DF1D7A"/>
    <w:rsid w:val="00513A45"/>
  </w:style>
  <w:style w:type="paragraph" w:customStyle="1" w:styleId="A03D4CF457D14FB2B5333D0C8129EBB6">
    <w:name w:val="A03D4CF457D14FB2B5333D0C8129EBB6"/>
    <w:rsid w:val="00513A45"/>
  </w:style>
  <w:style w:type="paragraph" w:customStyle="1" w:styleId="646F8EC009AB4B7CBB2118648C47D308">
    <w:name w:val="646F8EC009AB4B7CBB2118648C47D308"/>
    <w:rsid w:val="00513A45"/>
  </w:style>
  <w:style w:type="paragraph" w:customStyle="1" w:styleId="E832D68D12D349438E04CE25EF65EF0B">
    <w:name w:val="E832D68D12D349438E04CE25EF65EF0B"/>
    <w:rsid w:val="00513A45"/>
  </w:style>
  <w:style w:type="paragraph" w:customStyle="1" w:styleId="519225C3FDCA44DF811D378B719926E7">
    <w:name w:val="519225C3FDCA44DF811D378B719926E7"/>
    <w:rsid w:val="00513A45"/>
  </w:style>
  <w:style w:type="paragraph" w:customStyle="1" w:styleId="C3D761F7C3F949F887ACA70614A2C65C">
    <w:name w:val="C3D761F7C3F949F887ACA70614A2C65C"/>
    <w:rsid w:val="00513A45"/>
  </w:style>
  <w:style w:type="paragraph" w:customStyle="1" w:styleId="5E59BBA9C5CE49B58F5A42B6279A1FA7">
    <w:name w:val="5E59BBA9C5CE49B58F5A42B6279A1FA7"/>
    <w:rsid w:val="00513A45"/>
  </w:style>
  <w:style w:type="paragraph" w:customStyle="1" w:styleId="CDE8B626F0774C5D8ADC1AAE3B39F1AD">
    <w:name w:val="CDE8B626F0774C5D8ADC1AAE3B39F1AD"/>
    <w:rsid w:val="00513A45"/>
  </w:style>
  <w:style w:type="paragraph" w:customStyle="1" w:styleId="B69B0D5ED60C4D1883179FA164323047">
    <w:name w:val="B69B0D5ED60C4D1883179FA164323047"/>
    <w:rsid w:val="00513A45"/>
  </w:style>
  <w:style w:type="paragraph" w:customStyle="1" w:styleId="CF4C226A297F464EB2453C1D9E70C793">
    <w:name w:val="CF4C226A297F464EB2453C1D9E70C793"/>
    <w:rsid w:val="00513A45"/>
  </w:style>
  <w:style w:type="paragraph" w:customStyle="1" w:styleId="9EC6D568C0DC44A8BC5DC2834B752EB5">
    <w:name w:val="9EC6D568C0DC44A8BC5DC2834B752EB5"/>
    <w:rsid w:val="00513A45"/>
  </w:style>
  <w:style w:type="paragraph" w:customStyle="1" w:styleId="1A50B1C09BAF478483D39CC72517A9F1">
    <w:name w:val="1A50B1C09BAF478483D39CC72517A9F1"/>
    <w:rsid w:val="00513A45"/>
  </w:style>
  <w:style w:type="paragraph" w:customStyle="1" w:styleId="3D7FED1087A14C148246C614236DF436">
    <w:name w:val="3D7FED1087A14C148246C614236DF436"/>
    <w:rsid w:val="00513A45"/>
  </w:style>
  <w:style w:type="paragraph" w:customStyle="1" w:styleId="9B7BA193D83F4A97BC26866793DCB86E">
    <w:name w:val="9B7BA193D83F4A97BC26866793DCB86E"/>
    <w:rsid w:val="00513A45"/>
  </w:style>
  <w:style w:type="paragraph" w:customStyle="1" w:styleId="A43231D74F6849AC8B2E40B0FA377F84">
    <w:name w:val="A43231D74F6849AC8B2E40B0FA377F84"/>
    <w:rsid w:val="00513A45"/>
  </w:style>
  <w:style w:type="paragraph" w:customStyle="1" w:styleId="C55AF335579D46A58B6983F21C5C331A">
    <w:name w:val="C55AF335579D46A58B6983F21C5C331A"/>
    <w:rsid w:val="00513A45"/>
  </w:style>
  <w:style w:type="paragraph" w:customStyle="1" w:styleId="7628685CE0D64D59B51B7CAED709A0CF">
    <w:name w:val="7628685CE0D64D59B51B7CAED709A0CF"/>
    <w:rsid w:val="00C83949"/>
  </w:style>
  <w:style w:type="paragraph" w:customStyle="1" w:styleId="BC7EA09252DD41348B74B96280B84CD2">
    <w:name w:val="BC7EA09252DD41348B74B96280B84CD2"/>
    <w:rsid w:val="00C83949"/>
  </w:style>
  <w:style w:type="paragraph" w:customStyle="1" w:styleId="E8DA74D0D27D4276B57F5ED1A40A2488">
    <w:name w:val="E8DA74D0D27D4276B57F5ED1A40A2488"/>
    <w:rsid w:val="00C83949"/>
  </w:style>
  <w:style w:type="paragraph" w:customStyle="1" w:styleId="2CFF8B68CFC54C5A91C9C09CBBD6065E">
    <w:name w:val="2CFF8B68CFC54C5A91C9C09CBBD6065E"/>
    <w:rsid w:val="00C83949"/>
  </w:style>
  <w:style w:type="paragraph" w:customStyle="1" w:styleId="551BC5EE36CE4D6FBAD0D94CC7D8AE52">
    <w:name w:val="551BC5EE36CE4D6FBAD0D94CC7D8AE52"/>
    <w:rsid w:val="00C83949"/>
  </w:style>
  <w:style w:type="paragraph" w:customStyle="1" w:styleId="715A999076504EDFB18F723D315A5353">
    <w:name w:val="715A999076504EDFB18F723D315A5353"/>
    <w:rsid w:val="00C83949"/>
  </w:style>
  <w:style w:type="paragraph" w:customStyle="1" w:styleId="E8F5A6E515FC42C6BF4C27AACB925121">
    <w:name w:val="E8F5A6E515FC42C6BF4C27AACB925121"/>
    <w:rsid w:val="00C83949"/>
  </w:style>
  <w:style w:type="paragraph" w:customStyle="1" w:styleId="6D91E3EEB1B2447C887AE3866AE0CA1B">
    <w:name w:val="6D91E3EEB1B2447C887AE3866AE0CA1B"/>
    <w:rsid w:val="00C83949"/>
  </w:style>
  <w:style w:type="paragraph" w:customStyle="1" w:styleId="BBCD3140852C4AE8B9B90C047A1600E4">
    <w:name w:val="BBCD3140852C4AE8B9B90C047A1600E4"/>
    <w:rsid w:val="00374382"/>
  </w:style>
  <w:style w:type="paragraph" w:customStyle="1" w:styleId="5366E4F2C013495C8952E4A7F848AC23">
    <w:name w:val="5366E4F2C013495C8952E4A7F848AC23"/>
    <w:rsid w:val="00374382"/>
  </w:style>
  <w:style w:type="paragraph" w:customStyle="1" w:styleId="56CEF9095C744BD0BC5131E32C961835">
    <w:name w:val="56CEF9095C744BD0BC5131E32C961835"/>
    <w:rsid w:val="00A929D4"/>
  </w:style>
  <w:style w:type="paragraph" w:customStyle="1" w:styleId="325E03978A0E4317B86B91D00E02E03D">
    <w:name w:val="325E03978A0E4317B86B91D00E02E03D"/>
    <w:rsid w:val="00A929D4"/>
  </w:style>
  <w:style w:type="paragraph" w:customStyle="1" w:styleId="E59BA51595344814AE5DFA47B88DD96F">
    <w:name w:val="E59BA51595344814AE5DFA47B88DD96F"/>
    <w:rsid w:val="00A929D4"/>
  </w:style>
  <w:style w:type="paragraph" w:customStyle="1" w:styleId="2286852DAE5F4870BED6E2F8812F2D94">
    <w:name w:val="2286852DAE5F4870BED6E2F8812F2D94"/>
    <w:rsid w:val="00A929D4"/>
  </w:style>
  <w:style w:type="paragraph" w:customStyle="1" w:styleId="F8C754D03308479499D8FB138A98183B">
    <w:name w:val="F8C754D03308479499D8FB138A98183B"/>
    <w:rsid w:val="00BE6DDA"/>
  </w:style>
  <w:style w:type="paragraph" w:customStyle="1" w:styleId="0E0AC900968145F8A288568651E3871C">
    <w:name w:val="0E0AC900968145F8A288568651E3871C"/>
    <w:rsid w:val="00BE6DDA"/>
  </w:style>
  <w:style w:type="paragraph" w:customStyle="1" w:styleId="594B6C83FE784F6E84C4869C2E345EEF">
    <w:name w:val="594B6C83FE784F6E84C4869C2E345EEF"/>
    <w:rsid w:val="00BE6DDA"/>
  </w:style>
  <w:style w:type="paragraph" w:customStyle="1" w:styleId="74B686C7374E4A849A11A2F6CCB64AC8">
    <w:name w:val="74B686C7374E4A849A11A2F6CCB64AC8"/>
    <w:rsid w:val="00BE6DDA"/>
  </w:style>
  <w:style w:type="paragraph" w:customStyle="1" w:styleId="4163390A873C45A082167F7AEA63645E">
    <w:name w:val="4163390A873C45A082167F7AEA63645E"/>
    <w:rsid w:val="00AB4BA7"/>
  </w:style>
  <w:style w:type="paragraph" w:customStyle="1" w:styleId="124EB379E46F4932A3D3625C11F9E841">
    <w:name w:val="124EB379E46F4932A3D3625C11F9E841"/>
    <w:rsid w:val="00AB4BA7"/>
  </w:style>
  <w:style w:type="paragraph" w:customStyle="1" w:styleId="AF2C75E829394E02B273C38AC5528C17">
    <w:name w:val="AF2C75E829394E02B273C38AC5528C17"/>
    <w:rsid w:val="00AB4BA7"/>
  </w:style>
  <w:style w:type="paragraph" w:customStyle="1" w:styleId="1D235E7ED3E243B084DBBC4AF0CB03CB">
    <w:name w:val="1D235E7ED3E243B084DBBC4AF0CB03CB"/>
    <w:rsid w:val="00AB4BA7"/>
  </w:style>
  <w:style w:type="paragraph" w:customStyle="1" w:styleId="54576F5286FD4B4A9155E67EF46DDA0D">
    <w:name w:val="54576F5286FD4B4A9155E67EF46DDA0D"/>
    <w:rsid w:val="00AB4BA7"/>
  </w:style>
  <w:style w:type="paragraph" w:customStyle="1" w:styleId="6DB076CDFF5F429AB61E4C23ACE4AA9E">
    <w:name w:val="6DB076CDFF5F429AB61E4C23ACE4AA9E"/>
    <w:rsid w:val="00AB4BA7"/>
  </w:style>
  <w:style w:type="paragraph" w:customStyle="1" w:styleId="0655F429F7214679829E700CB8AC1BF2">
    <w:name w:val="0655F429F7214679829E700CB8AC1BF2"/>
    <w:rsid w:val="00AB4BA7"/>
  </w:style>
  <w:style w:type="paragraph" w:customStyle="1" w:styleId="5F0384C80C5C46C4BA97AD9F1DD89D37">
    <w:name w:val="5F0384C80C5C46C4BA97AD9F1DD89D37"/>
    <w:rsid w:val="00AB4BA7"/>
  </w:style>
  <w:style w:type="paragraph" w:customStyle="1" w:styleId="22B82F424F254BADA29A23CA742968E0">
    <w:name w:val="22B82F424F254BADA29A23CA742968E0"/>
    <w:rsid w:val="00AB4BA7"/>
  </w:style>
  <w:style w:type="paragraph" w:customStyle="1" w:styleId="8542DA5F215F4C649439D6C1AB30AC7F">
    <w:name w:val="8542DA5F215F4C649439D6C1AB30AC7F"/>
    <w:rsid w:val="00AB4BA7"/>
  </w:style>
  <w:style w:type="paragraph" w:customStyle="1" w:styleId="9450F2C91A884E5FA819651885F6882E">
    <w:name w:val="9450F2C91A884E5FA819651885F6882E"/>
    <w:rsid w:val="00AB4BA7"/>
  </w:style>
  <w:style w:type="paragraph" w:customStyle="1" w:styleId="EA9F4459D1F749E18B22D58AB97329F4">
    <w:name w:val="EA9F4459D1F749E18B22D58AB97329F4"/>
    <w:rsid w:val="00AB4BA7"/>
  </w:style>
  <w:style w:type="paragraph" w:customStyle="1" w:styleId="9A1007AEBC414FD2910B85C00D2DBBD0">
    <w:name w:val="9A1007AEBC414FD2910B85C00D2DBBD0"/>
    <w:rsid w:val="00AB4BA7"/>
  </w:style>
  <w:style w:type="paragraph" w:customStyle="1" w:styleId="6D470E222985433FACDFC3DE12A355E9">
    <w:name w:val="6D470E222985433FACDFC3DE12A355E9"/>
    <w:rsid w:val="00AB4BA7"/>
  </w:style>
  <w:style w:type="paragraph" w:customStyle="1" w:styleId="5136637DECF54EEC8E75A0A646373E6F">
    <w:name w:val="5136637DECF54EEC8E75A0A646373E6F"/>
    <w:rsid w:val="00AB4BA7"/>
  </w:style>
  <w:style w:type="paragraph" w:customStyle="1" w:styleId="19FF802A11C6407B88D2DE790D8A8AD3">
    <w:name w:val="19FF802A11C6407B88D2DE790D8A8AD3"/>
    <w:rsid w:val="00AB4BA7"/>
  </w:style>
  <w:style w:type="paragraph" w:customStyle="1" w:styleId="97F58FB130454F69AF7C9E65E2DE1D12">
    <w:name w:val="97F58FB130454F69AF7C9E65E2DE1D12"/>
    <w:rsid w:val="00AB4BA7"/>
  </w:style>
  <w:style w:type="paragraph" w:customStyle="1" w:styleId="E82FB332F60942A882D3DDEDC17DD707">
    <w:name w:val="E82FB332F60942A882D3DDEDC17DD707"/>
    <w:rsid w:val="00AB4BA7"/>
  </w:style>
  <w:style w:type="paragraph" w:customStyle="1" w:styleId="E8256ECFCDAF4DE8998F7C7FF392F56F">
    <w:name w:val="E8256ECFCDAF4DE8998F7C7FF392F56F"/>
    <w:rsid w:val="00AB4BA7"/>
  </w:style>
  <w:style w:type="paragraph" w:customStyle="1" w:styleId="8092D0B061F04399B488471DD77B0C2A">
    <w:name w:val="8092D0B061F04399B488471DD77B0C2A"/>
    <w:rsid w:val="00AB4BA7"/>
  </w:style>
  <w:style w:type="paragraph" w:customStyle="1" w:styleId="7A495CBE6CDF4D679EECAD943CF2824C">
    <w:name w:val="7A495CBE6CDF4D679EECAD943CF2824C"/>
    <w:rsid w:val="00AB4BA7"/>
  </w:style>
  <w:style w:type="paragraph" w:customStyle="1" w:styleId="1334C34F1FFE4DA2AC606C4B5DE1355D">
    <w:name w:val="1334C34F1FFE4DA2AC606C4B5DE1355D"/>
    <w:rsid w:val="00AB4BA7"/>
  </w:style>
  <w:style w:type="paragraph" w:customStyle="1" w:styleId="21960EBACC3E4B2DA6EC7ECEC32409F7">
    <w:name w:val="21960EBACC3E4B2DA6EC7ECEC32409F7"/>
    <w:rsid w:val="00E477D2"/>
  </w:style>
  <w:style w:type="paragraph" w:customStyle="1" w:styleId="9FC15B06DBB14264A8FE2F7F145FA2C1">
    <w:name w:val="9FC15B06DBB14264A8FE2F7F145FA2C1"/>
    <w:rsid w:val="00E477D2"/>
  </w:style>
  <w:style w:type="paragraph" w:customStyle="1" w:styleId="DF8651A5A6A34778866637E4F688C586">
    <w:name w:val="DF8651A5A6A34778866637E4F688C586"/>
    <w:rsid w:val="00E477D2"/>
  </w:style>
  <w:style w:type="paragraph" w:customStyle="1" w:styleId="C7317FD2DFFE4CF18C721FE5F358066A">
    <w:name w:val="C7317FD2DFFE4CF18C721FE5F358066A"/>
    <w:rsid w:val="00E477D2"/>
  </w:style>
  <w:style w:type="paragraph" w:customStyle="1" w:styleId="3F42427CEF1246959C5D0ED972608B0B">
    <w:name w:val="3F42427CEF1246959C5D0ED972608B0B"/>
    <w:rsid w:val="00E477D2"/>
  </w:style>
  <w:style w:type="paragraph" w:customStyle="1" w:styleId="AA95C1619D81451B8F615178D37A8E99">
    <w:name w:val="AA95C1619D81451B8F615178D37A8E99"/>
    <w:rsid w:val="00E477D2"/>
  </w:style>
  <w:style w:type="paragraph" w:customStyle="1" w:styleId="E61C3A69C15D498AA8194BD594BA2488">
    <w:name w:val="E61C3A69C15D498AA8194BD594BA2488"/>
    <w:rsid w:val="00E477D2"/>
  </w:style>
  <w:style w:type="paragraph" w:customStyle="1" w:styleId="987BF718A9CF42B992FDFEE3B72CDA4E">
    <w:name w:val="987BF718A9CF42B992FDFEE3B72CDA4E"/>
    <w:rsid w:val="00E477D2"/>
  </w:style>
  <w:style w:type="paragraph" w:customStyle="1" w:styleId="65CD4FDD233441EE99DFEEFC63E5F739">
    <w:name w:val="65CD4FDD233441EE99DFEEFC63E5F739"/>
    <w:rsid w:val="00E477D2"/>
  </w:style>
  <w:style w:type="paragraph" w:customStyle="1" w:styleId="8191B732D0C7438AA51597DFAEA7757F">
    <w:name w:val="8191B732D0C7438AA51597DFAEA7757F"/>
    <w:rsid w:val="00E477D2"/>
  </w:style>
  <w:style w:type="paragraph" w:customStyle="1" w:styleId="68CC5853C0BC4445ABE74670D3DCBEAD">
    <w:name w:val="68CC5853C0BC4445ABE74670D3DCBEAD"/>
    <w:rsid w:val="00E477D2"/>
  </w:style>
  <w:style w:type="paragraph" w:customStyle="1" w:styleId="5AE16E5D84604D02A2F8DFA8D0AA8528">
    <w:name w:val="5AE16E5D84604D02A2F8DFA8D0AA8528"/>
    <w:rsid w:val="00E477D2"/>
  </w:style>
  <w:style w:type="paragraph" w:customStyle="1" w:styleId="5918572F98CF42C8BDCFB2C30D28D879">
    <w:name w:val="5918572F98CF42C8BDCFB2C30D28D879"/>
    <w:rsid w:val="00E477D2"/>
  </w:style>
  <w:style w:type="paragraph" w:customStyle="1" w:styleId="CEB5928FC27B475A9303E7F2FC0B9CED">
    <w:name w:val="CEB5928FC27B475A9303E7F2FC0B9CED"/>
    <w:rsid w:val="00E477D2"/>
  </w:style>
  <w:style w:type="paragraph" w:customStyle="1" w:styleId="62DDB23912F440E59E5912F18535221E">
    <w:name w:val="62DDB23912F440E59E5912F18535221E"/>
    <w:rsid w:val="00E477D2"/>
  </w:style>
  <w:style w:type="paragraph" w:customStyle="1" w:styleId="76C464F93EFE48C4ADB57A3084E4239C">
    <w:name w:val="76C464F93EFE48C4ADB57A3084E4239C"/>
    <w:rsid w:val="00E477D2"/>
  </w:style>
  <w:style w:type="paragraph" w:customStyle="1" w:styleId="9BECBBD885FD41E4A38E943B14F992ED">
    <w:name w:val="9BECBBD885FD41E4A38E943B14F992ED"/>
    <w:rsid w:val="00E477D2"/>
  </w:style>
  <w:style w:type="paragraph" w:customStyle="1" w:styleId="FC04826B1BD845EB848922DE94D8C8DA">
    <w:name w:val="FC04826B1BD845EB848922DE94D8C8DA"/>
    <w:rsid w:val="00E477D2"/>
  </w:style>
  <w:style w:type="paragraph" w:customStyle="1" w:styleId="BA7873D1242246FBB6588002258D4A3A">
    <w:name w:val="BA7873D1242246FBB6588002258D4A3A"/>
    <w:rsid w:val="00E477D2"/>
  </w:style>
  <w:style w:type="paragraph" w:customStyle="1" w:styleId="3C5E3D6A5B2347499BBB89883DC919D7">
    <w:name w:val="3C5E3D6A5B2347499BBB89883DC919D7"/>
    <w:rsid w:val="005D7B09"/>
  </w:style>
  <w:style w:type="paragraph" w:customStyle="1" w:styleId="EB98239E9A684E7ABD14C1D94A4CADE8">
    <w:name w:val="EB98239E9A684E7ABD14C1D94A4CADE8"/>
    <w:rsid w:val="005D7B09"/>
  </w:style>
  <w:style w:type="paragraph" w:customStyle="1" w:styleId="B2C63B8A59E74542993671471CDF285E">
    <w:name w:val="B2C63B8A59E74542993671471CDF285E"/>
    <w:rsid w:val="005D7B09"/>
  </w:style>
  <w:style w:type="paragraph" w:customStyle="1" w:styleId="1F67525D5C5A454EBAC38B04164139F8">
    <w:name w:val="1F67525D5C5A454EBAC38B04164139F8"/>
    <w:rsid w:val="005D7B09"/>
  </w:style>
  <w:style w:type="paragraph" w:customStyle="1" w:styleId="4CDBC7D9BB7747D9A8B832C74CB653E0">
    <w:name w:val="4CDBC7D9BB7747D9A8B832C74CB653E0"/>
    <w:rsid w:val="005D7B09"/>
  </w:style>
  <w:style w:type="paragraph" w:customStyle="1" w:styleId="15ED0943D52E4C889B1D70C97FEA5A25">
    <w:name w:val="15ED0943D52E4C889B1D70C97FEA5A25"/>
    <w:rsid w:val="005D7B09"/>
  </w:style>
  <w:style w:type="paragraph" w:customStyle="1" w:styleId="C603C9DFA1AB4867A25B4E2A219C2FE9">
    <w:name w:val="C603C9DFA1AB4867A25B4E2A219C2FE9"/>
    <w:rsid w:val="005D7B09"/>
  </w:style>
  <w:style w:type="paragraph" w:customStyle="1" w:styleId="28F235CE24CE447DBF442D78C46A11F1">
    <w:name w:val="28F235CE24CE447DBF442D78C46A11F1"/>
    <w:rsid w:val="005D7B09"/>
  </w:style>
  <w:style w:type="paragraph" w:customStyle="1" w:styleId="D2ACA1D91462450F831D1E19E71CC693">
    <w:name w:val="D2ACA1D91462450F831D1E19E71CC693"/>
    <w:rsid w:val="005D7B09"/>
  </w:style>
  <w:style w:type="paragraph" w:customStyle="1" w:styleId="33D707B40A6947B1835A42F0C57B5328">
    <w:name w:val="33D707B40A6947B1835A42F0C57B5328"/>
    <w:rsid w:val="005D7B09"/>
  </w:style>
  <w:style w:type="paragraph" w:customStyle="1" w:styleId="02E958201CBE41E0A20369D85A722563">
    <w:name w:val="02E958201CBE41E0A20369D85A722563"/>
    <w:rsid w:val="003C669E"/>
  </w:style>
  <w:style w:type="paragraph" w:customStyle="1" w:styleId="F006986AE1B44692AA6B5190D389E42A">
    <w:name w:val="F006986AE1B44692AA6B5190D389E42A"/>
    <w:rsid w:val="003C669E"/>
  </w:style>
  <w:style w:type="paragraph" w:customStyle="1" w:styleId="40B6C718DE804B11B4A501B118612D79">
    <w:name w:val="40B6C718DE804B11B4A501B118612D79"/>
    <w:rsid w:val="003C669E"/>
  </w:style>
  <w:style w:type="paragraph" w:customStyle="1" w:styleId="4BDA2D868F7E4C18B552292683647E05">
    <w:name w:val="4BDA2D868F7E4C18B552292683647E05"/>
    <w:rsid w:val="003C669E"/>
  </w:style>
  <w:style w:type="paragraph" w:customStyle="1" w:styleId="D263345772B64158A656ABB914560F7E">
    <w:name w:val="D263345772B64158A656ABB914560F7E"/>
    <w:rsid w:val="00D864B8"/>
  </w:style>
  <w:style w:type="paragraph" w:customStyle="1" w:styleId="955A6D93981E43469CEA8693045380C8">
    <w:name w:val="955A6D93981E43469CEA8693045380C8"/>
    <w:rsid w:val="00D864B8"/>
  </w:style>
  <w:style w:type="paragraph" w:customStyle="1" w:styleId="F09CF2B719CA4941B5565FBC25D8E016">
    <w:name w:val="F09CF2B719CA4941B5565FBC25D8E016"/>
    <w:rsid w:val="00D864B8"/>
  </w:style>
  <w:style w:type="paragraph" w:customStyle="1" w:styleId="56937CA5C7F04713B4396BE88B975466">
    <w:name w:val="56937CA5C7F04713B4396BE88B975466"/>
    <w:rsid w:val="00D864B8"/>
  </w:style>
  <w:style w:type="paragraph" w:customStyle="1" w:styleId="74B80C5C5F4946EE832AF003BE0FC9A7">
    <w:name w:val="74B80C5C5F4946EE832AF003BE0FC9A7"/>
    <w:rsid w:val="003779C5"/>
  </w:style>
  <w:style w:type="paragraph" w:customStyle="1" w:styleId="AB703EFDE810460DB5FA273F8EFBCAA8">
    <w:name w:val="AB703EFDE810460DB5FA273F8EFBCAA8"/>
    <w:rsid w:val="003779C5"/>
  </w:style>
  <w:style w:type="paragraph" w:customStyle="1" w:styleId="653055804F3C47DABBDE7526F1D9B283">
    <w:name w:val="653055804F3C47DABBDE7526F1D9B283"/>
    <w:rsid w:val="003779C5"/>
  </w:style>
  <w:style w:type="paragraph" w:customStyle="1" w:styleId="EABF4DEBA36645FA80A78CBA2B4BAB1E">
    <w:name w:val="EABF4DEBA36645FA80A78CBA2B4BAB1E"/>
    <w:rsid w:val="003779C5"/>
  </w:style>
  <w:style w:type="paragraph" w:customStyle="1" w:styleId="A2E9A726AB7A4ED88A0B375FDE554A04">
    <w:name w:val="A2E9A726AB7A4ED88A0B375FDE554A04"/>
    <w:rsid w:val="0025359F"/>
  </w:style>
  <w:style w:type="paragraph" w:customStyle="1" w:styleId="0E25D3A8895A4F68BDB4E756B4CB28A6">
    <w:name w:val="0E25D3A8895A4F68BDB4E756B4CB28A6"/>
    <w:rsid w:val="0025359F"/>
  </w:style>
  <w:style w:type="paragraph" w:customStyle="1" w:styleId="0EACB012B05B4498B2B0C69BA7204599">
    <w:name w:val="0EACB012B05B4498B2B0C69BA7204599"/>
    <w:rsid w:val="0025359F"/>
  </w:style>
  <w:style w:type="paragraph" w:customStyle="1" w:styleId="0772CC7295C84D3F98616FC9F0D73E27">
    <w:name w:val="0772CC7295C84D3F98616FC9F0D73E27"/>
    <w:rsid w:val="0025359F"/>
  </w:style>
  <w:style w:type="paragraph" w:customStyle="1" w:styleId="A5AF521DCA5346BF9B64BA15A261477B">
    <w:name w:val="A5AF521DCA5346BF9B64BA15A261477B"/>
    <w:rsid w:val="0025359F"/>
  </w:style>
  <w:style w:type="paragraph" w:customStyle="1" w:styleId="D2D8FEF3D0CB494D87899027006497AC">
    <w:name w:val="D2D8FEF3D0CB494D87899027006497AC"/>
    <w:rsid w:val="0025359F"/>
  </w:style>
  <w:style w:type="paragraph" w:customStyle="1" w:styleId="A6F55097BA254BB5BCEEAA9BFB6DEBFA">
    <w:name w:val="A6F55097BA254BB5BCEEAA9BFB6DEBFA"/>
    <w:rsid w:val="004F3380"/>
  </w:style>
  <w:style w:type="paragraph" w:customStyle="1" w:styleId="14A0BA4DCEF0421B945266B1AF33D21C">
    <w:name w:val="14A0BA4DCEF0421B945266B1AF33D21C"/>
    <w:rsid w:val="004F3380"/>
  </w:style>
  <w:style w:type="paragraph" w:customStyle="1" w:styleId="3396F17A59D6443CA72868520A5C1DAD">
    <w:name w:val="3396F17A59D6443CA72868520A5C1DAD"/>
    <w:rsid w:val="004F3380"/>
  </w:style>
  <w:style w:type="paragraph" w:customStyle="1" w:styleId="EA7FCB02DCA94CF5A6D093DCC93CF84C">
    <w:name w:val="EA7FCB02DCA94CF5A6D093DCC93CF84C"/>
    <w:rsid w:val="004F3380"/>
  </w:style>
  <w:style w:type="paragraph" w:customStyle="1" w:styleId="48364680E6994ECFAFB8FA72F0877AAF">
    <w:name w:val="48364680E6994ECFAFB8FA72F0877AAF"/>
    <w:rsid w:val="004F3380"/>
  </w:style>
  <w:style w:type="paragraph" w:customStyle="1" w:styleId="9321D1E6574549A8B1E322603D0F7F95">
    <w:name w:val="9321D1E6574549A8B1E322603D0F7F95"/>
    <w:rsid w:val="004F3380"/>
  </w:style>
  <w:style w:type="paragraph" w:customStyle="1" w:styleId="9B5283459A1B41D394A495C98C521643">
    <w:name w:val="9B5283459A1B41D394A495C98C521643"/>
    <w:rsid w:val="004F3380"/>
  </w:style>
  <w:style w:type="paragraph" w:customStyle="1" w:styleId="5B5B838B4FB84B0CB113B98A3230A2F9">
    <w:name w:val="5B5B838B4FB84B0CB113B98A3230A2F9"/>
    <w:rsid w:val="004F3380"/>
  </w:style>
  <w:style w:type="paragraph" w:customStyle="1" w:styleId="302C3CC2CB234EB8B4A916C2F88C0654">
    <w:name w:val="302C3CC2CB234EB8B4A916C2F88C0654"/>
    <w:rsid w:val="004F3380"/>
  </w:style>
  <w:style w:type="paragraph" w:customStyle="1" w:styleId="6705462AD7B5415A8AB29CC94F3E5253">
    <w:name w:val="6705462AD7B5415A8AB29CC94F3E5253"/>
    <w:rsid w:val="004F338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6DC2D0-5E1F-45C7-8A35-50F0A90BF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E8174173</Template>
  <TotalTime>130</TotalTime>
  <Pages>7</Pages>
  <Words>2261</Words>
  <Characters>15128</Characters>
  <Application>Microsoft Office Word</Application>
  <DocSecurity>0</DocSecurity>
  <Lines>126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PULIZIA AUTOBUS - IMPIANTO DI…………… - N° AUTOBUS………</vt:lpstr>
    </vt:vector>
  </TitlesOfParts>
  <Company>cotral</Company>
  <LinksUpToDate>false</LinksUpToDate>
  <CharactersWithSpaces>17355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PULIZIA AUTOBUS - IMPIANTO DI…………… - N° AUTOBUS………</dc:title>
  <dc:subject/>
  <dc:creator>apucci</dc:creator>
  <cp:keywords/>
  <cp:lastModifiedBy>Schiaffini, Elisa</cp:lastModifiedBy>
  <cp:revision>33</cp:revision>
  <cp:lastPrinted>2017-02-15T13:15:00Z</cp:lastPrinted>
  <dcterms:created xsi:type="dcterms:W3CDTF">2020-10-07T10:26:00Z</dcterms:created>
  <dcterms:modified xsi:type="dcterms:W3CDTF">2023-05-25T13:50:00Z</dcterms:modified>
</cp:coreProperties>
</file>